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3A" w:rsidRPr="00567EA4" w:rsidRDefault="003B733A" w:rsidP="00976868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АННОТАЦИИ</w:t>
      </w:r>
    </w:p>
    <w:p w:rsidR="003B733A" w:rsidRPr="00567EA4" w:rsidRDefault="003B733A" w:rsidP="00976868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учебных дисциплин и практик</w:t>
      </w:r>
    </w:p>
    <w:p w:rsidR="003B733A" w:rsidRDefault="003B733A" w:rsidP="00976868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по специальности 110501.65 - «Ветеринарно-санитарная экспертиза»</w:t>
      </w:r>
    </w:p>
    <w:p w:rsidR="003B733A" w:rsidRPr="00567EA4" w:rsidRDefault="003B733A" w:rsidP="00976868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ЦИКЛ ГСЭ – ОБЩИЕ ГУМАНИТАРНЫЕ И СОЦИАЛЬНО-ЭКОНОМИЧЕСКИЕ ДИСЦИПЛИНЫ</w:t>
      </w:r>
    </w:p>
    <w:p w:rsidR="003B733A" w:rsidRPr="00567EA4" w:rsidRDefault="003B733A" w:rsidP="00C033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Философия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Дать студентам глубокие и разносторонние знания по истории философии и теоретическим аспектам современной философии; расширить кругозор будущего бакалавра, обучить студента самостоя</w:t>
      </w:r>
      <w:r>
        <w:rPr>
          <w:rFonts w:ascii="Times New Roman" w:hAnsi="Times New Roman" w:cs="Times New Roman"/>
          <w:sz w:val="28"/>
          <w:szCs w:val="28"/>
        </w:rPr>
        <w:t>тельному и системному мышлению.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ГСЭ.Ф.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 3 семестре. </w:t>
      </w:r>
    </w:p>
    <w:p w:rsidR="003B733A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Предмет философии; место и роль философии в культуре; становление философии; основные направления, школы философии и этапы ее исторического разви</w:t>
      </w:r>
      <w:r>
        <w:rPr>
          <w:rFonts w:ascii="Times New Roman" w:hAnsi="Times New Roman" w:cs="Times New Roman"/>
          <w:sz w:val="28"/>
          <w:szCs w:val="28"/>
        </w:rPr>
        <w:t>тия; структура философского зна</w:t>
      </w:r>
      <w:r w:rsidRPr="00567EA4">
        <w:rPr>
          <w:rFonts w:ascii="Times New Roman" w:hAnsi="Times New Roman" w:cs="Times New Roman"/>
          <w:sz w:val="28"/>
          <w:szCs w:val="28"/>
        </w:rPr>
        <w:t>ния; учение о бытии; монистические и плюралистические концепции бытия; самоорганизация бытия; понятия материального и идеального; пространство; время, движение и развитие, диалектика; детерминизм и индетерминизм; динамические и статические закономерности; научные, философские</w:t>
      </w:r>
      <w:r>
        <w:rPr>
          <w:rFonts w:ascii="Times New Roman" w:hAnsi="Times New Roman" w:cs="Times New Roman"/>
          <w:sz w:val="28"/>
          <w:szCs w:val="28"/>
        </w:rPr>
        <w:t xml:space="preserve"> и религи</w:t>
      </w:r>
      <w:r w:rsidRPr="00567EA4">
        <w:rPr>
          <w:rFonts w:ascii="Times New Roman" w:hAnsi="Times New Roman" w:cs="Times New Roman"/>
          <w:sz w:val="28"/>
          <w:szCs w:val="28"/>
        </w:rPr>
        <w:t>озные картины мира; человек, общество, ку</w:t>
      </w:r>
      <w:r>
        <w:rPr>
          <w:rFonts w:ascii="Times New Roman" w:hAnsi="Times New Roman" w:cs="Times New Roman"/>
          <w:sz w:val="28"/>
          <w:szCs w:val="28"/>
        </w:rPr>
        <w:t>льтура; человек и природа; обще</w:t>
      </w:r>
      <w:r w:rsidRPr="00567EA4">
        <w:rPr>
          <w:rFonts w:ascii="Times New Roman" w:hAnsi="Times New Roman" w:cs="Times New Roman"/>
          <w:sz w:val="28"/>
          <w:szCs w:val="28"/>
        </w:rPr>
        <w:t>ство и его структура; гражданское общество и государство; человек в системе социальных связей; человек и исторический процесс: личность и массы, свобода и необходимость; формационная</w:t>
      </w:r>
      <w:r>
        <w:rPr>
          <w:rFonts w:ascii="Times New Roman" w:hAnsi="Times New Roman" w:cs="Times New Roman"/>
          <w:sz w:val="28"/>
          <w:szCs w:val="28"/>
        </w:rPr>
        <w:t xml:space="preserve"> и цивилизационная концепции об</w:t>
      </w:r>
      <w:r w:rsidRPr="00567EA4">
        <w:rPr>
          <w:rFonts w:ascii="Times New Roman" w:hAnsi="Times New Roman" w:cs="Times New Roman"/>
          <w:sz w:val="28"/>
          <w:szCs w:val="28"/>
        </w:rPr>
        <w:t>щественного развития; смысл человеческого бытия; насилие и ненасилие; свобода и ответственность; мораль, справедливость, право; нравственные ценности; представления о совершенном человеке в различных культурах; эстетические ценности и их роль в челове</w:t>
      </w:r>
      <w:r>
        <w:rPr>
          <w:rFonts w:ascii="Times New Roman" w:hAnsi="Times New Roman" w:cs="Times New Roman"/>
          <w:sz w:val="28"/>
          <w:szCs w:val="28"/>
        </w:rPr>
        <w:t>ческой жизни; религиозные ценно</w:t>
      </w:r>
      <w:r w:rsidRPr="00567EA4">
        <w:rPr>
          <w:rFonts w:ascii="Times New Roman" w:hAnsi="Times New Roman" w:cs="Times New Roman"/>
          <w:sz w:val="28"/>
          <w:szCs w:val="28"/>
        </w:rPr>
        <w:t>сти и свобода совести; сознание и познание, сознание, самосознание и личность; познание, творчество, практика; в</w:t>
      </w:r>
      <w:r>
        <w:rPr>
          <w:rFonts w:ascii="Times New Roman" w:hAnsi="Times New Roman" w:cs="Times New Roman"/>
          <w:sz w:val="28"/>
          <w:szCs w:val="28"/>
        </w:rPr>
        <w:t>ера и знание; понимание и объяс</w:t>
      </w:r>
      <w:r w:rsidRPr="00567EA4">
        <w:rPr>
          <w:rFonts w:ascii="Times New Roman" w:hAnsi="Times New Roman" w:cs="Times New Roman"/>
          <w:sz w:val="28"/>
          <w:szCs w:val="28"/>
        </w:rPr>
        <w:t>нение; рациональное и иррациональное в познавательной деятельности; проблема истины; действительность, мышлени</w:t>
      </w:r>
      <w:r>
        <w:rPr>
          <w:rFonts w:ascii="Times New Roman" w:hAnsi="Times New Roman" w:cs="Times New Roman"/>
          <w:sz w:val="28"/>
          <w:szCs w:val="28"/>
        </w:rPr>
        <w:t>е, логика и язык; научное и вне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научное знание; критерии научности; структура научного познания, его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567EA4">
        <w:rPr>
          <w:rFonts w:ascii="Times New Roman" w:hAnsi="Times New Roman" w:cs="Times New Roman"/>
          <w:sz w:val="28"/>
          <w:szCs w:val="28"/>
        </w:rPr>
        <w:t>тоды и формы; рост научного знания; научные революции и смены типов рациональности; наука и техника; будущ</w:t>
      </w:r>
      <w:r>
        <w:rPr>
          <w:rFonts w:ascii="Times New Roman" w:hAnsi="Times New Roman" w:cs="Times New Roman"/>
          <w:sz w:val="28"/>
          <w:szCs w:val="28"/>
        </w:rPr>
        <w:t>ее человечества; глобальные про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блемы современности; взаимодействие цивилизаций и сценарии будущего.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2F4938" w:rsidRDefault="003B733A" w:rsidP="00C03396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Русский язык и Культура речи  </w:t>
      </w:r>
    </w:p>
    <w:p w:rsidR="003B733A" w:rsidRPr="002F4938" w:rsidRDefault="003B733A" w:rsidP="00C03396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обосновать поня</w:t>
      </w:r>
      <w:r>
        <w:rPr>
          <w:rFonts w:ascii="Times New Roman" w:hAnsi="Times New Roman" w:cs="Times New Roman"/>
          <w:sz w:val="28"/>
          <w:szCs w:val="28"/>
        </w:rPr>
        <w:t>тие языковой нормы, осветить ре</w:t>
      </w:r>
      <w:r w:rsidRPr="002F4938">
        <w:rPr>
          <w:rFonts w:ascii="Times New Roman" w:hAnsi="Times New Roman" w:cs="Times New Roman"/>
          <w:sz w:val="28"/>
          <w:szCs w:val="28"/>
        </w:rPr>
        <w:t xml:space="preserve">чевые нормы учебной и научной сфер деятельности, свойства официально-деловой письменной речи, привить навыки культуры бытового и делового общения. </w:t>
      </w:r>
    </w:p>
    <w:p w:rsidR="003B733A" w:rsidRPr="002F4938" w:rsidRDefault="003B733A" w:rsidP="00C03396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ГСЭ.Ф.02, дисциплина осваивается в 1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2F4938" w:rsidRDefault="003B733A" w:rsidP="00C03396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Стили </w:t>
      </w:r>
      <w:r>
        <w:rPr>
          <w:rFonts w:ascii="Times New Roman" w:hAnsi="Times New Roman" w:cs="Times New Roman"/>
          <w:sz w:val="28"/>
          <w:szCs w:val="28"/>
        </w:rPr>
        <w:t>современного русского литератур</w:t>
      </w:r>
      <w:r w:rsidRPr="002F4938">
        <w:rPr>
          <w:rFonts w:ascii="Times New Roman" w:hAnsi="Times New Roman" w:cs="Times New Roman"/>
          <w:sz w:val="28"/>
          <w:szCs w:val="28"/>
        </w:rPr>
        <w:t>ного языка. Языковая норма, ее роль в ст</w:t>
      </w:r>
      <w:r>
        <w:rPr>
          <w:rFonts w:ascii="Times New Roman" w:hAnsi="Times New Roman" w:cs="Times New Roman"/>
          <w:sz w:val="28"/>
          <w:szCs w:val="28"/>
        </w:rPr>
        <w:t>ановлении и функционировании ли</w:t>
      </w:r>
      <w:r w:rsidRPr="002F4938">
        <w:rPr>
          <w:rFonts w:ascii="Times New Roman" w:hAnsi="Times New Roman" w:cs="Times New Roman"/>
          <w:sz w:val="28"/>
          <w:szCs w:val="28"/>
        </w:rPr>
        <w:t>тературного языка. Речевое взаимодействие. Основные</w:t>
      </w:r>
      <w:r>
        <w:rPr>
          <w:rFonts w:ascii="Times New Roman" w:hAnsi="Times New Roman" w:cs="Times New Roman"/>
          <w:sz w:val="28"/>
          <w:szCs w:val="28"/>
        </w:rPr>
        <w:t xml:space="preserve"> единицы общения. Устная и пись</w:t>
      </w:r>
      <w:r w:rsidRPr="002F4938">
        <w:rPr>
          <w:rFonts w:ascii="Times New Roman" w:hAnsi="Times New Roman" w:cs="Times New Roman"/>
          <w:sz w:val="28"/>
          <w:szCs w:val="28"/>
        </w:rPr>
        <w:t>менная разновидность литературного я</w:t>
      </w:r>
      <w:r>
        <w:rPr>
          <w:rFonts w:ascii="Times New Roman" w:hAnsi="Times New Roman" w:cs="Times New Roman"/>
          <w:sz w:val="28"/>
          <w:szCs w:val="28"/>
        </w:rPr>
        <w:t>зыка. Нормативные, коммуникатив</w:t>
      </w:r>
      <w:r w:rsidRPr="002F4938">
        <w:rPr>
          <w:rFonts w:ascii="Times New Roman" w:hAnsi="Times New Roman" w:cs="Times New Roman"/>
          <w:sz w:val="28"/>
          <w:szCs w:val="28"/>
        </w:rPr>
        <w:t>ные, этические аспекты устной и письменной речи. Функциональные стили современного русского языка. Взаимодействие функциональных стилей. Научный стиль. Специфика исполь</w:t>
      </w:r>
      <w:r>
        <w:rPr>
          <w:rFonts w:ascii="Times New Roman" w:hAnsi="Times New Roman" w:cs="Times New Roman"/>
          <w:sz w:val="28"/>
          <w:szCs w:val="28"/>
        </w:rPr>
        <w:t>зования элементов различных язы</w:t>
      </w:r>
      <w:r w:rsidRPr="002F4938">
        <w:rPr>
          <w:rFonts w:ascii="Times New Roman" w:hAnsi="Times New Roman" w:cs="Times New Roman"/>
          <w:sz w:val="28"/>
          <w:szCs w:val="28"/>
        </w:rPr>
        <w:t>ковых уровней в научной речи. Речевые нормы учебной и научной сфер деятельности. Официально деловой стиль. Сфера его функционирования, жанровое разнообразие. Языковые формулы офи</w:t>
      </w:r>
      <w:r>
        <w:rPr>
          <w:rFonts w:ascii="Times New Roman" w:hAnsi="Times New Roman" w:cs="Times New Roman"/>
          <w:sz w:val="28"/>
          <w:szCs w:val="28"/>
        </w:rPr>
        <w:t>циальных документов. Приемы уни</w:t>
      </w:r>
      <w:r w:rsidRPr="002F4938">
        <w:rPr>
          <w:rFonts w:ascii="Times New Roman" w:hAnsi="Times New Roman" w:cs="Times New Roman"/>
          <w:sz w:val="28"/>
          <w:szCs w:val="28"/>
        </w:rPr>
        <w:t>фикации языка служебных документов.</w:t>
      </w:r>
      <w:r>
        <w:rPr>
          <w:rFonts w:ascii="Times New Roman" w:hAnsi="Times New Roman" w:cs="Times New Roman"/>
          <w:sz w:val="28"/>
          <w:szCs w:val="28"/>
        </w:rPr>
        <w:t xml:space="preserve"> Интернациональные свойства рус</w:t>
      </w:r>
      <w:r w:rsidRPr="002F4938">
        <w:rPr>
          <w:rFonts w:ascii="Times New Roman" w:hAnsi="Times New Roman" w:cs="Times New Roman"/>
          <w:sz w:val="28"/>
          <w:szCs w:val="28"/>
        </w:rPr>
        <w:t>ской официально-деловой письменной речи. Язык и стиль распорядительных документов. Язык и стиль коммерческой к</w:t>
      </w:r>
      <w:r>
        <w:rPr>
          <w:rFonts w:ascii="Times New Roman" w:hAnsi="Times New Roman" w:cs="Times New Roman"/>
          <w:sz w:val="28"/>
          <w:szCs w:val="28"/>
        </w:rPr>
        <w:t>орреспонденции. Язык и стиль ин</w:t>
      </w:r>
      <w:r w:rsidRPr="002F4938">
        <w:rPr>
          <w:rFonts w:ascii="Times New Roman" w:hAnsi="Times New Roman" w:cs="Times New Roman"/>
          <w:sz w:val="28"/>
          <w:szCs w:val="28"/>
        </w:rPr>
        <w:t xml:space="preserve">структивно-методических документов. Речевой этикет в документе. </w:t>
      </w:r>
    </w:p>
    <w:p w:rsidR="003B733A" w:rsidRDefault="003B733A" w:rsidP="00C03396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sz w:val="28"/>
          <w:szCs w:val="28"/>
        </w:rPr>
        <w:t>Жанровая дифференциация и отбор языковых средств в публицистическом стиле. Особенности устной публичной речи. Оратор и его аудитория. Основные виды аргументов. Подготовка речи: выбор темы, цель речи, поиск материала, начало, развертывание и завершение речи. Основные приемы поиска материала и виды вспомогательных материалов. Словесное оформление публичного выступления. Понятливость, информативность и выразительность публичной речи. Разговорная речь в системе функциональных разновидностей русского литературного языка. Условия функционирования разговорной речи, роль внеязыковых факторов. Культура речи. Основные направления совершенствования навыков грамотного письма и говорения.</w:t>
      </w:r>
    </w:p>
    <w:p w:rsidR="003B733A" w:rsidRPr="002F4938" w:rsidRDefault="003B733A" w:rsidP="00C03396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C033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Психология и педагогика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 w:rsidRPr="00567EA4">
        <w:rPr>
          <w:rFonts w:ascii="Times New Roman" w:hAnsi="Times New Roman" w:cs="Times New Roman"/>
          <w:sz w:val="28"/>
          <w:szCs w:val="28"/>
        </w:rPr>
        <w:t>повышение общ</w:t>
      </w:r>
      <w:r>
        <w:rPr>
          <w:rFonts w:ascii="Times New Roman" w:hAnsi="Times New Roman" w:cs="Times New Roman"/>
          <w:sz w:val="28"/>
          <w:szCs w:val="28"/>
        </w:rPr>
        <w:t>ей психологопедагогической куль</w:t>
      </w:r>
      <w:r w:rsidRPr="00567EA4">
        <w:rPr>
          <w:rFonts w:ascii="Times New Roman" w:hAnsi="Times New Roman" w:cs="Times New Roman"/>
          <w:sz w:val="28"/>
          <w:szCs w:val="28"/>
        </w:rPr>
        <w:t xml:space="preserve">туры как важнейшей составляющей общекультурной и общегуманитарной подготовки специалиста, формирование целостного представления о психологических особенностях человека как факторах успешности его деятельности, развитие навыков самостоятельного критического мышления, развитие умения самостоятельно учиться и адекватно оценивать свои возможности.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ГСЭ.Ф.03,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Роль изучения психологии и педагогики в процессе профессиональной подготовки современного специалиста. Предмет и методы психологии и педагогики. Пост</w:t>
      </w:r>
      <w:r>
        <w:rPr>
          <w:rFonts w:ascii="Times New Roman" w:hAnsi="Times New Roman" w:cs="Times New Roman"/>
          <w:sz w:val="28"/>
          <w:szCs w:val="28"/>
        </w:rPr>
        <w:t>улаты и принципы построения пси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хологической реальности в современной психологии и педагогике. Психика и организм. Чувственное и рациональное познание. Мышление, творчество и рефлексия в деятельности современного специалиста. Общее и индивидуальное в психике. Ролевой уровень поведения и его отражение в психике. Педагогика как наука. Основные категории педагогики. Ценности </w:t>
      </w:r>
      <w:r>
        <w:rPr>
          <w:rFonts w:ascii="Times New Roman" w:hAnsi="Times New Roman" w:cs="Times New Roman"/>
          <w:sz w:val="28"/>
          <w:szCs w:val="28"/>
        </w:rPr>
        <w:t>и цели образо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вания. Педагогический процесс. Педагогическая деятельность.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Иностранный язык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повышение исх</w:t>
      </w:r>
      <w:r>
        <w:rPr>
          <w:rFonts w:ascii="Times New Roman" w:hAnsi="Times New Roman" w:cs="Times New Roman"/>
          <w:sz w:val="28"/>
          <w:szCs w:val="28"/>
        </w:rPr>
        <w:t>одного уровня владения иностран</w:t>
      </w:r>
      <w:r w:rsidRPr="00567EA4">
        <w:rPr>
          <w:rFonts w:ascii="Times New Roman" w:hAnsi="Times New Roman" w:cs="Times New Roman"/>
          <w:sz w:val="28"/>
          <w:szCs w:val="28"/>
        </w:rPr>
        <w:t>ным языком, достигнутого на предыдущей ступени образования и овладение студентами необходимым и достаточн</w:t>
      </w:r>
      <w:r>
        <w:rPr>
          <w:rFonts w:ascii="Times New Roman" w:hAnsi="Times New Roman" w:cs="Times New Roman"/>
          <w:sz w:val="28"/>
          <w:szCs w:val="28"/>
        </w:rPr>
        <w:t>ым уровнем иноязычной коммуника</w:t>
      </w:r>
      <w:r w:rsidRPr="00567EA4">
        <w:rPr>
          <w:rFonts w:ascii="Times New Roman" w:hAnsi="Times New Roman" w:cs="Times New Roman"/>
          <w:sz w:val="28"/>
          <w:szCs w:val="28"/>
        </w:rPr>
        <w:t>тивной компетенции в совокупности ее со</w:t>
      </w:r>
      <w:r>
        <w:rPr>
          <w:rFonts w:ascii="Times New Roman" w:hAnsi="Times New Roman" w:cs="Times New Roman"/>
          <w:sz w:val="28"/>
          <w:szCs w:val="28"/>
        </w:rPr>
        <w:t>ставляющих: 1) речевой компетен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ции, направленной на развитие коммуникативных умений в четырех основных видах речевой деятельности (говорении, аудировании, чтении, письме); 2) языковой компетенции, подразумевающей овладение новыми языковыми средствами (лексическими, грамматическими, орфографическими) в соответствии с темами, сферами и ситуациями общения, связанными с будущей профессиональной деятельностью студентов и решением социально-коммуникативных задач в различных областях профессиональной, научной, культурной и бытовой сферах деятельности при общении с зарубежными партнерами, а также для дальнейшего самообразования. </w:t>
      </w:r>
    </w:p>
    <w:p w:rsidR="003B733A" w:rsidRPr="00567EA4" w:rsidRDefault="003B733A" w:rsidP="00567EA4">
      <w:pPr>
        <w:pStyle w:val="Default"/>
        <w:ind w:firstLine="708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ГСЭ.Ф.</w:t>
      </w:r>
      <w:r>
        <w:rPr>
          <w:rFonts w:ascii="Times New Roman" w:hAnsi="Times New Roman" w:cs="Times New Roman"/>
          <w:sz w:val="28"/>
          <w:szCs w:val="28"/>
        </w:rPr>
        <w:t>04;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1…4 семестрах.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Специ</w:t>
      </w:r>
      <w:r>
        <w:rPr>
          <w:rFonts w:ascii="Times New Roman" w:hAnsi="Times New Roman" w:cs="Times New Roman"/>
          <w:sz w:val="28"/>
          <w:szCs w:val="28"/>
        </w:rPr>
        <w:t>фика артикуляции звуков, интона</w:t>
      </w:r>
      <w:r w:rsidRPr="00567EA4">
        <w:rPr>
          <w:rFonts w:ascii="Times New Roman" w:hAnsi="Times New Roman" w:cs="Times New Roman"/>
          <w:sz w:val="28"/>
          <w:szCs w:val="28"/>
        </w:rPr>
        <w:t>ции, акцентации и ритма нейтральной речи в изучаемом языке; основные особенности полного стиля произношени</w:t>
      </w:r>
      <w:r>
        <w:rPr>
          <w:rFonts w:ascii="Times New Roman" w:hAnsi="Times New Roman" w:cs="Times New Roman"/>
          <w:sz w:val="28"/>
          <w:szCs w:val="28"/>
        </w:rPr>
        <w:t>я, характерные для сферы профес</w:t>
      </w:r>
      <w:r w:rsidRPr="00567EA4">
        <w:rPr>
          <w:rFonts w:ascii="Times New Roman" w:hAnsi="Times New Roman" w:cs="Times New Roman"/>
          <w:sz w:val="28"/>
          <w:szCs w:val="28"/>
        </w:rPr>
        <w:t xml:space="preserve">сиональной коммуникации; чтение транскрипции.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Лексический минимум в объеме 4000 учебных лексических единиц общего и терминологического характера; понятие дифференциации лексики по сферам применения (бытовая, термин</w:t>
      </w:r>
      <w:r>
        <w:rPr>
          <w:rFonts w:ascii="Times New Roman" w:hAnsi="Times New Roman" w:cs="Times New Roman"/>
          <w:sz w:val="28"/>
          <w:szCs w:val="28"/>
        </w:rPr>
        <w:t>ологическая, общенаучная, офици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альная и другая); понятие о свободных и устойчивых словосочетаниях, фразеологических единицах; понятие об основных способах словообразования. </w:t>
      </w:r>
    </w:p>
    <w:p w:rsidR="003B733A" w:rsidRPr="00567EA4" w:rsidRDefault="003B733A" w:rsidP="00567EA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Грамматические навыки, обеспе</w:t>
      </w:r>
      <w:r>
        <w:rPr>
          <w:rFonts w:ascii="Times New Roman" w:hAnsi="Times New Roman" w:cs="Times New Roman"/>
          <w:sz w:val="28"/>
          <w:szCs w:val="28"/>
        </w:rPr>
        <w:t>чивающие коммуникацию общего ха</w:t>
      </w:r>
      <w:r w:rsidRPr="00567EA4">
        <w:rPr>
          <w:rFonts w:ascii="Times New Roman" w:hAnsi="Times New Roman" w:cs="Times New Roman"/>
          <w:sz w:val="28"/>
          <w:szCs w:val="28"/>
        </w:rPr>
        <w:t xml:space="preserve">рактера без искажения смысла при письменном и устном общении; основные грамматические явления, характерные для профессиональной речи.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Понятие об обиходно-литературном, официально-деловом, научном стиле, стиле художественной литературы; основные особенности научного стиля; культура и традиции стран изучаемог</w:t>
      </w:r>
      <w:r>
        <w:rPr>
          <w:rFonts w:ascii="Times New Roman" w:hAnsi="Times New Roman" w:cs="Times New Roman"/>
          <w:sz w:val="28"/>
          <w:szCs w:val="28"/>
        </w:rPr>
        <w:t>о языка, правила речевого этике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та.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Говорение; диалогическая и монологическая речь с использованием наиболее употребительных и относительно простых лексико-грамматических средств в основных коммуникативных с</w:t>
      </w:r>
      <w:r>
        <w:rPr>
          <w:rFonts w:ascii="Times New Roman" w:hAnsi="Times New Roman" w:cs="Times New Roman"/>
          <w:sz w:val="28"/>
          <w:szCs w:val="28"/>
        </w:rPr>
        <w:t>итуациях неофициального и офици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ального общения; основы публичной речи (устное сообщение, доклад).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Аудирование; понимание диалогичес</w:t>
      </w:r>
      <w:r>
        <w:rPr>
          <w:rFonts w:ascii="Times New Roman" w:hAnsi="Times New Roman" w:cs="Times New Roman"/>
          <w:sz w:val="28"/>
          <w:szCs w:val="28"/>
        </w:rPr>
        <w:t>кой и монологической речи в сфе</w:t>
      </w:r>
      <w:r w:rsidRPr="00567EA4">
        <w:rPr>
          <w:rFonts w:ascii="Times New Roman" w:hAnsi="Times New Roman" w:cs="Times New Roman"/>
          <w:sz w:val="28"/>
          <w:szCs w:val="28"/>
        </w:rPr>
        <w:t xml:space="preserve">ре бытовой и профессиональной коммуникации.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Чтение; виды текстов: несложные прагматические тексты и тексты по широкому и узкому профилю специальности.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Письмо; виды речевых произведений: аннотация, реферат, тезисы, со-общения, частное письмо, деловое письмо, биография.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C033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Культурология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>
        <w:rPr>
          <w:rFonts w:ascii="Times New Roman" w:hAnsi="Times New Roman" w:cs="Times New Roman"/>
          <w:sz w:val="28"/>
          <w:szCs w:val="28"/>
        </w:rPr>
        <w:t>представления о сущности и исто</w:t>
      </w:r>
      <w:r w:rsidRPr="00567EA4">
        <w:rPr>
          <w:rFonts w:ascii="Times New Roman" w:hAnsi="Times New Roman" w:cs="Times New Roman"/>
          <w:sz w:val="28"/>
          <w:szCs w:val="28"/>
        </w:rPr>
        <w:t xml:space="preserve">рии развития отечественной и мировой культуры, о разнообразии мировых культур, обосновать понятие межкультурной и межэтнической толерантности, сформировать целостный взгляд на социально-культурные процессы прошлого и современности; привить уважение к историческому наследию и культурным традициям своей страны.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ГСЭ.Ф.05,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Культур</w:t>
      </w:r>
      <w:r>
        <w:rPr>
          <w:rFonts w:ascii="Times New Roman" w:hAnsi="Times New Roman" w:cs="Times New Roman"/>
          <w:sz w:val="28"/>
          <w:szCs w:val="28"/>
        </w:rPr>
        <w:t>ология и философия культуры, ис</w:t>
      </w:r>
      <w:r w:rsidRPr="00567EA4">
        <w:rPr>
          <w:rFonts w:ascii="Times New Roman" w:hAnsi="Times New Roman" w:cs="Times New Roman"/>
          <w:sz w:val="28"/>
          <w:szCs w:val="28"/>
        </w:rPr>
        <w:t>тория культуры. Методы культурологических исследований. Основные понятия культурологии. Типология культур. Эт</w:t>
      </w:r>
      <w:r>
        <w:rPr>
          <w:rFonts w:ascii="Times New Roman" w:hAnsi="Times New Roman" w:cs="Times New Roman"/>
          <w:sz w:val="28"/>
          <w:szCs w:val="28"/>
        </w:rPr>
        <w:t>ническая и национальная, элитар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ная и массовая культуры. Восточные и западные типы культур. Локальные культуры. Место и роль России в современной культуре. Культура и природа. Культура и общество. Культура и личность. Инкультурация и социализация.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C03396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стория </w:t>
      </w:r>
      <w:r>
        <w:rPr>
          <w:rFonts w:ascii="Times New Roman" w:hAnsi="Times New Roman" w:cs="Times New Roman"/>
          <w:b/>
          <w:bCs/>
          <w:sz w:val="28"/>
          <w:szCs w:val="28"/>
        </w:rPr>
        <w:t>отечества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сформировать базовые теоретические знания об основных этапах и содержании истории Р</w:t>
      </w:r>
      <w:r>
        <w:rPr>
          <w:rFonts w:ascii="Times New Roman" w:hAnsi="Times New Roman" w:cs="Times New Roman"/>
          <w:sz w:val="28"/>
          <w:szCs w:val="28"/>
        </w:rPr>
        <w:t>оссии с древнейших времен до на</w:t>
      </w:r>
      <w:r w:rsidRPr="00567EA4">
        <w:rPr>
          <w:rFonts w:ascii="Times New Roman" w:hAnsi="Times New Roman" w:cs="Times New Roman"/>
          <w:sz w:val="28"/>
          <w:szCs w:val="28"/>
        </w:rPr>
        <w:t>ших дней как основы самостоятельного а</w:t>
      </w:r>
      <w:r>
        <w:rPr>
          <w:rFonts w:ascii="Times New Roman" w:hAnsi="Times New Roman" w:cs="Times New Roman"/>
          <w:sz w:val="28"/>
          <w:szCs w:val="28"/>
        </w:rPr>
        <w:t>нализа и оценки исторических со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бытий и процессов в контексте мирового общественного развития.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ГСЭ.Ф.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567EA4">
        <w:rPr>
          <w:rFonts w:ascii="Times New Roman" w:hAnsi="Times New Roman" w:cs="Times New Roman"/>
          <w:sz w:val="28"/>
          <w:szCs w:val="28"/>
        </w:rPr>
        <w:t>; дисциплина осваивается 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7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Сущность, формы, функции исторического знания; методы и источники изучения исто</w:t>
      </w:r>
      <w:r>
        <w:rPr>
          <w:rFonts w:ascii="Times New Roman" w:hAnsi="Times New Roman" w:cs="Times New Roman"/>
          <w:sz w:val="28"/>
          <w:szCs w:val="28"/>
        </w:rPr>
        <w:t>рии; понятие и классификация ис</w:t>
      </w:r>
      <w:r w:rsidRPr="00567EA4">
        <w:rPr>
          <w:rFonts w:ascii="Times New Roman" w:hAnsi="Times New Roman" w:cs="Times New Roman"/>
          <w:sz w:val="28"/>
          <w:szCs w:val="28"/>
        </w:rPr>
        <w:t>торического источника; отечественная и</w:t>
      </w:r>
      <w:r>
        <w:rPr>
          <w:rFonts w:ascii="Times New Roman" w:hAnsi="Times New Roman" w:cs="Times New Roman"/>
          <w:sz w:val="28"/>
          <w:szCs w:val="28"/>
        </w:rPr>
        <w:t>сториография в прошлом и настоя</w:t>
      </w:r>
      <w:r w:rsidRPr="00567EA4">
        <w:rPr>
          <w:rFonts w:ascii="Times New Roman" w:hAnsi="Times New Roman" w:cs="Times New Roman"/>
          <w:sz w:val="28"/>
          <w:szCs w:val="28"/>
        </w:rPr>
        <w:t xml:space="preserve">щем: общее и особенное; методология и теория исторической науки; история России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7EA4">
        <w:rPr>
          <w:rFonts w:ascii="Times New Roman" w:hAnsi="Times New Roman" w:cs="Times New Roman"/>
          <w:sz w:val="28"/>
          <w:szCs w:val="28"/>
        </w:rPr>
        <w:t xml:space="preserve"> неотъемлемая часть всемирной истории.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Античное наследие в эпоху Великого переселения народов. Проблема этногенеза восточных славян; основные этапы становления государственности; древняя Русь и кочевники; византийско-древнерусские связи; особенности социального строя Древней Руси; этнокультурные и социально-политические процессы становления русской государственности; принятие христианства; распространение ислама; эволюция восточно</w:t>
      </w:r>
      <w:r>
        <w:rPr>
          <w:rFonts w:ascii="Times New Roman" w:hAnsi="Times New Roman" w:cs="Times New Roman"/>
          <w:sz w:val="28"/>
          <w:szCs w:val="28"/>
        </w:rPr>
        <w:t>-славян</w:t>
      </w:r>
      <w:r w:rsidRPr="00567EA4">
        <w:rPr>
          <w:rFonts w:ascii="Times New Roman" w:hAnsi="Times New Roman" w:cs="Times New Roman"/>
          <w:sz w:val="28"/>
          <w:szCs w:val="28"/>
        </w:rPr>
        <w:t>ской государственности в 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67EA4">
        <w:rPr>
          <w:rFonts w:ascii="Times New Roman" w:hAnsi="Times New Roman" w:cs="Times New Roman"/>
          <w:sz w:val="28"/>
          <w:szCs w:val="28"/>
        </w:rPr>
        <w:t xml:space="preserve"> вв.; социально-политические изменения в русских землях в Х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567EA4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67EA4">
        <w:rPr>
          <w:rFonts w:ascii="Times New Roman" w:hAnsi="Times New Roman" w:cs="Times New Roman"/>
          <w:sz w:val="28"/>
          <w:szCs w:val="28"/>
        </w:rPr>
        <w:t xml:space="preserve"> вв.; Русь и Орда: проблемы взаимовлияния; Россия и средневековые государства Европы и Азии; специфика формирования единого российского государства; возвышение Москвы; формирование сословной системы организации общества; рефор</w:t>
      </w:r>
      <w:r>
        <w:rPr>
          <w:rFonts w:ascii="Times New Roman" w:hAnsi="Times New Roman" w:cs="Times New Roman"/>
          <w:sz w:val="28"/>
          <w:szCs w:val="28"/>
        </w:rPr>
        <w:t>мы Петра 1; век Екатерины; пред</w:t>
      </w:r>
      <w:r w:rsidRPr="00567EA4">
        <w:rPr>
          <w:rFonts w:ascii="Times New Roman" w:hAnsi="Times New Roman" w:cs="Times New Roman"/>
          <w:sz w:val="28"/>
          <w:szCs w:val="28"/>
        </w:rPr>
        <w:t xml:space="preserve">посылки и особенности складывания российского абсолютизма; дискуссии о генезисе самодержавия.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Особенности и основные этапы экон</w:t>
      </w:r>
      <w:r>
        <w:rPr>
          <w:rFonts w:ascii="Times New Roman" w:hAnsi="Times New Roman" w:cs="Times New Roman"/>
          <w:sz w:val="28"/>
          <w:szCs w:val="28"/>
        </w:rPr>
        <w:t>омического развития России; эво</w:t>
      </w:r>
      <w:r w:rsidRPr="00567EA4">
        <w:rPr>
          <w:rFonts w:ascii="Times New Roman" w:hAnsi="Times New Roman" w:cs="Times New Roman"/>
          <w:sz w:val="28"/>
          <w:szCs w:val="28"/>
        </w:rPr>
        <w:t>люция форм собственности на землю; структура феодального землевладения; крепостное право в России; мануфактурно-промышленное производство; становление индустриального общества в России: общее и о</w:t>
      </w:r>
      <w:r>
        <w:rPr>
          <w:rFonts w:ascii="Times New Roman" w:hAnsi="Times New Roman" w:cs="Times New Roman"/>
          <w:sz w:val="28"/>
          <w:szCs w:val="28"/>
        </w:rPr>
        <w:t>собенное; обще</w:t>
      </w:r>
      <w:r w:rsidRPr="00567EA4">
        <w:rPr>
          <w:rFonts w:ascii="Times New Roman" w:hAnsi="Times New Roman" w:cs="Times New Roman"/>
          <w:sz w:val="28"/>
          <w:szCs w:val="28"/>
        </w:rPr>
        <w:t>ственная мысль и особенности обществен</w:t>
      </w:r>
      <w:r>
        <w:rPr>
          <w:rFonts w:ascii="Times New Roman" w:hAnsi="Times New Roman" w:cs="Times New Roman"/>
          <w:sz w:val="28"/>
          <w:szCs w:val="28"/>
        </w:rPr>
        <w:t>ного движения России XIX в.; ре</w:t>
      </w:r>
      <w:r w:rsidRPr="00567EA4">
        <w:rPr>
          <w:rFonts w:ascii="Times New Roman" w:hAnsi="Times New Roman" w:cs="Times New Roman"/>
          <w:sz w:val="28"/>
          <w:szCs w:val="28"/>
        </w:rPr>
        <w:t>формы и реформаторы в России; русская ку</w:t>
      </w:r>
      <w:r>
        <w:rPr>
          <w:rFonts w:ascii="Times New Roman" w:hAnsi="Times New Roman" w:cs="Times New Roman"/>
          <w:sz w:val="28"/>
          <w:szCs w:val="28"/>
        </w:rPr>
        <w:t>льтура XIX века и ее вклад в ми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ровую культуру.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Роль XX столетия в мировой истории; глобализация общественных процессов; проблема экономического роста и модернизации; революции и реформы; социальная трансформация обще</w:t>
      </w:r>
      <w:r>
        <w:rPr>
          <w:rFonts w:ascii="Times New Roman" w:hAnsi="Times New Roman" w:cs="Times New Roman"/>
          <w:sz w:val="28"/>
          <w:szCs w:val="28"/>
        </w:rPr>
        <w:t>ства; столкновение тенденций ин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тернационализма и национализма, интеграции и сепаратизма, демократии и авторитаризма.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Россия в начале XX в.; объективная потребность инд</w:t>
      </w:r>
      <w:r>
        <w:rPr>
          <w:rFonts w:ascii="Times New Roman" w:hAnsi="Times New Roman" w:cs="Times New Roman"/>
          <w:sz w:val="28"/>
          <w:szCs w:val="28"/>
        </w:rPr>
        <w:t>устриальной мо</w:t>
      </w:r>
      <w:r w:rsidRPr="00567EA4">
        <w:rPr>
          <w:rFonts w:ascii="Times New Roman" w:hAnsi="Times New Roman" w:cs="Times New Roman"/>
          <w:sz w:val="28"/>
          <w:szCs w:val="28"/>
        </w:rPr>
        <w:t>дернизации России; российские реформы</w:t>
      </w:r>
      <w:r>
        <w:rPr>
          <w:rFonts w:ascii="Times New Roman" w:hAnsi="Times New Roman" w:cs="Times New Roman"/>
          <w:sz w:val="28"/>
          <w:szCs w:val="28"/>
        </w:rPr>
        <w:t xml:space="preserve"> в контексте общемирового разви</w:t>
      </w:r>
      <w:r w:rsidRPr="00567EA4">
        <w:rPr>
          <w:rFonts w:ascii="Times New Roman" w:hAnsi="Times New Roman" w:cs="Times New Roman"/>
          <w:sz w:val="28"/>
          <w:szCs w:val="28"/>
        </w:rPr>
        <w:t>тия в начале века; политические партии России: генезис, классификация, программы, тактика; Россия в условиях мировой войны и общенационального кризиса; революция 1917 г.; гражданская</w:t>
      </w:r>
      <w:r>
        <w:rPr>
          <w:rFonts w:ascii="Times New Roman" w:hAnsi="Times New Roman" w:cs="Times New Roman"/>
          <w:sz w:val="28"/>
          <w:szCs w:val="28"/>
        </w:rPr>
        <w:t xml:space="preserve"> война и интервенция; их резуль</w:t>
      </w:r>
      <w:r w:rsidRPr="00567EA4">
        <w:rPr>
          <w:rFonts w:ascii="Times New Roman" w:hAnsi="Times New Roman" w:cs="Times New Roman"/>
          <w:sz w:val="28"/>
          <w:szCs w:val="28"/>
        </w:rPr>
        <w:t>таты и последствия; российская эмиграция; социально-экономическое развитие страны в 20-е гг.; НЭП; формирование однопартийного политического режима; образование СССР; культурная жизнь страны в 20-е гг.; внешняя п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литика; курс на строительство социализма в одной стране и его последствия; социально-экономические преобразования </w:t>
      </w:r>
      <w:r>
        <w:rPr>
          <w:rFonts w:ascii="Times New Roman" w:hAnsi="Times New Roman" w:cs="Times New Roman"/>
          <w:sz w:val="28"/>
          <w:szCs w:val="28"/>
        </w:rPr>
        <w:t>в 30-е гг.; усиление режима лич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ной власти Сталина; сопротивление сталинизму.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СССР накануне и в начальный период второй мировой войны; Великая Отечественная война. Соц</w:t>
      </w:r>
      <w:r>
        <w:rPr>
          <w:rFonts w:ascii="Times New Roman" w:hAnsi="Times New Roman" w:cs="Times New Roman"/>
          <w:sz w:val="28"/>
          <w:szCs w:val="28"/>
        </w:rPr>
        <w:t xml:space="preserve">иально-экономическое развитие; </w:t>
      </w:r>
      <w:r w:rsidRPr="00567EA4">
        <w:rPr>
          <w:rFonts w:ascii="Times New Roman" w:hAnsi="Times New Roman" w:cs="Times New Roman"/>
          <w:sz w:val="28"/>
          <w:szCs w:val="28"/>
        </w:rPr>
        <w:t xml:space="preserve">политическая жизнь; культура; внешняя политика СССР в послевоенные годы; холодная война; попытки осуществления политических и экономических реформ; НТР и ее влияние на ход общественного развития. СССР в середине 60-80-х гг.: нарастание кризисных явлений; Советский Союз в 1985-1991 гг.; перестройка; попытка государственного переворота 1991 г. и ее провал; распад СССР; Беловежские соглашения; октябрьские события 1993 г.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Становление новой росс</w:t>
      </w:r>
      <w:r>
        <w:rPr>
          <w:rFonts w:ascii="Times New Roman" w:hAnsi="Times New Roman" w:cs="Times New Roman"/>
          <w:sz w:val="28"/>
          <w:szCs w:val="28"/>
        </w:rPr>
        <w:t>ийской государственности (1993</w:t>
      </w:r>
      <w:r w:rsidRPr="00567EA4">
        <w:rPr>
          <w:rFonts w:ascii="Times New Roman" w:hAnsi="Times New Roman" w:cs="Times New Roman"/>
          <w:sz w:val="28"/>
          <w:szCs w:val="28"/>
        </w:rPr>
        <w:t xml:space="preserve">-1999 гг.); Россия на пути радикальной социально-экономической модернизации; культура в современной России; внешнеполитическая деятельность в условиях новой геополитической ситуации.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C0339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Политология и социология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обеспечить сис</w:t>
      </w:r>
      <w:r>
        <w:rPr>
          <w:rFonts w:ascii="Times New Roman" w:hAnsi="Times New Roman" w:cs="Times New Roman"/>
          <w:sz w:val="28"/>
          <w:szCs w:val="28"/>
        </w:rPr>
        <w:t>темное представление о современ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ной социальной и политической организации общества, о социальных и политических взаимоотношениях, о методах социологического исследования; умение прогнозировать социальные и политические последствия своей профессиональной деятельности.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ГСЭ.</w:t>
      </w:r>
      <w:r>
        <w:rPr>
          <w:rFonts w:ascii="Times New Roman" w:hAnsi="Times New Roman" w:cs="Times New Roman"/>
          <w:sz w:val="28"/>
          <w:szCs w:val="28"/>
        </w:rPr>
        <w:t>Ф.07, дисциплина осваивается в 5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C0339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Объект и предмет политологии, ее з</w:t>
      </w:r>
      <w:r>
        <w:rPr>
          <w:rFonts w:ascii="Times New Roman" w:hAnsi="Times New Roman" w:cs="Times New Roman"/>
          <w:sz w:val="28"/>
          <w:szCs w:val="28"/>
        </w:rPr>
        <w:t>аконы, категории и принципы.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новное назначение политологии как науки и учебной дисциплины. Знание о политике, ее целях, задачах, приоритетах, </w:t>
      </w:r>
      <w:r>
        <w:rPr>
          <w:rFonts w:ascii="Times New Roman" w:hAnsi="Times New Roman" w:cs="Times New Roman"/>
          <w:sz w:val="28"/>
          <w:szCs w:val="28"/>
        </w:rPr>
        <w:t>нормах, противоречиях, альтерна</w:t>
      </w:r>
      <w:r w:rsidRPr="00567EA4">
        <w:rPr>
          <w:rFonts w:ascii="Times New Roman" w:hAnsi="Times New Roman" w:cs="Times New Roman"/>
          <w:sz w:val="28"/>
          <w:szCs w:val="28"/>
        </w:rPr>
        <w:t>тивах политической деятельности – обязательное условие компетентности. Функции политической науки. Теоретическая и прикладная политология. Политическое прогнозирование и моделир</w:t>
      </w:r>
      <w:r>
        <w:rPr>
          <w:rFonts w:ascii="Times New Roman" w:hAnsi="Times New Roman" w:cs="Times New Roman"/>
          <w:sz w:val="28"/>
          <w:szCs w:val="28"/>
        </w:rPr>
        <w:t>ование. История развития полити</w:t>
      </w:r>
      <w:r w:rsidRPr="00567EA4">
        <w:rPr>
          <w:rFonts w:ascii="Times New Roman" w:hAnsi="Times New Roman" w:cs="Times New Roman"/>
          <w:sz w:val="28"/>
          <w:szCs w:val="28"/>
        </w:rPr>
        <w:t>ческой науки. История развития российск</w:t>
      </w:r>
      <w:r>
        <w:rPr>
          <w:rFonts w:ascii="Times New Roman" w:hAnsi="Times New Roman" w:cs="Times New Roman"/>
          <w:sz w:val="28"/>
          <w:szCs w:val="28"/>
        </w:rPr>
        <w:t>ой политической мысли. Политиче</w:t>
      </w:r>
      <w:r w:rsidRPr="00567EA4">
        <w:rPr>
          <w:rFonts w:ascii="Times New Roman" w:hAnsi="Times New Roman" w:cs="Times New Roman"/>
          <w:sz w:val="28"/>
          <w:szCs w:val="28"/>
        </w:rPr>
        <w:t>ская система общества. Политическая вл</w:t>
      </w:r>
      <w:r>
        <w:rPr>
          <w:rFonts w:ascii="Times New Roman" w:hAnsi="Times New Roman" w:cs="Times New Roman"/>
          <w:sz w:val="28"/>
          <w:szCs w:val="28"/>
        </w:rPr>
        <w:t>асть. Политические режимы. Госу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дарство как политический институт. Политические партии и движения.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567EA4">
        <w:rPr>
          <w:rFonts w:ascii="Times New Roman" w:hAnsi="Times New Roman" w:cs="Times New Roman"/>
          <w:sz w:val="28"/>
          <w:szCs w:val="28"/>
        </w:rPr>
        <w:t>литическая элита и лидерство. Политичес</w:t>
      </w:r>
      <w:r>
        <w:rPr>
          <w:rFonts w:ascii="Times New Roman" w:hAnsi="Times New Roman" w:cs="Times New Roman"/>
          <w:sz w:val="28"/>
          <w:szCs w:val="28"/>
        </w:rPr>
        <w:t>кий процесс и политические отно</w:t>
      </w:r>
      <w:r w:rsidRPr="00567EA4">
        <w:rPr>
          <w:rFonts w:ascii="Times New Roman" w:hAnsi="Times New Roman" w:cs="Times New Roman"/>
          <w:sz w:val="28"/>
          <w:szCs w:val="28"/>
        </w:rPr>
        <w:t xml:space="preserve">шения. Политические конфликты. Политическая идеология и политическая психология. Политическая культура. Мировая политика и международные отношения. </w:t>
      </w:r>
    </w:p>
    <w:p w:rsidR="003B733A" w:rsidRPr="00567EA4" w:rsidRDefault="003B733A" w:rsidP="00C03396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Классические и современные социологические теории. Общество и социальные институты. Мировая система и процессы глобализации. Социальные группы и общности. Общество и личность. Социальная организация. Социальные движения. Социальное неравенство, стратификация и социальная мобильность. Понятие социального статуса. Социальное взаимодействие и социальные отношения. Общественное мнение как институт гражданского общества. Культура как фактор социальных изменений. Концепция социального прогресса. Формирование мировой системы. Место России в мировом сообществе. Методы социологического исследования. Понятие современной политической науки.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Физическая культура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формирование физической культуры личности и способности методически обоснованно и це</w:t>
      </w:r>
      <w:r>
        <w:rPr>
          <w:rFonts w:ascii="Times New Roman" w:hAnsi="Times New Roman" w:cs="Times New Roman"/>
          <w:sz w:val="28"/>
          <w:szCs w:val="28"/>
        </w:rPr>
        <w:t>ленаправленно использовать сред</w:t>
      </w:r>
      <w:r w:rsidRPr="00567EA4">
        <w:rPr>
          <w:rFonts w:ascii="Times New Roman" w:hAnsi="Times New Roman" w:cs="Times New Roman"/>
          <w:sz w:val="28"/>
          <w:szCs w:val="28"/>
        </w:rPr>
        <w:t>ства физической культуры, позволяющие</w:t>
      </w:r>
      <w:r>
        <w:rPr>
          <w:rFonts w:ascii="Times New Roman" w:hAnsi="Times New Roman" w:cs="Times New Roman"/>
          <w:sz w:val="28"/>
          <w:szCs w:val="28"/>
        </w:rPr>
        <w:t xml:space="preserve"> выпускнику сформировать индиви</w:t>
      </w:r>
      <w:r w:rsidRPr="00567EA4">
        <w:rPr>
          <w:rFonts w:ascii="Times New Roman" w:hAnsi="Times New Roman" w:cs="Times New Roman"/>
          <w:sz w:val="28"/>
          <w:szCs w:val="28"/>
        </w:rPr>
        <w:t>дуальную здоровье сберегающую жизнедеятельность, обеспечивающая его социальную мобильность, профессиональную надежность</w:t>
      </w:r>
      <w:r>
        <w:rPr>
          <w:rFonts w:ascii="Times New Roman" w:hAnsi="Times New Roman" w:cs="Times New Roman"/>
          <w:sz w:val="28"/>
          <w:szCs w:val="28"/>
        </w:rPr>
        <w:t xml:space="preserve"> и устойчивость на рынке труда.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7EA4">
        <w:rPr>
          <w:rFonts w:ascii="Times New Roman" w:hAnsi="Times New Roman" w:cs="Times New Roman"/>
          <w:b/>
          <w:sz w:val="28"/>
          <w:szCs w:val="28"/>
        </w:rPr>
        <w:t xml:space="preserve">Задачи дисциплины: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1. Сформировать у студентов знания по теории, истории и методике физической культуры.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2. Обучить студентов практически</w:t>
      </w:r>
      <w:r>
        <w:rPr>
          <w:rFonts w:ascii="Times New Roman" w:hAnsi="Times New Roman" w:cs="Times New Roman"/>
          <w:sz w:val="28"/>
          <w:szCs w:val="28"/>
        </w:rPr>
        <w:t>м умениям и навыкам занятий раз</w:t>
      </w:r>
      <w:r w:rsidRPr="00567EA4">
        <w:rPr>
          <w:rFonts w:ascii="Times New Roman" w:hAnsi="Times New Roman" w:cs="Times New Roman"/>
          <w:sz w:val="28"/>
          <w:szCs w:val="28"/>
        </w:rPr>
        <w:t xml:space="preserve">личными видами спорта, современными двигательными и оздоровительными системами.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3. Обеспечить у студентов высокий</w:t>
      </w:r>
      <w:r>
        <w:rPr>
          <w:rFonts w:ascii="Times New Roman" w:hAnsi="Times New Roman" w:cs="Times New Roman"/>
          <w:sz w:val="28"/>
          <w:szCs w:val="28"/>
        </w:rPr>
        <w:t xml:space="preserve"> уровень функционального состоя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ния систем организма, физического развития, подготовленности.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4. Развивать у студентов индивиду</w:t>
      </w:r>
      <w:r>
        <w:rPr>
          <w:rFonts w:ascii="Times New Roman" w:hAnsi="Times New Roman" w:cs="Times New Roman"/>
          <w:sz w:val="28"/>
          <w:szCs w:val="28"/>
        </w:rPr>
        <w:t>ально-психологические и социаль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но-психологические качества и свойства </w:t>
      </w:r>
      <w:r>
        <w:rPr>
          <w:rFonts w:ascii="Times New Roman" w:hAnsi="Times New Roman" w:cs="Times New Roman"/>
          <w:sz w:val="28"/>
          <w:szCs w:val="28"/>
        </w:rPr>
        <w:t>личности, необходимые для успеш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ной профессиональной деятельности, средствами физической культуры и спорта.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5. Сформировать у студентов устойчивое положительное мотивационно-ценностного отношение к здоровому образу жизни.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>: Цикл ГСЭ.Ф.08</w:t>
      </w:r>
      <w:r w:rsidRPr="00567EA4">
        <w:rPr>
          <w:rFonts w:ascii="Times New Roman" w:hAnsi="Times New Roman" w:cs="Times New Roman"/>
          <w:sz w:val="28"/>
          <w:szCs w:val="28"/>
        </w:rPr>
        <w:t>; дисциплина осваивается 1…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567E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Физическая культура в общекуль</w:t>
      </w:r>
      <w:r>
        <w:rPr>
          <w:rFonts w:ascii="Times New Roman" w:hAnsi="Times New Roman" w:cs="Times New Roman"/>
          <w:sz w:val="28"/>
          <w:szCs w:val="28"/>
        </w:rPr>
        <w:t>турной и профессиональной подго</w:t>
      </w:r>
      <w:r w:rsidRPr="00567EA4">
        <w:rPr>
          <w:rFonts w:ascii="Times New Roman" w:hAnsi="Times New Roman" w:cs="Times New Roman"/>
          <w:sz w:val="28"/>
          <w:szCs w:val="28"/>
        </w:rPr>
        <w:t>товке студентов; ее социально-биологические основы; физическая культура и спорт как социальные феномены общества; законодательство Российской Федерации о физической культуре и спорте; физическая культура личности. Основы здорового образа жизни студента; особенности использования средств физической культуры для оптимизации работоспособности. Общая физическая и специальная подготовка в системе физического воспитания; спорт; индивидуальный выбор видов спорта или систем физических упраж</w:t>
      </w:r>
      <w:r>
        <w:rPr>
          <w:rFonts w:ascii="Times New Roman" w:hAnsi="Times New Roman" w:cs="Times New Roman"/>
          <w:sz w:val="28"/>
          <w:szCs w:val="28"/>
        </w:rPr>
        <w:t>нений; профессионально-</w:t>
      </w:r>
      <w:r w:rsidRPr="00567EA4">
        <w:rPr>
          <w:rFonts w:ascii="Times New Roman" w:hAnsi="Times New Roman" w:cs="Times New Roman"/>
          <w:sz w:val="28"/>
          <w:szCs w:val="28"/>
        </w:rPr>
        <w:t>прикладная физи</w:t>
      </w:r>
      <w:r>
        <w:rPr>
          <w:rFonts w:ascii="Times New Roman" w:hAnsi="Times New Roman" w:cs="Times New Roman"/>
          <w:sz w:val="28"/>
          <w:szCs w:val="28"/>
        </w:rPr>
        <w:t>ческая подготовка студентов;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новы методики самостоятельных занятий и самоконтроль за состоянием своего организма.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34207E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Правоведение </w:t>
      </w:r>
    </w:p>
    <w:p w:rsidR="003B733A" w:rsidRPr="00567EA4" w:rsidRDefault="003B733A" w:rsidP="0034207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состоит в формировании у будущих специалистов правового сознания путем освоения комплекса знаний об основных отраслях права; воспитании правовой культуры, ув</w:t>
      </w:r>
      <w:r>
        <w:rPr>
          <w:rFonts w:ascii="Times New Roman" w:hAnsi="Times New Roman" w:cs="Times New Roman"/>
          <w:sz w:val="28"/>
          <w:szCs w:val="28"/>
        </w:rPr>
        <w:t>ажение к закону, бережного отно</w:t>
      </w:r>
      <w:r w:rsidRPr="00567EA4">
        <w:rPr>
          <w:rFonts w:ascii="Times New Roman" w:hAnsi="Times New Roman" w:cs="Times New Roman"/>
          <w:sz w:val="28"/>
          <w:szCs w:val="28"/>
        </w:rPr>
        <w:t>шения к социальным ценностям правового государства, чести и достоинству гражданина; знании основных проблем пр</w:t>
      </w:r>
      <w:r>
        <w:rPr>
          <w:rFonts w:ascii="Times New Roman" w:hAnsi="Times New Roman" w:cs="Times New Roman"/>
          <w:sz w:val="28"/>
          <w:szCs w:val="28"/>
        </w:rPr>
        <w:t>авового регулирования сферы сво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ей профессиональной деятельности. </w:t>
      </w:r>
    </w:p>
    <w:p w:rsidR="003B733A" w:rsidRPr="00567EA4" w:rsidRDefault="003B733A" w:rsidP="0034207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>: Цикл ГСЭ.Ф.09,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34207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Государство и право</w:t>
      </w:r>
      <w:r>
        <w:rPr>
          <w:rFonts w:ascii="Times New Roman" w:hAnsi="Times New Roman" w:cs="Times New Roman"/>
          <w:sz w:val="28"/>
          <w:szCs w:val="28"/>
        </w:rPr>
        <w:t>; их роль в жизни об</w:t>
      </w:r>
      <w:r w:rsidRPr="00567EA4">
        <w:rPr>
          <w:rFonts w:ascii="Times New Roman" w:hAnsi="Times New Roman" w:cs="Times New Roman"/>
          <w:sz w:val="28"/>
          <w:szCs w:val="28"/>
        </w:rPr>
        <w:t xml:space="preserve">щества; норма права и нормативно-правовые акты; основные правовые системы современности; международное право как особая система права; источники российского права; закон и подзаконные акты; система российского права; отрасли права; правонарушение и юридическая ответственность; значение законности и правопорядка в современном обществе; правовое государство; конституция Российской Федерации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7EA4">
        <w:rPr>
          <w:rFonts w:ascii="Times New Roman" w:hAnsi="Times New Roman" w:cs="Times New Roman"/>
          <w:sz w:val="28"/>
          <w:szCs w:val="28"/>
        </w:rPr>
        <w:t xml:space="preserve"> основной закон государства; особенности федеративного устройства России; система органов госу</w:t>
      </w:r>
      <w:r>
        <w:rPr>
          <w:rFonts w:ascii="Times New Roman" w:hAnsi="Times New Roman" w:cs="Times New Roman"/>
          <w:sz w:val="28"/>
          <w:szCs w:val="28"/>
        </w:rPr>
        <w:t>дарст</w:t>
      </w:r>
      <w:r w:rsidRPr="00567EA4">
        <w:rPr>
          <w:rFonts w:ascii="Times New Roman" w:hAnsi="Times New Roman" w:cs="Times New Roman"/>
          <w:sz w:val="28"/>
          <w:szCs w:val="28"/>
        </w:rPr>
        <w:t>венной власти в Российской Федерации;</w:t>
      </w:r>
      <w:r>
        <w:rPr>
          <w:rFonts w:ascii="Times New Roman" w:hAnsi="Times New Roman" w:cs="Times New Roman"/>
          <w:sz w:val="28"/>
          <w:szCs w:val="28"/>
        </w:rPr>
        <w:t xml:space="preserve"> понятие гражданского правоотно</w:t>
      </w:r>
      <w:r w:rsidRPr="00567EA4">
        <w:rPr>
          <w:rFonts w:ascii="Times New Roman" w:hAnsi="Times New Roman" w:cs="Times New Roman"/>
          <w:sz w:val="28"/>
          <w:szCs w:val="28"/>
        </w:rPr>
        <w:t>шения; физические и юридические лица; право собственности; обязательства в гражданском праве и ответственность за их нарушение; наследственное право; брачно-семейные отношения; взаи</w:t>
      </w:r>
      <w:r>
        <w:rPr>
          <w:rFonts w:ascii="Times New Roman" w:hAnsi="Times New Roman" w:cs="Times New Roman"/>
          <w:sz w:val="28"/>
          <w:szCs w:val="28"/>
        </w:rPr>
        <w:t>мные права и обязанности супру</w:t>
      </w:r>
      <w:r w:rsidRPr="00567EA4">
        <w:rPr>
          <w:rFonts w:ascii="Times New Roman" w:hAnsi="Times New Roman" w:cs="Times New Roman"/>
          <w:sz w:val="28"/>
          <w:szCs w:val="28"/>
        </w:rPr>
        <w:t>гов, родителей и детей; ответственность по</w:t>
      </w:r>
      <w:r>
        <w:rPr>
          <w:rFonts w:ascii="Times New Roman" w:hAnsi="Times New Roman" w:cs="Times New Roman"/>
          <w:sz w:val="28"/>
          <w:szCs w:val="28"/>
        </w:rPr>
        <w:t xml:space="preserve"> семейному праву; трудовой дого</w:t>
      </w:r>
      <w:r w:rsidRPr="00567EA4">
        <w:rPr>
          <w:rFonts w:ascii="Times New Roman" w:hAnsi="Times New Roman" w:cs="Times New Roman"/>
          <w:sz w:val="28"/>
          <w:szCs w:val="28"/>
        </w:rPr>
        <w:t>вор (контракт); трудовая дисциплина и ответственность за ее нарушение; административные правонарушения и административная ответственность; понятие преступления; уголовная ответственность за совершение преступлений; экологическое право; особенности правового регулирования будущей профессиональной деятельности; правовые основы защиты государственной тайны; законодательные и нормативно-правовые акты в об</w:t>
      </w:r>
      <w:r>
        <w:rPr>
          <w:rFonts w:ascii="Times New Roman" w:hAnsi="Times New Roman" w:cs="Times New Roman"/>
          <w:sz w:val="28"/>
          <w:szCs w:val="28"/>
        </w:rPr>
        <w:t>ласти защиты ин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формации и государственной тайны.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 </w:t>
      </w:r>
    </w:p>
    <w:p w:rsidR="003B733A" w:rsidRPr="00567EA4" w:rsidRDefault="003B733A" w:rsidP="00850A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подготовка с</w:t>
      </w:r>
      <w:r>
        <w:rPr>
          <w:rFonts w:ascii="Times New Roman" w:hAnsi="Times New Roman" w:cs="Times New Roman"/>
          <w:sz w:val="28"/>
          <w:szCs w:val="28"/>
        </w:rPr>
        <w:t>пециалистов к решению профессио</w:t>
      </w:r>
      <w:r w:rsidRPr="00567EA4">
        <w:rPr>
          <w:rFonts w:ascii="Times New Roman" w:hAnsi="Times New Roman" w:cs="Times New Roman"/>
          <w:sz w:val="28"/>
          <w:szCs w:val="28"/>
        </w:rPr>
        <w:t>нальных задач на основе формирование у него экономического мышления путем изучения основных категорий, зако</w:t>
      </w:r>
      <w:r>
        <w:rPr>
          <w:rFonts w:ascii="Times New Roman" w:hAnsi="Times New Roman" w:cs="Times New Roman"/>
          <w:sz w:val="28"/>
          <w:szCs w:val="28"/>
        </w:rPr>
        <w:t>нов и закономерностей экономиче</w:t>
      </w:r>
      <w:r w:rsidRPr="00567EA4">
        <w:rPr>
          <w:rFonts w:ascii="Times New Roman" w:hAnsi="Times New Roman" w:cs="Times New Roman"/>
          <w:sz w:val="28"/>
          <w:szCs w:val="28"/>
        </w:rPr>
        <w:t xml:space="preserve">ского развития страны. </w:t>
      </w:r>
    </w:p>
    <w:p w:rsidR="003B733A" w:rsidRPr="00567EA4" w:rsidRDefault="003B733A" w:rsidP="00850A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ГСЭ.Ф.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 4 семестре. </w:t>
      </w:r>
    </w:p>
    <w:p w:rsidR="003B733A" w:rsidRPr="00567EA4" w:rsidRDefault="003B733A" w:rsidP="00850A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 xml:space="preserve">: Введение в экономическую теорию; блага, потребности, ресурсы, экономический выбор; экономические отношения; экономические системы; основные этапы развития экономической теории; методы экономической теории; микроэкономика. </w:t>
      </w:r>
    </w:p>
    <w:p w:rsidR="003B733A" w:rsidRPr="00567EA4" w:rsidRDefault="003B733A" w:rsidP="00850A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Рынок: спрос и предложение; пот</w:t>
      </w:r>
      <w:r>
        <w:rPr>
          <w:rFonts w:ascii="Times New Roman" w:hAnsi="Times New Roman" w:cs="Times New Roman"/>
          <w:sz w:val="28"/>
          <w:szCs w:val="28"/>
        </w:rPr>
        <w:t>ребительские предпочтения и пре</w:t>
      </w:r>
      <w:r w:rsidRPr="00567EA4">
        <w:rPr>
          <w:rFonts w:ascii="Times New Roman" w:hAnsi="Times New Roman" w:cs="Times New Roman"/>
          <w:sz w:val="28"/>
          <w:szCs w:val="28"/>
        </w:rPr>
        <w:t>дельная полезность; факторы спроса; индивидуальный и рыночный спрос; эффект дохода и эффект замещения; эласти</w:t>
      </w:r>
      <w:r>
        <w:rPr>
          <w:rFonts w:ascii="Times New Roman" w:hAnsi="Times New Roman" w:cs="Times New Roman"/>
          <w:sz w:val="28"/>
          <w:szCs w:val="28"/>
        </w:rPr>
        <w:t>чность; предложение и его факто</w:t>
      </w:r>
      <w:r w:rsidRPr="00567EA4">
        <w:rPr>
          <w:rFonts w:ascii="Times New Roman" w:hAnsi="Times New Roman" w:cs="Times New Roman"/>
          <w:sz w:val="28"/>
          <w:szCs w:val="28"/>
        </w:rPr>
        <w:t>ры; закон убывающей предельной производительности; эффект масштаба; виды издержек; фирма; выручка и прибыль; принцип максимизации прибыли; предложение совершенно конкретной фирмы и отрасли; эффективность конкурентных рынков; рыночная власть; монополия; монополистическая конкуренция; олигополия; антимонопольно</w:t>
      </w:r>
      <w:r>
        <w:rPr>
          <w:rFonts w:ascii="Times New Roman" w:hAnsi="Times New Roman" w:cs="Times New Roman"/>
          <w:sz w:val="28"/>
          <w:szCs w:val="28"/>
        </w:rPr>
        <w:t>е регулирование; спрос на факто</w:t>
      </w:r>
      <w:r w:rsidRPr="00567EA4">
        <w:rPr>
          <w:rFonts w:ascii="Times New Roman" w:hAnsi="Times New Roman" w:cs="Times New Roman"/>
          <w:sz w:val="28"/>
          <w:szCs w:val="28"/>
        </w:rPr>
        <w:t>ры производства; рынок труда; спрос и предложение труда; заработная плата и занятость; рынок капитала; процентная ставка и инвестиции; рынок земли; рента; общее равновесие и благосостояние;</w:t>
      </w:r>
      <w:r>
        <w:rPr>
          <w:rFonts w:ascii="Times New Roman" w:hAnsi="Times New Roman" w:cs="Times New Roman"/>
          <w:sz w:val="28"/>
          <w:szCs w:val="28"/>
        </w:rPr>
        <w:t xml:space="preserve"> распределение доходов; неравен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ство; внешние эффекты и общественные блага; роль государства. </w:t>
      </w:r>
    </w:p>
    <w:p w:rsidR="003B733A" w:rsidRPr="00567EA4" w:rsidRDefault="003B733A" w:rsidP="00850A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Макроэкономика; национальная эко</w:t>
      </w:r>
      <w:r>
        <w:rPr>
          <w:rFonts w:ascii="Times New Roman" w:hAnsi="Times New Roman" w:cs="Times New Roman"/>
          <w:sz w:val="28"/>
          <w:szCs w:val="28"/>
        </w:rPr>
        <w:t>номика как целое; круговорот до</w:t>
      </w:r>
      <w:r w:rsidRPr="00567EA4">
        <w:rPr>
          <w:rFonts w:ascii="Times New Roman" w:hAnsi="Times New Roman" w:cs="Times New Roman"/>
          <w:sz w:val="28"/>
          <w:szCs w:val="28"/>
        </w:rPr>
        <w:t>ходов и продуктов; ВВП и способы его измерения; национальный доход; располагаемый личный доход; индексы цен</w:t>
      </w:r>
      <w:r>
        <w:rPr>
          <w:rFonts w:ascii="Times New Roman" w:hAnsi="Times New Roman" w:cs="Times New Roman"/>
          <w:sz w:val="28"/>
          <w:szCs w:val="28"/>
        </w:rPr>
        <w:t>; безработица и ее формы; инфля</w:t>
      </w:r>
      <w:r w:rsidRPr="00567EA4">
        <w:rPr>
          <w:rFonts w:ascii="Times New Roman" w:hAnsi="Times New Roman" w:cs="Times New Roman"/>
          <w:sz w:val="28"/>
          <w:szCs w:val="28"/>
        </w:rPr>
        <w:t>ция и ее виды; экономические циклы; макроэкономическое равновесие</w:t>
      </w:r>
      <w:r>
        <w:rPr>
          <w:rFonts w:ascii="Times New Roman" w:hAnsi="Times New Roman" w:cs="Times New Roman"/>
          <w:sz w:val="28"/>
          <w:szCs w:val="28"/>
        </w:rPr>
        <w:t>; сово</w:t>
      </w:r>
      <w:r w:rsidRPr="00567EA4">
        <w:rPr>
          <w:rFonts w:ascii="Times New Roman" w:hAnsi="Times New Roman" w:cs="Times New Roman"/>
          <w:sz w:val="28"/>
          <w:szCs w:val="28"/>
        </w:rPr>
        <w:t>купный спрос и совокупное предложение;</w:t>
      </w:r>
      <w:r>
        <w:rPr>
          <w:rFonts w:ascii="Times New Roman" w:hAnsi="Times New Roman" w:cs="Times New Roman"/>
          <w:sz w:val="28"/>
          <w:szCs w:val="28"/>
        </w:rPr>
        <w:t xml:space="preserve"> стабилизационная политика; рав</w:t>
      </w:r>
      <w:r w:rsidRPr="00567EA4">
        <w:rPr>
          <w:rFonts w:ascii="Times New Roman" w:hAnsi="Times New Roman" w:cs="Times New Roman"/>
          <w:sz w:val="28"/>
          <w:szCs w:val="28"/>
        </w:rPr>
        <w:t>новесие на товарном рынке; потребление</w:t>
      </w:r>
      <w:r>
        <w:rPr>
          <w:rFonts w:ascii="Times New Roman" w:hAnsi="Times New Roman" w:cs="Times New Roman"/>
          <w:sz w:val="28"/>
          <w:szCs w:val="28"/>
        </w:rPr>
        <w:t xml:space="preserve"> и сбережения; инвестиции; госу</w:t>
      </w:r>
      <w:r w:rsidRPr="00567EA4">
        <w:rPr>
          <w:rFonts w:ascii="Times New Roman" w:hAnsi="Times New Roman" w:cs="Times New Roman"/>
          <w:sz w:val="28"/>
          <w:szCs w:val="28"/>
        </w:rPr>
        <w:t>дарственные расходы и налоги; эффект мультипликатора; бюджетно-налоговая политика; деньги и их функции; равновесие на денежном рынке; денежный мультипликатор; банковская си</w:t>
      </w:r>
      <w:r>
        <w:rPr>
          <w:rFonts w:ascii="Times New Roman" w:hAnsi="Times New Roman" w:cs="Times New Roman"/>
          <w:sz w:val="28"/>
          <w:szCs w:val="28"/>
        </w:rPr>
        <w:t>стема; денежно-кредитная полити</w:t>
      </w:r>
      <w:r w:rsidRPr="00567EA4">
        <w:rPr>
          <w:rFonts w:ascii="Times New Roman" w:hAnsi="Times New Roman" w:cs="Times New Roman"/>
          <w:sz w:val="28"/>
          <w:szCs w:val="28"/>
        </w:rPr>
        <w:t>ка. Экономический рост и развитие; меж</w:t>
      </w:r>
      <w:r>
        <w:rPr>
          <w:rFonts w:ascii="Times New Roman" w:hAnsi="Times New Roman" w:cs="Times New Roman"/>
          <w:sz w:val="28"/>
          <w:szCs w:val="28"/>
        </w:rPr>
        <w:t>дународные экономические отноше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ния; внешняя торговля и торговая политика; платежный баланс; валютный курс; особенности переходной экономики </w:t>
      </w:r>
      <w:r>
        <w:rPr>
          <w:rFonts w:ascii="Times New Roman" w:hAnsi="Times New Roman" w:cs="Times New Roman"/>
          <w:sz w:val="28"/>
          <w:szCs w:val="28"/>
        </w:rPr>
        <w:t>России; приватизация; формы соб</w:t>
      </w:r>
      <w:r w:rsidRPr="00567EA4">
        <w:rPr>
          <w:rFonts w:ascii="Times New Roman" w:hAnsi="Times New Roman" w:cs="Times New Roman"/>
          <w:sz w:val="28"/>
          <w:szCs w:val="28"/>
        </w:rPr>
        <w:t>ственности; предпринимательство; теневая</w:t>
      </w:r>
      <w:r>
        <w:rPr>
          <w:rFonts w:ascii="Times New Roman" w:hAnsi="Times New Roman" w:cs="Times New Roman"/>
          <w:sz w:val="28"/>
          <w:szCs w:val="28"/>
        </w:rPr>
        <w:t xml:space="preserve"> экономика; рынок труда; распре</w:t>
      </w:r>
      <w:r w:rsidRPr="00567EA4">
        <w:rPr>
          <w:rFonts w:ascii="Times New Roman" w:hAnsi="Times New Roman" w:cs="Times New Roman"/>
          <w:sz w:val="28"/>
          <w:szCs w:val="28"/>
        </w:rPr>
        <w:t>деление и доходы; преобразования в социальной сфере; структурные сдвиги в экономике;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открытой экономик</w:t>
      </w:r>
      <w:r w:rsidRPr="00567EA4"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2F4938" w:rsidRDefault="003B733A" w:rsidP="0034207E">
      <w:pPr>
        <w:shd w:val="clear" w:color="auto" w:fill="FFFFFF"/>
        <w:spacing w:after="0"/>
        <w:ind w:left="34" w:firstLine="4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z w:val="28"/>
          <w:szCs w:val="28"/>
        </w:rPr>
        <w:t>Татарский язык.</w:t>
      </w:r>
    </w:p>
    <w:p w:rsidR="003B733A" w:rsidRPr="002F4938" w:rsidRDefault="003B733A" w:rsidP="0034207E">
      <w:pPr>
        <w:shd w:val="clear" w:color="auto" w:fill="FFFFFF"/>
        <w:spacing w:after="0"/>
        <w:ind w:left="34" w:firstLine="674"/>
        <w:jc w:val="both"/>
        <w:rPr>
          <w:rFonts w:ascii="Times New Roman" w:hAnsi="Times New Roman"/>
          <w:color w:val="000000"/>
          <w:sz w:val="28"/>
          <w:szCs w:val="28"/>
        </w:rPr>
      </w:pPr>
      <w:r w:rsidRPr="002F4938">
        <w:rPr>
          <w:rFonts w:ascii="Times New Roman" w:hAnsi="Times New Roman"/>
          <w:b/>
          <w:color w:val="000000"/>
          <w:sz w:val="28"/>
          <w:szCs w:val="28"/>
        </w:rPr>
        <w:t>Целью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 освоения дисциплины является владения культурой мышления, способностью к общению, анализу, восприятию информации, постановке цели и выбору путей ее достижения. </w:t>
      </w:r>
    </w:p>
    <w:p w:rsidR="003B733A" w:rsidRPr="002F4938" w:rsidRDefault="003B733A" w:rsidP="0034207E">
      <w:pPr>
        <w:shd w:val="clear" w:color="auto" w:fill="FFFFFF"/>
        <w:spacing w:after="0"/>
        <w:ind w:left="29" w:right="1075" w:firstLine="679"/>
        <w:jc w:val="both"/>
        <w:rPr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pacing w:val="-2"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/>
          <w:color w:val="000000"/>
          <w:spacing w:val="-2"/>
          <w:sz w:val="28"/>
          <w:szCs w:val="28"/>
        </w:rPr>
        <w:t>Цикл ГСЭ.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Р</w:t>
      </w:r>
      <w:r w:rsidRPr="002F4938">
        <w:rPr>
          <w:rFonts w:ascii="Times New Roman" w:hAnsi="Times New Roman"/>
          <w:color w:val="000000"/>
          <w:spacing w:val="-2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01</w:t>
      </w:r>
      <w:r w:rsidRPr="002F4938">
        <w:rPr>
          <w:rFonts w:ascii="Times New Roman" w:hAnsi="Times New Roman"/>
          <w:color w:val="000000"/>
          <w:spacing w:val="-2"/>
          <w:sz w:val="28"/>
          <w:szCs w:val="28"/>
        </w:rPr>
        <w:t xml:space="preserve">, базовая </w:t>
      </w:r>
      <w:r>
        <w:rPr>
          <w:rFonts w:ascii="Times New Roman" w:hAnsi="Times New Roman"/>
          <w:color w:val="000000"/>
          <w:spacing w:val="-2"/>
          <w:sz w:val="28"/>
          <w:szCs w:val="28"/>
        </w:rPr>
        <w:t>ч</w:t>
      </w:r>
      <w:r w:rsidRPr="002F4938">
        <w:rPr>
          <w:rFonts w:ascii="Times New Roman" w:hAnsi="Times New Roman"/>
          <w:color w:val="000000"/>
          <w:spacing w:val="-2"/>
          <w:sz w:val="28"/>
          <w:szCs w:val="28"/>
        </w:rPr>
        <w:t xml:space="preserve">асть, 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дисциплина осваивается в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 семестре.</w:t>
      </w:r>
    </w:p>
    <w:p w:rsidR="003B733A" w:rsidRPr="002F4938" w:rsidRDefault="003B733A" w:rsidP="0034207E">
      <w:pPr>
        <w:shd w:val="clear" w:color="auto" w:fill="FFFFFF"/>
        <w:spacing w:after="0"/>
        <w:ind w:left="24" w:firstLine="684"/>
        <w:jc w:val="both"/>
        <w:rPr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Формирование и совершенствование слухо-произносительных навыков применительно к новому языковому и речевому </w:t>
      </w:r>
      <w:r w:rsidRPr="002F4938">
        <w:rPr>
          <w:rFonts w:ascii="Times New Roman" w:hAnsi="Times New Roman"/>
          <w:color w:val="000000"/>
          <w:spacing w:val="-1"/>
          <w:sz w:val="28"/>
          <w:szCs w:val="28"/>
        </w:rPr>
        <w:t xml:space="preserve">материалу. Лексика в рамках обозначенной тематики и проблематики общения 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4-х обязательных разделов, каждый из которых соответствует определенной сфере общения (бытовая, учебно-познавательная, социально-культурная и </w:t>
      </w:r>
      <w:r w:rsidRPr="002F4938">
        <w:rPr>
          <w:rFonts w:ascii="Times New Roman" w:hAnsi="Times New Roman"/>
          <w:color w:val="000000"/>
          <w:spacing w:val="-1"/>
          <w:sz w:val="28"/>
          <w:szCs w:val="28"/>
        </w:rPr>
        <w:t>профессиональная сферы).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История ветеринарии </w:t>
      </w:r>
    </w:p>
    <w:p w:rsidR="003B733A" w:rsidRPr="00567EA4" w:rsidRDefault="003B733A" w:rsidP="00C0350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Сформировать у студентов основы по изучению исторических этапов развития ветеринарной профессии с древнейших времен до наших дней. </w:t>
      </w:r>
    </w:p>
    <w:p w:rsidR="003B733A" w:rsidRPr="00567EA4" w:rsidRDefault="003B733A" w:rsidP="00C0350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ГСЭ.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67E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 1 семестре. </w:t>
      </w:r>
    </w:p>
    <w:p w:rsidR="003B733A" w:rsidRPr="00567EA4" w:rsidRDefault="003B733A" w:rsidP="00C0350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Предмет, задачи и методы истории ветеринарии. Зарождение ветеринарии в странах Древнего Востока, Греции и Рима и развитие в эпоху Возрождения и Просвещения. Народная ветеринария Древней Руси и ее развитие в русском централизованном государстве. Ветеринария в России в 18 веке. Ветеринария в России в 19 веке и начале 20-го века. Ветеринария в первые годы советской власти. Ветеринарная служба в годы Великой Отечественной войны и пос</w:t>
      </w:r>
      <w:r>
        <w:rPr>
          <w:rFonts w:ascii="Times New Roman" w:hAnsi="Times New Roman" w:cs="Times New Roman"/>
          <w:sz w:val="28"/>
          <w:szCs w:val="28"/>
        </w:rPr>
        <w:t>левоенного восстановления. Вете</w:t>
      </w:r>
      <w:r w:rsidRPr="00567EA4">
        <w:rPr>
          <w:rFonts w:ascii="Times New Roman" w:hAnsi="Times New Roman" w:cs="Times New Roman"/>
          <w:sz w:val="28"/>
          <w:szCs w:val="28"/>
        </w:rPr>
        <w:t>ринария в СССР в 1953- 1991 годы. Рефор</w:t>
      </w:r>
      <w:r>
        <w:rPr>
          <w:rFonts w:ascii="Times New Roman" w:hAnsi="Times New Roman" w:cs="Times New Roman"/>
          <w:sz w:val="28"/>
          <w:szCs w:val="28"/>
        </w:rPr>
        <w:t>мация ветеринарной службы в Рос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сии в 90-е годы. Ветеринария в России на современном этапе.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2F4938" w:rsidRDefault="003B733A" w:rsidP="0034207E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F4938">
        <w:rPr>
          <w:rFonts w:ascii="Times New Roman" w:hAnsi="Times New Roman" w:cs="Times New Roman"/>
          <w:b/>
          <w:sz w:val="28"/>
          <w:szCs w:val="28"/>
        </w:rPr>
        <w:t>Этика ветеринарного врача</w:t>
      </w:r>
    </w:p>
    <w:p w:rsidR="003B733A" w:rsidRPr="002F4938" w:rsidRDefault="003B733A" w:rsidP="0034207E">
      <w:pPr>
        <w:shd w:val="clear" w:color="auto" w:fill="FFFFFF"/>
        <w:tabs>
          <w:tab w:val="left" w:pos="4066"/>
        </w:tabs>
        <w:spacing w:after="0"/>
        <w:ind w:firstLine="709"/>
        <w:jc w:val="both"/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pacing w:val="-7"/>
          <w:sz w:val="28"/>
          <w:szCs w:val="28"/>
        </w:rPr>
        <w:t>Цель преподавания дисциплины:</w:t>
      </w:r>
    </w:p>
    <w:p w:rsidR="003B733A" w:rsidRPr="002F4938" w:rsidRDefault="003B733A" w:rsidP="0034207E">
      <w:pPr>
        <w:shd w:val="clear" w:color="auto" w:fill="FFFFFF"/>
        <w:tabs>
          <w:tab w:val="num" w:pos="-1134"/>
          <w:tab w:val="left" w:pos="406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-5"/>
          <w:sz w:val="28"/>
          <w:szCs w:val="28"/>
        </w:rPr>
        <w:t>Ф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ормирование у студентов знаний в области биоэтики, ветеринарной </w:t>
      </w:r>
      <w:r w:rsidRPr="002F4938">
        <w:rPr>
          <w:rFonts w:ascii="Times New Roman" w:hAnsi="Times New Roman"/>
          <w:color w:val="000000"/>
          <w:spacing w:val="-4"/>
          <w:sz w:val="28"/>
          <w:szCs w:val="28"/>
        </w:rPr>
        <w:t>этики, ветеринарной деонтологии и этики бизнеса;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pacing w:val="-6"/>
          <w:sz w:val="28"/>
          <w:szCs w:val="28"/>
        </w:rPr>
        <w:t xml:space="preserve">ознакомление с теоретическими, 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нормативными, </w:t>
      </w:r>
      <w:r w:rsidRPr="002F4938">
        <w:rPr>
          <w:rFonts w:ascii="Times New Roman" w:hAnsi="Times New Roman"/>
          <w:color w:val="000000"/>
          <w:spacing w:val="-4"/>
          <w:sz w:val="28"/>
          <w:szCs w:val="28"/>
        </w:rPr>
        <w:t xml:space="preserve">ситуативными 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экспериментально-практическими, </w:t>
      </w:r>
      <w:r w:rsidRPr="002F4938">
        <w:rPr>
          <w:rFonts w:ascii="Times New Roman" w:hAnsi="Times New Roman"/>
          <w:color w:val="000000"/>
          <w:spacing w:val="-6"/>
          <w:sz w:val="28"/>
          <w:szCs w:val="28"/>
        </w:rPr>
        <w:t xml:space="preserve">институциональными, </w:t>
      </w:r>
      <w:r w:rsidRPr="002F4938">
        <w:rPr>
          <w:rFonts w:ascii="Times New Roman" w:hAnsi="Times New Roman"/>
          <w:color w:val="000000"/>
          <w:spacing w:val="-4"/>
          <w:sz w:val="28"/>
          <w:szCs w:val="28"/>
        </w:rPr>
        <w:t>деонтологическими аспектами ветеринарной этики;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>изучение врачебных ошибок, профессиональной ответственности и долга ветеринарного врача;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воспитание глубокой убежденности в необходимости неукоснительного </w:t>
      </w:r>
      <w:r w:rsidRPr="002F4938">
        <w:rPr>
          <w:rFonts w:ascii="Times New Roman" w:hAnsi="Times New Roman"/>
          <w:color w:val="000000"/>
          <w:spacing w:val="-4"/>
          <w:sz w:val="28"/>
          <w:szCs w:val="28"/>
        </w:rPr>
        <w:t xml:space="preserve">соблюдения этических и морально-нравственых норм, правил </w:t>
      </w:r>
      <w:r w:rsidRPr="002F4938">
        <w:rPr>
          <w:rFonts w:ascii="Times New Roman" w:hAnsi="Times New Roman"/>
          <w:bCs/>
          <w:color w:val="000000"/>
          <w:spacing w:val="-4"/>
          <w:sz w:val="28"/>
          <w:szCs w:val="28"/>
        </w:rPr>
        <w:t xml:space="preserve">и 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>принципов в практической и научной деятельности ветеринарного врача.</w:t>
      </w:r>
    </w:p>
    <w:p w:rsidR="003B733A" w:rsidRPr="002F4938" w:rsidRDefault="003B733A" w:rsidP="0034207E">
      <w:pPr>
        <w:shd w:val="clear" w:color="auto" w:fill="FFFFFF"/>
        <w:tabs>
          <w:tab w:val="num" w:pos="-1134"/>
          <w:tab w:val="left" w:pos="4066"/>
        </w:tabs>
        <w:spacing w:after="0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        </w:t>
      </w:r>
      <w:r w:rsidRPr="002F493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Место дисциплины: 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>цикл ГСЭ.В.0</w:t>
      </w:r>
      <w:r>
        <w:rPr>
          <w:rFonts w:ascii="Times New Roman" w:hAnsi="Times New Roman"/>
          <w:color w:val="000000"/>
          <w:spacing w:val="-5"/>
          <w:sz w:val="28"/>
          <w:szCs w:val="28"/>
        </w:rPr>
        <w:t>2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>, дисциплина осваивается в 6 семестре.</w:t>
      </w:r>
    </w:p>
    <w:p w:rsidR="003B733A" w:rsidRPr="002F4938" w:rsidRDefault="003B733A" w:rsidP="0034207E">
      <w:pPr>
        <w:shd w:val="clear" w:color="auto" w:fill="FFFFFF"/>
        <w:tabs>
          <w:tab w:val="num" w:pos="-1134"/>
        </w:tabs>
        <w:spacing w:after="0"/>
        <w:ind w:firstLine="709"/>
        <w:jc w:val="both"/>
        <w:rPr>
          <w:rFonts w:ascii="Times New Roman" w:hAnsi="Times New Roman"/>
          <w:color w:val="000000"/>
          <w:spacing w:val="-5"/>
          <w:sz w:val="28"/>
          <w:szCs w:val="28"/>
        </w:rPr>
      </w:pPr>
      <w:r w:rsidRPr="002F4938">
        <w:rPr>
          <w:rFonts w:ascii="Times New Roman" w:hAnsi="Times New Roman"/>
          <w:b/>
          <w:color w:val="000000"/>
          <w:spacing w:val="-5"/>
          <w:sz w:val="28"/>
          <w:szCs w:val="28"/>
        </w:rPr>
        <w:t xml:space="preserve"> Содержание дисциплины: </w:t>
      </w:r>
      <w:r w:rsidRPr="002F4938">
        <w:rPr>
          <w:rFonts w:ascii="Times New Roman" w:hAnsi="Times New Roman"/>
          <w:color w:val="000000"/>
          <w:spacing w:val="-4"/>
          <w:sz w:val="28"/>
          <w:szCs w:val="28"/>
        </w:rPr>
        <w:t>основные понятия биоэтики и ветеринарной этики;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pacing w:val="-6"/>
          <w:sz w:val="28"/>
          <w:szCs w:val="28"/>
        </w:rPr>
        <w:t xml:space="preserve">история развития биотических учений, современное состояние </w:t>
      </w:r>
      <w:r w:rsidRPr="002F4938">
        <w:rPr>
          <w:rFonts w:ascii="Times New Roman" w:hAnsi="Times New Roman"/>
          <w:color w:val="000000"/>
          <w:spacing w:val="-7"/>
          <w:sz w:val="28"/>
          <w:szCs w:val="28"/>
        </w:rPr>
        <w:t>проблемы;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pacing w:val="-4"/>
          <w:sz w:val="28"/>
          <w:szCs w:val="28"/>
        </w:rPr>
        <w:t>этические проблемы современной ветеринарии и биотехнологий;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 принципы этичного отношения к животным; </w:t>
      </w:r>
      <w:r w:rsidRPr="002F4938">
        <w:rPr>
          <w:rFonts w:ascii="Times New Roman" w:hAnsi="Times New Roman"/>
          <w:color w:val="000000"/>
          <w:spacing w:val="-6"/>
          <w:sz w:val="28"/>
          <w:szCs w:val="28"/>
        </w:rPr>
        <w:t xml:space="preserve">основы международного и национального законодательства по защите </w:t>
      </w:r>
      <w:r w:rsidRPr="002F4938">
        <w:rPr>
          <w:rFonts w:ascii="Times New Roman" w:hAnsi="Times New Roman"/>
          <w:color w:val="000000"/>
          <w:spacing w:val="-7"/>
          <w:sz w:val="28"/>
          <w:szCs w:val="28"/>
        </w:rPr>
        <w:t>животных;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pacing w:val="-6"/>
          <w:sz w:val="28"/>
          <w:szCs w:val="28"/>
        </w:rPr>
        <w:t>правовые и этические проблемы ветеринарии РФ;</w:t>
      </w:r>
      <w:r w:rsidRPr="002F4938">
        <w:rPr>
          <w:rFonts w:ascii="Times New Roman" w:hAnsi="Times New Roman"/>
          <w:color w:val="000000"/>
          <w:spacing w:val="-5"/>
          <w:sz w:val="28"/>
          <w:szCs w:val="28"/>
        </w:rPr>
        <w:t xml:space="preserve"> основные этические проблемы ведения ветеринарного бизнеса в России.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2F4938" w:rsidRDefault="003B733A" w:rsidP="00397CDA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Культура управленческой деятельности</w:t>
      </w:r>
    </w:p>
    <w:p w:rsidR="003B733A" w:rsidRPr="002F4938" w:rsidRDefault="003B733A" w:rsidP="00397CD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формирование системы знаний будущих специалистов об особенностях делового общения, развитие у них коммуникативных и социально – персептивных способностей, приобретение нав</w:t>
      </w:r>
      <w:r>
        <w:rPr>
          <w:rFonts w:ascii="Times New Roman" w:hAnsi="Times New Roman" w:cs="Times New Roman"/>
          <w:sz w:val="28"/>
          <w:szCs w:val="28"/>
        </w:rPr>
        <w:t>ыков эф</w:t>
      </w:r>
      <w:r w:rsidRPr="002F4938">
        <w:rPr>
          <w:rFonts w:ascii="Times New Roman" w:hAnsi="Times New Roman" w:cs="Times New Roman"/>
          <w:sz w:val="28"/>
          <w:szCs w:val="28"/>
        </w:rPr>
        <w:t xml:space="preserve">фективного делового общения, умения использовать психологические знания в общении и взаимодействии. </w:t>
      </w:r>
    </w:p>
    <w:p w:rsidR="003B733A" w:rsidRPr="002F4938" w:rsidRDefault="003B733A" w:rsidP="00397CD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ГСЭ.В</w:t>
      </w:r>
      <w:r>
        <w:rPr>
          <w:rFonts w:ascii="Times New Roman" w:hAnsi="Times New Roman" w:cs="Times New Roman"/>
          <w:sz w:val="28"/>
          <w:szCs w:val="28"/>
        </w:rPr>
        <w:t>.03, дисциплина осваивается в 5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2F4938" w:rsidRDefault="003B733A" w:rsidP="00397CD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Общение как социально-психологическая проблема (понятие общения, структура и </w:t>
      </w:r>
      <w:r>
        <w:rPr>
          <w:rFonts w:ascii="Times New Roman" w:hAnsi="Times New Roman" w:cs="Times New Roman"/>
          <w:sz w:val="28"/>
          <w:szCs w:val="28"/>
        </w:rPr>
        <w:t>средства общения, механизмы воз</w:t>
      </w:r>
      <w:r w:rsidRPr="002F4938">
        <w:rPr>
          <w:rFonts w:ascii="Times New Roman" w:hAnsi="Times New Roman" w:cs="Times New Roman"/>
          <w:sz w:val="28"/>
          <w:szCs w:val="28"/>
        </w:rPr>
        <w:t>действия в процессе общения). Персепти</w:t>
      </w:r>
      <w:r>
        <w:rPr>
          <w:rFonts w:ascii="Times New Roman" w:hAnsi="Times New Roman" w:cs="Times New Roman"/>
          <w:sz w:val="28"/>
          <w:szCs w:val="28"/>
        </w:rPr>
        <w:t>вная сторона общения. Коммуника</w:t>
      </w:r>
      <w:r w:rsidRPr="002F4938">
        <w:rPr>
          <w:rFonts w:ascii="Times New Roman" w:hAnsi="Times New Roman" w:cs="Times New Roman"/>
          <w:sz w:val="28"/>
          <w:szCs w:val="28"/>
        </w:rPr>
        <w:t>тивная сторона общения. Вербальные и не</w:t>
      </w:r>
      <w:r>
        <w:rPr>
          <w:rFonts w:ascii="Times New Roman" w:hAnsi="Times New Roman" w:cs="Times New Roman"/>
          <w:sz w:val="28"/>
          <w:szCs w:val="28"/>
        </w:rPr>
        <w:t>вербальные средства общения. Ин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терактивная сторона общения. Деловое общение его виды и формы. Деловая беседа как форма деловой коммуникации. Психологические аспекты переговорного процесса. Психологические особенности публичного выступления. Конфликты и пути их разрешения в деловом общении. Стрессы и стрессоустойчивость в деловом общении.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2F4938" w:rsidRDefault="003B733A" w:rsidP="00397CDA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специальность </w:t>
      </w:r>
    </w:p>
    <w:p w:rsidR="003B733A" w:rsidRPr="002F4938" w:rsidRDefault="003B733A" w:rsidP="00397CD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ознакомление студентов с основными данными по специальным ветеринарным дисциплинам. </w:t>
      </w:r>
    </w:p>
    <w:p w:rsidR="003B733A" w:rsidRPr="002F4938" w:rsidRDefault="003B733A" w:rsidP="00397CD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F4938">
        <w:rPr>
          <w:rFonts w:ascii="Times New Roman" w:hAnsi="Times New Roman" w:cs="Times New Roman"/>
          <w:sz w:val="28"/>
          <w:szCs w:val="28"/>
        </w:rPr>
        <w:t>цикл ГСЭ.В</w:t>
      </w:r>
      <w:r>
        <w:rPr>
          <w:rFonts w:ascii="Times New Roman" w:hAnsi="Times New Roman" w:cs="Times New Roman"/>
          <w:sz w:val="28"/>
          <w:szCs w:val="28"/>
        </w:rPr>
        <w:t>.04, дисциплина осваивается в 1</w:t>
      </w:r>
      <w:r w:rsidRPr="002F4938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397CDA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Краткий исторический очерк о ветеринарии. Роль ветеринарной медицины в современном обществе. Выдающиеся ученые в области ветеринарной науки. Основные сведения по ветеринарной хирургии, акушерству и гинекологии, ВСЭ,</w:t>
      </w:r>
      <w:r>
        <w:rPr>
          <w:rFonts w:ascii="Times New Roman" w:hAnsi="Times New Roman" w:cs="Times New Roman"/>
          <w:sz w:val="28"/>
          <w:szCs w:val="28"/>
        </w:rPr>
        <w:t xml:space="preserve"> эпизоотологии, внутренних неза</w:t>
      </w:r>
      <w:r w:rsidRPr="002F4938">
        <w:rPr>
          <w:rFonts w:ascii="Times New Roman" w:hAnsi="Times New Roman" w:cs="Times New Roman"/>
          <w:sz w:val="28"/>
          <w:szCs w:val="28"/>
        </w:rPr>
        <w:t>разных бо</w:t>
      </w:r>
      <w:r>
        <w:rPr>
          <w:rFonts w:ascii="Times New Roman" w:hAnsi="Times New Roman" w:cs="Times New Roman"/>
          <w:sz w:val="28"/>
          <w:szCs w:val="28"/>
        </w:rPr>
        <w:t>лезнях, паразитологии и т.д.</w:t>
      </w:r>
    </w:p>
    <w:p w:rsidR="003B733A" w:rsidRPr="00242B77" w:rsidRDefault="003B733A" w:rsidP="00242B7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242B77">
        <w:rPr>
          <w:rFonts w:ascii="Times New Roman" w:hAnsi="Times New Roman" w:cs="Times New Roman"/>
          <w:b/>
          <w:bCs/>
          <w:sz w:val="28"/>
          <w:szCs w:val="28"/>
        </w:rPr>
        <w:t xml:space="preserve">Психолого-педагогические аспекты управления </w:t>
      </w:r>
    </w:p>
    <w:p w:rsidR="003B733A" w:rsidRPr="00242B77" w:rsidRDefault="003B733A" w:rsidP="00242B7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2B77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42B77">
        <w:rPr>
          <w:rFonts w:ascii="Times New Roman" w:hAnsi="Times New Roman" w:cs="Times New Roman"/>
          <w:sz w:val="28"/>
          <w:szCs w:val="28"/>
        </w:rPr>
        <w:t xml:space="preserve">получение студентами профессионально необходимых психологических знаний и навыков для решения проблем повышения эффективности управления организациями и собственной профессиональной деятельностью. </w:t>
      </w:r>
    </w:p>
    <w:p w:rsidR="003B733A" w:rsidRPr="00242B77" w:rsidRDefault="003B733A" w:rsidP="00242B7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2B77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242B77">
        <w:rPr>
          <w:rFonts w:ascii="Times New Roman" w:hAnsi="Times New Roman" w:cs="Times New Roman"/>
          <w:sz w:val="28"/>
          <w:szCs w:val="28"/>
        </w:rPr>
        <w:t>Цикл ГСЭ.В.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242B77">
        <w:rPr>
          <w:rFonts w:ascii="Times New Roman" w:hAnsi="Times New Roman" w:cs="Times New Roman"/>
          <w:sz w:val="28"/>
          <w:szCs w:val="28"/>
        </w:rPr>
        <w:t xml:space="preserve">, дисциплина осваивается в 4 семестре. </w:t>
      </w:r>
    </w:p>
    <w:p w:rsidR="003B733A" w:rsidRDefault="003B733A" w:rsidP="00242B7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2B77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42B77">
        <w:rPr>
          <w:rFonts w:ascii="Times New Roman" w:hAnsi="Times New Roman" w:cs="Times New Roman"/>
          <w:sz w:val="28"/>
          <w:szCs w:val="28"/>
        </w:rPr>
        <w:t>Психология управления как наука: предмет, цели, основные принципы и задачи, методы психологии управления. История становления психологии управления. Организационное поведение как объект управления. Управление коммуникациями (межличностный, групповой, общеорганизационный уровень). Управление неоптимальными состояниями (конфликтами и стрессами) Личность в управленческих взаимодействиях. Проблема руководства и лидерства. Психологические особенности личности руководителя. Психология эффективного управленческого взаимодействия: эффективное использование ресурсов организационной власти, поведенческие и ситуационные модели стилей управления. Психология управления групповыми явлениями и процессами. Психология принятия управленческих решений.</w:t>
      </w:r>
    </w:p>
    <w:p w:rsidR="003B733A" w:rsidRDefault="003B733A" w:rsidP="00242B7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Культура речи и общения </w:t>
      </w:r>
    </w:p>
    <w:p w:rsidR="003B733A" w:rsidRPr="00567EA4" w:rsidRDefault="003B733A" w:rsidP="0034486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обосновать понятие языковой нормы, осветить речевые нормы учебной и научной сфер деятельности, свойства официально-деловой письменной речи, привить навыки культуры бытового и делового общения. </w:t>
      </w:r>
    </w:p>
    <w:p w:rsidR="003B733A" w:rsidRPr="00567EA4" w:rsidRDefault="003B733A" w:rsidP="0034486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ГСЭ.В.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34486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Стили с</w:t>
      </w:r>
      <w:r>
        <w:rPr>
          <w:rFonts w:ascii="Times New Roman" w:hAnsi="Times New Roman" w:cs="Times New Roman"/>
          <w:sz w:val="28"/>
          <w:szCs w:val="28"/>
        </w:rPr>
        <w:t>овременного русского языка. Язы</w:t>
      </w:r>
      <w:r w:rsidRPr="00567EA4">
        <w:rPr>
          <w:rFonts w:ascii="Times New Roman" w:hAnsi="Times New Roman" w:cs="Times New Roman"/>
          <w:sz w:val="28"/>
          <w:szCs w:val="28"/>
        </w:rPr>
        <w:t xml:space="preserve">ковая норма. Речевое взаимодействие. Устная и письменная разновидности литературного языка. Нормативные, коммуникативные, этические аспекты устной и письменной речи. Функциональные стили современного русского языка. Научный стиль. Речевые нормы учебной и научной сфер деятельности. Речевые нормы учебной и научной сфер деятельности. Официально-деловой стиль, сфера его функционирования, жанровое разнообразие. Языковые формулы официальных документов. Интернациональные свойства русской официально-деловой письменной речи. Правила оформления документов. Речевой этикет в документе. Жанровая дифференциация и отбор языковых средств в публицистическом стиле. Особенности устной публичной речи. Оратор и его аудитория. Основные типы аргументов. Подготовка речи. Словесное оформление публичного выступления. Разговорная речь в системе функциональных разновидностей русского литературного языка. Культура речи. Основные направления совершенствования навыков грамотного письма и говорения. </w:t>
      </w:r>
    </w:p>
    <w:p w:rsidR="003B733A" w:rsidRPr="00567EA4" w:rsidRDefault="003B733A" w:rsidP="006904C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ЕН - МАТЕМАТИЧЕСКИЙ И ЕСТЕСТВЕННОНАУЧНЫЙ ЦИКЛ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Математика </w:t>
      </w:r>
    </w:p>
    <w:p w:rsidR="003B733A" w:rsidRPr="00567EA4" w:rsidRDefault="003B733A" w:rsidP="00657FC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познакомить ст</w:t>
      </w:r>
      <w:r>
        <w:rPr>
          <w:rFonts w:ascii="Times New Roman" w:hAnsi="Times New Roman" w:cs="Times New Roman"/>
          <w:sz w:val="28"/>
          <w:szCs w:val="28"/>
        </w:rPr>
        <w:t>удентов с основными идеями и по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нятиями высшей математики, научить студентов языку математики. </w:t>
      </w:r>
    </w:p>
    <w:p w:rsidR="003B733A" w:rsidRPr="00567EA4" w:rsidRDefault="003B733A" w:rsidP="00657FC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ЕН.Ф.</w:t>
      </w:r>
      <w:r>
        <w:rPr>
          <w:rFonts w:ascii="Times New Roman" w:hAnsi="Times New Roman" w:cs="Times New Roman"/>
          <w:sz w:val="28"/>
          <w:szCs w:val="28"/>
        </w:rPr>
        <w:t xml:space="preserve">01, </w:t>
      </w:r>
      <w:r w:rsidRPr="00567EA4">
        <w:rPr>
          <w:rFonts w:ascii="Times New Roman" w:hAnsi="Times New Roman" w:cs="Times New Roman"/>
          <w:sz w:val="28"/>
          <w:szCs w:val="28"/>
        </w:rPr>
        <w:t>дисциплина ос</w:t>
      </w:r>
      <w:r>
        <w:rPr>
          <w:rFonts w:ascii="Times New Roman" w:hAnsi="Times New Roman" w:cs="Times New Roman"/>
          <w:sz w:val="28"/>
          <w:szCs w:val="28"/>
        </w:rPr>
        <w:t>ваивается на</w:t>
      </w:r>
      <w:r w:rsidRPr="00567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и 2 семестрах.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Аналитическая геометрия и линейная алгебра; дифференциальное и интегральн</w:t>
      </w:r>
      <w:r>
        <w:rPr>
          <w:rFonts w:ascii="Times New Roman" w:hAnsi="Times New Roman" w:cs="Times New Roman"/>
          <w:sz w:val="28"/>
          <w:szCs w:val="28"/>
        </w:rPr>
        <w:t>ое исчисления; ряды; дифференци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альные уравнения; элементы теории вероятностей; статистические методы обработки экспериментальных данных.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Информатика </w:t>
      </w:r>
      <w:r>
        <w:rPr>
          <w:rFonts w:ascii="Times New Roman" w:hAnsi="Times New Roman" w:cs="Times New Roman"/>
          <w:b/>
          <w:bCs/>
          <w:sz w:val="28"/>
          <w:szCs w:val="28"/>
        </w:rPr>
        <w:t>и компьютеризация ветеринарной медицины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ознакомление студентов с основными понятиями информатики, вычислительной техники и использование основных информационных методов.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ЕН.Ф.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>2, дисциплина ос</w:t>
      </w:r>
      <w:r>
        <w:rPr>
          <w:rFonts w:ascii="Times New Roman" w:hAnsi="Times New Roman" w:cs="Times New Roman"/>
          <w:sz w:val="28"/>
          <w:szCs w:val="28"/>
        </w:rPr>
        <w:t>ваивается в 3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Поня</w:t>
      </w:r>
      <w:r>
        <w:rPr>
          <w:rFonts w:ascii="Times New Roman" w:hAnsi="Times New Roman" w:cs="Times New Roman"/>
          <w:sz w:val="28"/>
          <w:szCs w:val="28"/>
        </w:rPr>
        <w:t>тие информации; общая характери</w:t>
      </w:r>
      <w:r w:rsidRPr="00567EA4">
        <w:rPr>
          <w:rFonts w:ascii="Times New Roman" w:hAnsi="Times New Roman" w:cs="Times New Roman"/>
          <w:sz w:val="28"/>
          <w:szCs w:val="28"/>
        </w:rPr>
        <w:t>стика процессов сбора, передачи, обработ</w:t>
      </w:r>
      <w:r>
        <w:rPr>
          <w:rFonts w:ascii="Times New Roman" w:hAnsi="Times New Roman" w:cs="Times New Roman"/>
          <w:sz w:val="28"/>
          <w:szCs w:val="28"/>
        </w:rPr>
        <w:t>ки и накопления информации; тех</w:t>
      </w:r>
      <w:r w:rsidRPr="00567EA4">
        <w:rPr>
          <w:rFonts w:ascii="Times New Roman" w:hAnsi="Times New Roman" w:cs="Times New Roman"/>
          <w:sz w:val="28"/>
          <w:szCs w:val="28"/>
        </w:rPr>
        <w:t>нические и программные средства реализации информационных процессов; модели решения функциональных и вычислительных задач; алгоритмизация и программирование; языки программирования высокого уровня; б</w:t>
      </w:r>
      <w:r>
        <w:rPr>
          <w:rFonts w:ascii="Times New Roman" w:hAnsi="Times New Roman" w:cs="Times New Roman"/>
          <w:sz w:val="28"/>
          <w:szCs w:val="28"/>
        </w:rPr>
        <w:t>азы дан</w:t>
      </w:r>
      <w:r w:rsidRPr="00567EA4">
        <w:rPr>
          <w:rFonts w:ascii="Times New Roman" w:hAnsi="Times New Roman" w:cs="Times New Roman"/>
          <w:sz w:val="28"/>
          <w:szCs w:val="28"/>
        </w:rPr>
        <w:t>ных; программное обеспечение и технология программирования; локальные и глобальные сети ЭВМ: основы защит</w:t>
      </w:r>
      <w:r>
        <w:rPr>
          <w:rFonts w:ascii="Times New Roman" w:hAnsi="Times New Roman" w:cs="Times New Roman"/>
          <w:sz w:val="28"/>
          <w:szCs w:val="28"/>
        </w:rPr>
        <w:t>ы информации и сведений, состав</w:t>
      </w:r>
      <w:r w:rsidRPr="00567EA4">
        <w:rPr>
          <w:rFonts w:ascii="Times New Roman" w:hAnsi="Times New Roman" w:cs="Times New Roman"/>
          <w:sz w:val="28"/>
          <w:szCs w:val="28"/>
        </w:rPr>
        <w:t>ляющих Государственную тайну; мето</w:t>
      </w:r>
      <w:r>
        <w:rPr>
          <w:rFonts w:ascii="Times New Roman" w:hAnsi="Times New Roman" w:cs="Times New Roman"/>
          <w:sz w:val="28"/>
          <w:szCs w:val="28"/>
        </w:rPr>
        <w:t>ды защиты информации; компьютер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ный практикум.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Физика </w:t>
      </w:r>
      <w:r>
        <w:rPr>
          <w:rFonts w:ascii="Times New Roman" w:hAnsi="Times New Roman" w:cs="Times New Roman"/>
          <w:b/>
          <w:bCs/>
          <w:sz w:val="28"/>
          <w:szCs w:val="28"/>
        </w:rPr>
        <w:t>и биофизика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дисциплины: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ознакомление студентов с современными представлениями о биофизических процессах в клетке.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ЕН.Ф.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3, дисциплина осваивается в 1…2 семестрах.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Термод</w:t>
      </w:r>
      <w:r>
        <w:rPr>
          <w:rFonts w:ascii="Times New Roman" w:hAnsi="Times New Roman" w:cs="Times New Roman"/>
          <w:sz w:val="28"/>
          <w:szCs w:val="28"/>
        </w:rPr>
        <w:t>инамика и биоэнергетика. Механи</w:t>
      </w:r>
      <w:r w:rsidRPr="00567EA4">
        <w:rPr>
          <w:rFonts w:ascii="Times New Roman" w:hAnsi="Times New Roman" w:cs="Times New Roman"/>
          <w:sz w:val="28"/>
          <w:szCs w:val="28"/>
        </w:rPr>
        <w:t>ка и биомеханика (колебания и волны). А</w:t>
      </w:r>
      <w:r>
        <w:rPr>
          <w:rFonts w:ascii="Times New Roman" w:hAnsi="Times New Roman" w:cs="Times New Roman"/>
          <w:sz w:val="28"/>
          <w:szCs w:val="28"/>
        </w:rPr>
        <w:t>кустика. Гидродинамика и гемоди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намика. Молекулярная физика и свободно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67EA4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>дикальное окисление. Элек</w:t>
      </w:r>
      <w:r w:rsidRPr="00567EA4">
        <w:rPr>
          <w:rFonts w:ascii="Times New Roman" w:hAnsi="Times New Roman" w:cs="Times New Roman"/>
          <w:sz w:val="28"/>
          <w:szCs w:val="28"/>
        </w:rPr>
        <w:t xml:space="preserve">тричество и магнетизм. Оптика и квантовые явления в организмах. Атомная и ядерная физика. Физический практикум.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E7348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Биология с основами экологии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формирование у студентов биологического мышления и целостного естественнонаучного мировоззрения.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ЕН.Ф.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567EA4">
        <w:rPr>
          <w:rFonts w:ascii="Times New Roman" w:hAnsi="Times New Roman" w:cs="Times New Roman"/>
          <w:sz w:val="28"/>
          <w:szCs w:val="28"/>
        </w:rPr>
        <w:t>, дисциплина осваивается в</w:t>
      </w:r>
      <w:r>
        <w:rPr>
          <w:rFonts w:ascii="Times New Roman" w:hAnsi="Times New Roman" w:cs="Times New Roman"/>
          <w:sz w:val="28"/>
          <w:szCs w:val="28"/>
        </w:rPr>
        <w:t xml:space="preserve"> 1…</w:t>
      </w:r>
      <w:r w:rsidRPr="00567EA4">
        <w:rPr>
          <w:rFonts w:ascii="Times New Roman" w:hAnsi="Times New Roman" w:cs="Times New Roman"/>
          <w:sz w:val="28"/>
          <w:szCs w:val="28"/>
        </w:rPr>
        <w:t>2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Общая биология. Основные закономерности живых организмов. Химическая основа жизни. </w:t>
      </w:r>
      <w:r>
        <w:rPr>
          <w:rFonts w:ascii="Times New Roman" w:hAnsi="Times New Roman" w:cs="Times New Roman"/>
          <w:sz w:val="28"/>
          <w:szCs w:val="28"/>
        </w:rPr>
        <w:t>Биология клетки. Кле</w:t>
      </w:r>
      <w:r w:rsidRPr="00567EA4">
        <w:rPr>
          <w:rFonts w:ascii="Times New Roman" w:hAnsi="Times New Roman" w:cs="Times New Roman"/>
          <w:sz w:val="28"/>
          <w:szCs w:val="28"/>
        </w:rPr>
        <w:t>точная теория. Прокариоты и эукариоты: происхождение и структурно-функциональная организация. Обмен вещ</w:t>
      </w:r>
      <w:r>
        <w:rPr>
          <w:rFonts w:ascii="Times New Roman" w:hAnsi="Times New Roman" w:cs="Times New Roman"/>
          <w:sz w:val="28"/>
          <w:szCs w:val="28"/>
        </w:rPr>
        <w:t>еств и энергии в клетке. Жизнен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ный и митотический цикл клетки. </w:t>
      </w:r>
      <w:r>
        <w:rPr>
          <w:rFonts w:ascii="Times New Roman" w:hAnsi="Times New Roman" w:cs="Times New Roman"/>
          <w:sz w:val="28"/>
          <w:szCs w:val="28"/>
        </w:rPr>
        <w:t>Дифференциация клеток. Размноже</w:t>
      </w:r>
      <w:r w:rsidRPr="00567EA4">
        <w:rPr>
          <w:rFonts w:ascii="Times New Roman" w:hAnsi="Times New Roman" w:cs="Times New Roman"/>
          <w:sz w:val="28"/>
          <w:szCs w:val="28"/>
        </w:rPr>
        <w:t>ние организмов. Бесполое и половое размножение. Гаметогенез. Структура половых клеток. Оплодотворение. Чередование поколений. Гермафродитизм и половой диморфизм. Биология развития. Онтогенез. Биологические аспекты старения, смерти. Регенерация о</w:t>
      </w:r>
      <w:r>
        <w:rPr>
          <w:rFonts w:ascii="Times New Roman" w:hAnsi="Times New Roman" w:cs="Times New Roman"/>
          <w:sz w:val="28"/>
          <w:szCs w:val="28"/>
        </w:rPr>
        <w:t>рганов и тканей. Эволюция живот</w:t>
      </w:r>
      <w:r w:rsidRPr="00567EA4">
        <w:rPr>
          <w:rFonts w:ascii="Times New Roman" w:hAnsi="Times New Roman" w:cs="Times New Roman"/>
          <w:sz w:val="28"/>
          <w:szCs w:val="28"/>
        </w:rPr>
        <w:t>ного мира. Происхождение жизни, теория эволюции. Учение о виде и видообразовании. Филогенез. Экология. Общ</w:t>
      </w:r>
      <w:r>
        <w:rPr>
          <w:rFonts w:ascii="Times New Roman" w:hAnsi="Times New Roman" w:cs="Times New Roman"/>
          <w:sz w:val="28"/>
          <w:szCs w:val="28"/>
        </w:rPr>
        <w:t>ая структура экосистем. Биотиче</w:t>
      </w:r>
      <w:r w:rsidRPr="00567EA4">
        <w:rPr>
          <w:rFonts w:ascii="Times New Roman" w:hAnsi="Times New Roman" w:cs="Times New Roman"/>
          <w:sz w:val="28"/>
          <w:szCs w:val="28"/>
        </w:rPr>
        <w:t>ский и абиотический компоненты экосис</w:t>
      </w:r>
      <w:r>
        <w:rPr>
          <w:rFonts w:ascii="Times New Roman" w:hAnsi="Times New Roman" w:cs="Times New Roman"/>
          <w:sz w:val="28"/>
          <w:szCs w:val="28"/>
        </w:rPr>
        <w:t>тем. Эволюции популяций. Динами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ки о гомеостаз популяций. Биосфера. Круговорот веществ в биосфере. Искусственные экосистемы. Агроценозы.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Неорганическая химия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привить студент</w:t>
      </w:r>
      <w:r>
        <w:rPr>
          <w:rFonts w:ascii="Times New Roman" w:hAnsi="Times New Roman" w:cs="Times New Roman"/>
          <w:sz w:val="28"/>
          <w:szCs w:val="28"/>
        </w:rPr>
        <w:t>ам знания по теоретическим осно</w:t>
      </w:r>
      <w:r w:rsidRPr="00567EA4">
        <w:rPr>
          <w:rFonts w:ascii="Times New Roman" w:hAnsi="Times New Roman" w:cs="Times New Roman"/>
          <w:sz w:val="28"/>
          <w:szCs w:val="28"/>
        </w:rPr>
        <w:t>вам химии и свойствам важнейших биогенных и токсичных химических элементов и образуемых ими простых и слож</w:t>
      </w:r>
      <w:r>
        <w:rPr>
          <w:rFonts w:ascii="Times New Roman" w:hAnsi="Times New Roman" w:cs="Times New Roman"/>
          <w:sz w:val="28"/>
          <w:szCs w:val="28"/>
        </w:rPr>
        <w:t>ных неорганических веществ, нау</w:t>
      </w:r>
      <w:r w:rsidRPr="00567EA4">
        <w:rPr>
          <w:rFonts w:ascii="Times New Roman" w:hAnsi="Times New Roman" w:cs="Times New Roman"/>
          <w:sz w:val="28"/>
          <w:szCs w:val="28"/>
        </w:rPr>
        <w:t xml:space="preserve">чить студентов предсказывать возможность и направление протекания химических реакций, устанавливать взаимосвязи между строением вещества и его химическими свойствами, пользоваться современной химической терминологией, привить навыки расчетов с использованием основных понятий и законов стехиометрии, закона действующих масс, понятий водородный и гидроксильный показатели и расчетов, необходимых для приготовления растворов заданного состава, ознакомить студентов с особенностями химических свойств важнейших биогенных макро- и микроэлементов, а также элементов, соединения которых представляют собой опасность для окружающей среды.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ЕН.Ф.</w:t>
      </w:r>
      <w:r>
        <w:rPr>
          <w:rFonts w:ascii="Times New Roman" w:hAnsi="Times New Roman" w:cs="Times New Roman"/>
          <w:sz w:val="28"/>
          <w:szCs w:val="28"/>
        </w:rPr>
        <w:t>05.01,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1 семестре.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Периодическая система и строение атомов элементов; химическая связь; ковалентная связь; метод валентных связей; гибридизация; метод молекулярных орбиталей; ионная связь; химическая связь в комплексных соединениях; строение вещества в конденсированном состоянии; растворы; способы выражения концентраций; идеальные и неидеальные растворы, активность; растворы электролитов; равновесия в растворах; окислительно-восстановительны</w:t>
      </w:r>
      <w:r>
        <w:rPr>
          <w:rFonts w:ascii="Times New Roman" w:hAnsi="Times New Roman" w:cs="Times New Roman"/>
          <w:sz w:val="28"/>
          <w:szCs w:val="28"/>
        </w:rPr>
        <w:t>е реакции; протеолитическое рав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новесие; гидролиз солей; скорость химических реакций; химия элементов групп периодической системы. </w:t>
      </w:r>
    </w:p>
    <w:p w:rsidR="003B733A" w:rsidRDefault="003B733A" w:rsidP="001026D7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1026D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Аналитическая химия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формирование знаний по методам химического анализа; научить студентов выбирать оп</w:t>
      </w:r>
      <w:r>
        <w:rPr>
          <w:rFonts w:ascii="Times New Roman" w:hAnsi="Times New Roman" w:cs="Times New Roman"/>
          <w:sz w:val="28"/>
          <w:szCs w:val="28"/>
        </w:rPr>
        <w:t>тимальный метод анализа, пользо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ваться современной химической терминологией в области аналитической химии; выработать умения использования лабораторного оборудования, химической посуды и измерительных приборов, овладение навыками математической обработки результатов анализа; воспитать ответственное отношение к результатам анализа, полученным при самостоятельной работе в лаборатории.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ЕН.Ф.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.02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во 2 семестре.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Элемен</w:t>
      </w:r>
      <w:r>
        <w:rPr>
          <w:rFonts w:ascii="Times New Roman" w:hAnsi="Times New Roman" w:cs="Times New Roman"/>
          <w:sz w:val="28"/>
          <w:szCs w:val="28"/>
        </w:rPr>
        <w:t>тный, молекулярный, фазовый ана</w:t>
      </w:r>
      <w:r w:rsidRPr="00567EA4">
        <w:rPr>
          <w:rFonts w:ascii="Times New Roman" w:hAnsi="Times New Roman" w:cs="Times New Roman"/>
          <w:sz w:val="28"/>
          <w:szCs w:val="28"/>
        </w:rPr>
        <w:t xml:space="preserve">лиз; качественный анализ; метод разделения и концентрирования веществ, методы количественного анализа; гравиметрический анализ, кислотно-основное, окислительно-восстановительное, осадителъное и комплексоно-метрическое титрование.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Органическая химия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дать студентам </w:t>
      </w:r>
      <w:r>
        <w:rPr>
          <w:rFonts w:ascii="Times New Roman" w:hAnsi="Times New Roman" w:cs="Times New Roman"/>
          <w:sz w:val="28"/>
          <w:szCs w:val="28"/>
        </w:rPr>
        <w:t>новейшие сведения и факты об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новных понятиях и законах органической химии. Изучить классификацию, строение и номенклатуру органических соединений. </w:t>
      </w:r>
    </w:p>
    <w:p w:rsidR="003B733A" w:rsidRPr="00567EA4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ЕН.Ф.</w:t>
      </w:r>
      <w:r>
        <w:rPr>
          <w:rFonts w:ascii="Times New Roman" w:hAnsi="Times New Roman" w:cs="Times New Roman"/>
          <w:sz w:val="28"/>
          <w:szCs w:val="28"/>
        </w:rPr>
        <w:t>05.03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во 2 семестре.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Классификация, строение и номенклатура органических соединений; классифика</w:t>
      </w:r>
      <w:r>
        <w:rPr>
          <w:rFonts w:ascii="Times New Roman" w:hAnsi="Times New Roman" w:cs="Times New Roman"/>
          <w:sz w:val="28"/>
          <w:szCs w:val="28"/>
        </w:rPr>
        <w:t>ция органических реакций; равно</w:t>
      </w:r>
      <w:r w:rsidRPr="00567EA4">
        <w:rPr>
          <w:rFonts w:ascii="Times New Roman" w:hAnsi="Times New Roman" w:cs="Times New Roman"/>
          <w:sz w:val="28"/>
          <w:szCs w:val="28"/>
        </w:rPr>
        <w:t>весие и скорости, механизмы, катализ ор</w:t>
      </w:r>
      <w:r>
        <w:rPr>
          <w:rFonts w:ascii="Times New Roman" w:hAnsi="Times New Roman" w:cs="Times New Roman"/>
          <w:sz w:val="28"/>
          <w:szCs w:val="28"/>
        </w:rPr>
        <w:t>ганических реакций; свойства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новных классов органических соединений. </w:t>
      </w:r>
    </w:p>
    <w:p w:rsidR="003B733A" w:rsidRDefault="003B733A" w:rsidP="001026D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E7348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Физколлоидная химия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состоит в том,</w:t>
      </w:r>
      <w:r>
        <w:rPr>
          <w:rFonts w:ascii="Times New Roman" w:hAnsi="Times New Roman" w:cs="Times New Roman"/>
          <w:sz w:val="28"/>
          <w:szCs w:val="28"/>
        </w:rPr>
        <w:t xml:space="preserve"> чтобы дать студентам теоретиче</w:t>
      </w:r>
      <w:r w:rsidRPr="00567EA4">
        <w:rPr>
          <w:rFonts w:ascii="Times New Roman" w:hAnsi="Times New Roman" w:cs="Times New Roman"/>
          <w:sz w:val="28"/>
          <w:szCs w:val="28"/>
        </w:rPr>
        <w:t>ские, методологические и практические знания, формирующие современную химическую основу для освоения профилирующих учебных дисциплин и выполнения основных профессиональных задач: профилактики и лечения болезней животных, повышения производства доброкачественных продуктов и сырья животного происхождения, охра</w:t>
      </w:r>
      <w:r>
        <w:rPr>
          <w:rFonts w:ascii="Times New Roman" w:hAnsi="Times New Roman" w:cs="Times New Roman"/>
          <w:sz w:val="28"/>
          <w:szCs w:val="28"/>
        </w:rPr>
        <w:t>ны окружающей среды от загрязне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ний и др.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ЕН.Ф.0</w:t>
      </w:r>
      <w:r>
        <w:rPr>
          <w:rFonts w:ascii="Times New Roman" w:hAnsi="Times New Roman" w:cs="Times New Roman"/>
          <w:sz w:val="28"/>
          <w:szCs w:val="28"/>
        </w:rPr>
        <w:t>5.04,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3 семестре. </w:t>
      </w:r>
    </w:p>
    <w:p w:rsidR="003B733A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 </w:t>
      </w:r>
      <w:r w:rsidRPr="00567EA4"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</w:rPr>
        <w:t xml:space="preserve"> химической термодинамики; нача</w:t>
      </w:r>
      <w:r w:rsidRPr="00567EA4">
        <w:rPr>
          <w:rFonts w:ascii="Times New Roman" w:hAnsi="Times New Roman" w:cs="Times New Roman"/>
          <w:sz w:val="28"/>
          <w:szCs w:val="28"/>
        </w:rPr>
        <w:t xml:space="preserve">ла термодинамики; термодинамические функции; химический потенциал и общие условия равновесия систем; фазовые равновесия и свойства растворов; равновесия в однокомпонентных и многокомпонентных системах; химическое равновесие; термодинамическая теория химического равновесия в растворах электролитов; термодинамическая теория ЭДС; Химическая кинетика: гомогенный и ферментативный катализ. Классификация дисперсных систем; поверхностные явления: диспергирование, концентрирование, эмульгирование, смачивание, адгезия, когезия, адсорбция, капиллярные явления. Устойчивость и коагуляция дисперсных систем. Виды и свойства дисперсных систем: основы дисперсного анализа, золи и суспензии, эмульсии, пены, аэрозоли, ВМС и ПАВ.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Биологическая химия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изучить особенности химического состава и структуры биополимеров, их роль при хим</w:t>
      </w:r>
      <w:r>
        <w:rPr>
          <w:rFonts w:ascii="Times New Roman" w:hAnsi="Times New Roman" w:cs="Times New Roman"/>
          <w:sz w:val="28"/>
          <w:szCs w:val="28"/>
        </w:rPr>
        <w:t>ических процессах, лежащих в ос</w:t>
      </w:r>
      <w:r w:rsidRPr="00567EA4">
        <w:rPr>
          <w:rFonts w:ascii="Times New Roman" w:hAnsi="Times New Roman" w:cs="Times New Roman"/>
          <w:sz w:val="28"/>
          <w:szCs w:val="28"/>
        </w:rPr>
        <w:t>нове их жизнедеятельности; изучить теоре</w:t>
      </w:r>
      <w:r>
        <w:rPr>
          <w:rFonts w:ascii="Times New Roman" w:hAnsi="Times New Roman" w:cs="Times New Roman"/>
          <w:sz w:val="28"/>
          <w:szCs w:val="28"/>
        </w:rPr>
        <w:t>тические и методологические ос</w:t>
      </w:r>
      <w:r w:rsidRPr="00567EA4">
        <w:rPr>
          <w:rFonts w:ascii="Times New Roman" w:hAnsi="Times New Roman" w:cs="Times New Roman"/>
          <w:sz w:val="28"/>
          <w:szCs w:val="28"/>
        </w:rPr>
        <w:t>новы биохимии с формировать навыки самостоятельной научно</w:t>
      </w:r>
      <w:r>
        <w:rPr>
          <w:rFonts w:ascii="Times New Roman" w:hAnsi="Times New Roman" w:cs="Times New Roman"/>
          <w:sz w:val="28"/>
          <w:szCs w:val="28"/>
        </w:rPr>
        <w:t>-исследова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тельской и педагогической деятельности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ЕН.Ф.05.05, дисциплина осваивается на 3…</w:t>
      </w:r>
      <w:r w:rsidRPr="00567EA4">
        <w:rPr>
          <w:rFonts w:ascii="Times New Roman" w:hAnsi="Times New Roman" w:cs="Times New Roman"/>
          <w:sz w:val="28"/>
          <w:szCs w:val="28"/>
        </w:rPr>
        <w:t xml:space="preserve">4 семестре.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Предмет и задачи курса; белки, нуклеиновые кислоты; ферменты; фотосинтез; ферментативные прев</w:t>
      </w:r>
      <w:r>
        <w:rPr>
          <w:rFonts w:ascii="Times New Roman" w:hAnsi="Times New Roman" w:cs="Times New Roman"/>
          <w:sz w:val="28"/>
          <w:szCs w:val="28"/>
        </w:rPr>
        <w:t>ращения угле</w:t>
      </w:r>
      <w:r w:rsidRPr="00567EA4">
        <w:rPr>
          <w:rFonts w:ascii="Times New Roman" w:hAnsi="Times New Roman" w:cs="Times New Roman"/>
          <w:sz w:val="28"/>
          <w:szCs w:val="28"/>
        </w:rPr>
        <w:t>водов; липиды; витамины; процессы ди</w:t>
      </w:r>
      <w:r>
        <w:rPr>
          <w:rFonts w:ascii="Times New Roman" w:hAnsi="Times New Roman" w:cs="Times New Roman"/>
          <w:sz w:val="28"/>
          <w:szCs w:val="28"/>
        </w:rPr>
        <w:t>ссимиляции; обмен азота; взаимо</w:t>
      </w:r>
      <w:r w:rsidRPr="00567EA4">
        <w:rPr>
          <w:rFonts w:ascii="Times New Roman" w:hAnsi="Times New Roman" w:cs="Times New Roman"/>
          <w:sz w:val="28"/>
          <w:szCs w:val="28"/>
        </w:rPr>
        <w:t xml:space="preserve">связь процессов обмена веществ в организме.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Микробиология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показать многоо</w:t>
      </w:r>
      <w:r>
        <w:rPr>
          <w:rFonts w:ascii="Times New Roman" w:hAnsi="Times New Roman" w:cs="Times New Roman"/>
          <w:sz w:val="28"/>
          <w:szCs w:val="28"/>
        </w:rPr>
        <w:t>бразие микробного мира, его гло</w:t>
      </w:r>
      <w:r w:rsidRPr="00567EA4">
        <w:rPr>
          <w:rFonts w:ascii="Times New Roman" w:hAnsi="Times New Roman" w:cs="Times New Roman"/>
          <w:sz w:val="28"/>
          <w:szCs w:val="28"/>
        </w:rPr>
        <w:t>бальную роль в жизни планеты, в практической деятельности человека, значение в возникновении инфекционных болезней животных и человека. Дать студентам теоретические и практические знания по микробиологическому исследованию патологического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пищевых продуктов, кормов, объ</w:t>
      </w:r>
      <w:r w:rsidRPr="00567EA4">
        <w:rPr>
          <w:rFonts w:ascii="Times New Roman" w:hAnsi="Times New Roman" w:cs="Times New Roman"/>
          <w:sz w:val="28"/>
          <w:szCs w:val="28"/>
        </w:rPr>
        <w:t xml:space="preserve">ектов внешней среды, ознакомить с возбудителями инфекционных болезней.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ЕН.Ф.</w:t>
      </w:r>
      <w:r>
        <w:rPr>
          <w:rFonts w:ascii="Times New Roman" w:hAnsi="Times New Roman" w:cs="Times New Roman"/>
          <w:sz w:val="28"/>
          <w:szCs w:val="28"/>
        </w:rPr>
        <w:t>06,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4…5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Краткая история развития микробиологии. Систематика микроорганизмов. Морфоло</w:t>
      </w:r>
      <w:r>
        <w:rPr>
          <w:rFonts w:ascii="Times New Roman" w:hAnsi="Times New Roman" w:cs="Times New Roman"/>
          <w:sz w:val="28"/>
          <w:szCs w:val="28"/>
        </w:rPr>
        <w:t>гия и изменчивость микроорганиз</w:t>
      </w:r>
      <w:r w:rsidRPr="00567EA4">
        <w:rPr>
          <w:rFonts w:ascii="Times New Roman" w:hAnsi="Times New Roman" w:cs="Times New Roman"/>
          <w:sz w:val="28"/>
          <w:szCs w:val="28"/>
        </w:rPr>
        <w:t>мов, физиология микроорганизмов. Распространение микробов в природе. Влияние факторов внешней среды на микроорганизмы. Учение об инфекции и иммунитете, возрастные особенности иммунологического статуса животных, иммунодефицит. Частная микробиология. Патогенные кокковые формы микроорганизмов; энтеробактерии, пастер</w:t>
      </w:r>
      <w:r>
        <w:rPr>
          <w:rFonts w:ascii="Times New Roman" w:hAnsi="Times New Roman" w:cs="Times New Roman"/>
          <w:sz w:val="28"/>
          <w:szCs w:val="28"/>
        </w:rPr>
        <w:t>еллы, бруцеллы; патогенные псев</w:t>
      </w:r>
      <w:r w:rsidRPr="00567EA4">
        <w:rPr>
          <w:rFonts w:ascii="Times New Roman" w:hAnsi="Times New Roman" w:cs="Times New Roman"/>
          <w:sz w:val="28"/>
          <w:szCs w:val="28"/>
        </w:rPr>
        <w:t>домонасы; листерии, лептоспиры, эризепелотриксы, патогенные анаэробы, микобактерии, актиномицеты, микоплазм</w:t>
      </w:r>
      <w:r>
        <w:rPr>
          <w:rFonts w:ascii="Times New Roman" w:hAnsi="Times New Roman" w:cs="Times New Roman"/>
          <w:sz w:val="28"/>
          <w:szCs w:val="28"/>
        </w:rPr>
        <w:t>ы, риккетсии; франциселлы, кори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нобактерии. Возбудители микозов, микотоксикозов. </w:t>
      </w:r>
    </w:p>
    <w:p w:rsidR="003B733A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2F4938" w:rsidRDefault="003B733A" w:rsidP="00BC4E5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Ботаника </w:t>
      </w:r>
    </w:p>
    <w:p w:rsidR="003B733A" w:rsidRPr="002F4938" w:rsidRDefault="003B733A" w:rsidP="00BC4E5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Обеспечить студентов теоретическими знаниями, практическими навыками в вопросах освоения основных биологических и агротехнических принципов получения высоких урожаев высококачественного корма для различных видов животных. </w:t>
      </w:r>
    </w:p>
    <w:p w:rsidR="003B733A" w:rsidRPr="002F4938" w:rsidRDefault="003B733A" w:rsidP="00BC4E5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учебной плане: </w:t>
      </w:r>
      <w:r w:rsidRPr="002F4938">
        <w:rPr>
          <w:rFonts w:ascii="Times New Roman" w:hAnsi="Times New Roman" w:cs="Times New Roman"/>
          <w:sz w:val="28"/>
          <w:szCs w:val="28"/>
        </w:rPr>
        <w:t xml:space="preserve">цикл ЕН.Р.1, дисциплина осваивается во 2 семестре. </w:t>
      </w:r>
    </w:p>
    <w:p w:rsidR="003B733A" w:rsidRPr="002F4938" w:rsidRDefault="003B733A" w:rsidP="00BC4E5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Основы агрономии. Полевое кормопроизводство. Луговое кормопроизводство. </w:t>
      </w:r>
    </w:p>
    <w:p w:rsidR="003B733A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E73486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Химия пищи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Изучение состава химических веществ пищевого сырья и готовой продукции, механизмов их превращения под действием </w:t>
      </w:r>
      <w:r>
        <w:rPr>
          <w:rFonts w:ascii="Times New Roman" w:hAnsi="Times New Roman" w:cs="Times New Roman"/>
          <w:sz w:val="28"/>
          <w:szCs w:val="28"/>
        </w:rPr>
        <w:t>хи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мико-биотехнологических факторов и анализа пищевых продуктов. </w:t>
      </w:r>
    </w:p>
    <w:p w:rsidR="003B733A" w:rsidRPr="00567EA4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>: Цикл ЕН.Р.02,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Введение. Предмет и задачи курса. История наук о пище и рациональном питании. Концепции здорового питания. Состав и свойства химических веществ сырья и их роль в формировании качества пищевых продуктов. Белки. Незаменимые аминокислоты, их роль. Белково-калорийная недостаточность. Пищевые аллергии. Белки молока. Липиды. Структура, физико-химические и функционально-технологические свойства животных жиров. Углеводы. Структура, физико-химические и функционально-технологические свойства. Витамины. Общая характеристика, суточная потребность и источники витаминов. Пищевые кислоты. Ферменты мяса и мясных продуктов. Методы их анализа. Минеральные вещества. Микро- и макроэлементы в пищевых продуктах. Методы определения минеральных веществ. Пищевые и биологические добавки. Структура и классификация, химическая природа и механизм действия. Безопасн</w:t>
      </w:r>
      <w:r>
        <w:rPr>
          <w:rFonts w:ascii="Times New Roman" w:hAnsi="Times New Roman" w:cs="Times New Roman"/>
          <w:sz w:val="28"/>
          <w:szCs w:val="28"/>
        </w:rPr>
        <w:t>ость пищевых продук</w:t>
      </w:r>
      <w:r w:rsidRPr="00567EA4">
        <w:rPr>
          <w:rFonts w:ascii="Times New Roman" w:hAnsi="Times New Roman" w:cs="Times New Roman"/>
          <w:sz w:val="28"/>
          <w:szCs w:val="28"/>
        </w:rPr>
        <w:t>тов. Классификация чужеродных веществ и пути их поступления в продукты. Окружающая среда как основной источник загрязнения продуктов питания (токсичные элементы, радиоактивное загрязнение, загрязнение веществами, применяемыми в животноводстве). Основы рационального питания.</w:t>
      </w:r>
    </w:p>
    <w:p w:rsidR="003B733A" w:rsidRDefault="003B733A" w:rsidP="00E73486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Биотехнология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формирование научного мировоз</w:t>
      </w:r>
      <w:r>
        <w:rPr>
          <w:rFonts w:ascii="Times New Roman" w:hAnsi="Times New Roman" w:cs="Times New Roman"/>
          <w:sz w:val="28"/>
          <w:szCs w:val="28"/>
        </w:rPr>
        <w:t>зрения о много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образии биотехнологических приёмов и методов получения биологически активных соединений, конструирования новых биологических веществ, а также создания новых активных форм организмов, отсутствующих в природе (гибридные молекулы).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ЕН.В.01,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6 семестре. </w:t>
      </w:r>
    </w:p>
    <w:p w:rsidR="003B733A" w:rsidRPr="00567EA4" w:rsidRDefault="003B733A" w:rsidP="003B3DF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основы биотехнологического получения белковых препаратов, вакцин, ферментов, витаминов, липидов, аминокислот; биотехнологические процессы и стадии, используемые в других отраслях промышленности, биологическое консерв</w:t>
      </w:r>
      <w:r>
        <w:rPr>
          <w:rFonts w:ascii="Times New Roman" w:hAnsi="Times New Roman" w:cs="Times New Roman"/>
          <w:sz w:val="28"/>
          <w:szCs w:val="28"/>
        </w:rPr>
        <w:t>ирование, виноделие; биотехноло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гическая трансформация.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6837" w:rsidRDefault="003B733A" w:rsidP="00BC4E5C">
      <w:pPr>
        <w:tabs>
          <w:tab w:val="left" w:pos="-3600"/>
        </w:tabs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66837">
        <w:rPr>
          <w:rFonts w:ascii="Times New Roman" w:hAnsi="Times New Roman"/>
          <w:b/>
          <w:sz w:val="28"/>
          <w:szCs w:val="28"/>
          <w:u w:val="single"/>
        </w:rPr>
        <w:t>Клиническая биохимия</w:t>
      </w:r>
    </w:p>
    <w:p w:rsidR="003B733A" w:rsidRPr="002F4938" w:rsidRDefault="003B733A" w:rsidP="00BC4E5C">
      <w:pPr>
        <w:tabs>
          <w:tab w:val="left" w:pos="-360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Цель </w:t>
      </w:r>
      <w:r w:rsidRPr="002F4938">
        <w:rPr>
          <w:rFonts w:ascii="Times New Roman" w:hAnsi="Times New Roman"/>
          <w:b/>
          <w:sz w:val="28"/>
          <w:szCs w:val="28"/>
        </w:rPr>
        <w:t xml:space="preserve">дисциплины: </w:t>
      </w:r>
      <w:r w:rsidRPr="002F4938">
        <w:rPr>
          <w:rFonts w:ascii="Times New Roman" w:hAnsi="Times New Roman"/>
          <w:sz w:val="28"/>
          <w:szCs w:val="28"/>
        </w:rPr>
        <w:t xml:space="preserve">подготовить студента по основным разделам клинической биохимии, необходимым современному ветеринарному врачу </w:t>
      </w:r>
      <w:r>
        <w:rPr>
          <w:rFonts w:ascii="Times New Roman" w:hAnsi="Times New Roman"/>
          <w:sz w:val="28"/>
          <w:szCs w:val="28"/>
        </w:rPr>
        <w:t>–</w:t>
      </w:r>
      <w:r w:rsidRPr="002F4938">
        <w:rPr>
          <w:rFonts w:ascii="Times New Roman" w:hAnsi="Times New Roman"/>
          <w:sz w:val="28"/>
          <w:szCs w:val="28"/>
        </w:rPr>
        <w:t xml:space="preserve"> специалисту в области диагностики, лечения и обоснования методов профилактики наиболее распространенных заболеваний и патологических состояний.</w:t>
      </w:r>
    </w:p>
    <w:p w:rsidR="003B733A" w:rsidRPr="002F4938" w:rsidRDefault="003B733A" w:rsidP="00BC4E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b/>
          <w:sz w:val="28"/>
          <w:szCs w:val="28"/>
        </w:rPr>
        <w:t>Место дисциплины в учебном плане:</w:t>
      </w:r>
      <w:r>
        <w:rPr>
          <w:rFonts w:ascii="Times New Roman" w:hAnsi="Times New Roman"/>
          <w:sz w:val="28"/>
          <w:szCs w:val="28"/>
        </w:rPr>
        <w:t xml:space="preserve">  Клиническая биохимия</w:t>
      </w:r>
      <w:r w:rsidRPr="002F4938">
        <w:rPr>
          <w:rFonts w:ascii="Times New Roman" w:hAnsi="Times New Roman"/>
          <w:sz w:val="28"/>
          <w:szCs w:val="28"/>
        </w:rPr>
        <w:t xml:space="preserve"> относится циклу </w:t>
      </w:r>
      <w:r>
        <w:rPr>
          <w:rFonts w:ascii="Times New Roman" w:hAnsi="Times New Roman"/>
          <w:sz w:val="28"/>
          <w:szCs w:val="28"/>
        </w:rPr>
        <w:t>ЕН.В.</w:t>
      </w:r>
      <w:r w:rsidRPr="002F4938">
        <w:rPr>
          <w:rFonts w:ascii="Times New Roman" w:hAnsi="Times New Roman"/>
          <w:sz w:val="28"/>
          <w:szCs w:val="28"/>
        </w:rPr>
        <w:t>02, осваивается в 6 семестре.</w:t>
      </w:r>
    </w:p>
    <w:p w:rsidR="003B733A" w:rsidRPr="002F4938" w:rsidRDefault="003B733A" w:rsidP="00BC4E5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b/>
          <w:sz w:val="28"/>
          <w:szCs w:val="28"/>
        </w:rPr>
        <w:t>Содержание дисциплины</w:t>
      </w:r>
      <w:r w:rsidRPr="002F4938">
        <w:rPr>
          <w:rFonts w:ascii="Times New Roman" w:hAnsi="Times New Roman"/>
          <w:sz w:val="28"/>
          <w:szCs w:val="28"/>
        </w:rPr>
        <w:t>: характеристика роли белковых структур, ферментов, углеводов и липидов в возникновении патологических процессов. Патологии обмена углеводов, липидов, белков и методы их диагностики. Современные методы биохимических исследований биологических объектов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E478B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ЦИКЛ ОПД – ОБЩЕПРОФЕССИОНАЛЬНЫЕ ДИСЦИПЛИНЫ </w:t>
      </w:r>
    </w:p>
    <w:p w:rsidR="003B733A" w:rsidRDefault="003B733A" w:rsidP="00E478B3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E478B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Стандартизация и контроль безопасности и качества лекарственных средств и кормов для животных.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изучение основной нормативно-технической документации при производстве ветерина</w:t>
      </w:r>
      <w:r>
        <w:rPr>
          <w:rFonts w:ascii="Times New Roman" w:hAnsi="Times New Roman" w:cs="Times New Roman"/>
          <w:sz w:val="28"/>
          <w:szCs w:val="28"/>
        </w:rPr>
        <w:t>рных препаратов и кормов для жи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вотных. Ветеринарно-санитарный контроль при производстве лекарственных средств и кормов для животных. 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1,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567EA4">
        <w:rPr>
          <w:rFonts w:ascii="Times New Roman" w:hAnsi="Times New Roman" w:cs="Times New Roman"/>
          <w:sz w:val="28"/>
          <w:szCs w:val="28"/>
        </w:rPr>
        <w:t>Правовая база стандартизации и конт</w:t>
      </w:r>
      <w:r>
        <w:rPr>
          <w:rFonts w:ascii="Times New Roman" w:hAnsi="Times New Roman" w:cs="Times New Roman"/>
          <w:sz w:val="28"/>
          <w:szCs w:val="28"/>
        </w:rPr>
        <w:t>роля безопасности и качества ле</w:t>
      </w:r>
      <w:r w:rsidRPr="00567EA4">
        <w:rPr>
          <w:rFonts w:ascii="Times New Roman" w:hAnsi="Times New Roman" w:cs="Times New Roman"/>
          <w:sz w:val="28"/>
          <w:szCs w:val="28"/>
        </w:rPr>
        <w:t>карственных средств и кормов для животных. Федеральные законы «О техническом регулировании», «О лекарственных средствах», «О ветеринарии», ОСТ 42-510-98 «Правила организации прои</w:t>
      </w:r>
      <w:r>
        <w:rPr>
          <w:rFonts w:ascii="Times New Roman" w:hAnsi="Times New Roman" w:cs="Times New Roman"/>
          <w:sz w:val="28"/>
          <w:szCs w:val="28"/>
        </w:rPr>
        <w:t>зводства и контроля качества ле</w:t>
      </w:r>
      <w:r w:rsidRPr="00567EA4">
        <w:rPr>
          <w:rFonts w:ascii="Times New Roman" w:hAnsi="Times New Roman" w:cs="Times New Roman"/>
          <w:sz w:val="28"/>
          <w:szCs w:val="28"/>
        </w:rPr>
        <w:t>карственных средств (GMP)». Цели и задачи. Основные принципы организации производства, системы качества. История развития производства лекарственных средств для лечения животных и</w:t>
      </w:r>
      <w:r>
        <w:rPr>
          <w:rFonts w:ascii="Times New Roman" w:hAnsi="Times New Roman" w:cs="Times New Roman"/>
          <w:sz w:val="28"/>
          <w:szCs w:val="28"/>
        </w:rPr>
        <w:t xml:space="preserve"> кормов. Создание в России науч</w:t>
      </w:r>
      <w:r w:rsidRPr="00567EA4">
        <w:rPr>
          <w:rFonts w:ascii="Times New Roman" w:hAnsi="Times New Roman" w:cs="Times New Roman"/>
          <w:sz w:val="28"/>
          <w:szCs w:val="28"/>
        </w:rPr>
        <w:t>но-исследовательских институтов и био</w:t>
      </w:r>
      <w:r>
        <w:rPr>
          <w:rFonts w:ascii="Times New Roman" w:hAnsi="Times New Roman" w:cs="Times New Roman"/>
          <w:sz w:val="28"/>
          <w:szCs w:val="28"/>
        </w:rPr>
        <w:t>фабрик. Организация системы кон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троля ветеринарных и биологических препаратов. Ветеринарно-санитарные и гигиенические требования к проектированию, строительству и эксплуатации биофабрик. Ветеринарно-санитарные </w:t>
      </w:r>
      <w:r>
        <w:rPr>
          <w:rFonts w:ascii="Times New Roman" w:hAnsi="Times New Roman" w:cs="Times New Roman"/>
          <w:sz w:val="28"/>
          <w:szCs w:val="28"/>
        </w:rPr>
        <w:t>и гигиенические требования к сы</w:t>
      </w:r>
      <w:r w:rsidRPr="00567EA4">
        <w:rPr>
          <w:rFonts w:ascii="Times New Roman" w:hAnsi="Times New Roman" w:cs="Times New Roman"/>
          <w:sz w:val="28"/>
          <w:szCs w:val="28"/>
        </w:rPr>
        <w:t>рью, животным-продуцентам и лабораторным животным. Порядок использования в соответствии с нормативными д</w:t>
      </w:r>
      <w:r>
        <w:rPr>
          <w:rFonts w:ascii="Times New Roman" w:hAnsi="Times New Roman" w:cs="Times New Roman"/>
          <w:sz w:val="28"/>
          <w:szCs w:val="28"/>
        </w:rPr>
        <w:t>окументами и Техническими регла</w:t>
      </w:r>
      <w:r w:rsidRPr="00567EA4">
        <w:rPr>
          <w:rFonts w:ascii="Times New Roman" w:hAnsi="Times New Roman" w:cs="Times New Roman"/>
          <w:sz w:val="28"/>
          <w:szCs w:val="28"/>
        </w:rPr>
        <w:t>ментами. Лекарственные средства и корма для животных. Разработка, доклинические и клинические исследования. Номенклатура показателей и методы контроля качества и безопасности. Разрешительная система производства лекарственных средств. Средства несп</w:t>
      </w:r>
      <w:r>
        <w:rPr>
          <w:rFonts w:ascii="Times New Roman" w:hAnsi="Times New Roman" w:cs="Times New Roman"/>
          <w:sz w:val="28"/>
          <w:szCs w:val="28"/>
        </w:rPr>
        <w:t>ецифической защиты животных. Со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блюдение требований Технического регламента по Государственному надзору и регистрации ветеринарных препаратов. Обязательная и добровольная сертификация лекарственных средств и кормов. Схемы сертификации. Номенклатура показателей, методы контроля качества и безопасности лекарственных средств и кормов. Делопроизводство при сертификации лекарственных средств и кормов.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Латинский язык </w:t>
      </w:r>
      <w:r>
        <w:rPr>
          <w:rFonts w:ascii="Times New Roman" w:hAnsi="Times New Roman" w:cs="Times New Roman"/>
          <w:b/>
          <w:bCs/>
          <w:sz w:val="28"/>
          <w:szCs w:val="28"/>
        </w:rPr>
        <w:t>с ветеринарной терминологией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обучать студентов терминологической латыни, функционирующей в ветеринарии и общеб</w:t>
      </w:r>
      <w:r>
        <w:rPr>
          <w:rFonts w:ascii="Times New Roman" w:hAnsi="Times New Roman" w:cs="Times New Roman"/>
          <w:sz w:val="28"/>
          <w:szCs w:val="28"/>
        </w:rPr>
        <w:t>иологических науках. Научить ве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теринарно-санитарного врача практически применять изучаемую профессиональную терминологию. 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ОПД.Ф.02,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1 семестре. </w:t>
      </w:r>
    </w:p>
    <w:p w:rsidR="003B733A" w:rsidRDefault="003B733A" w:rsidP="00E478B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Основы</w:t>
      </w:r>
      <w:r>
        <w:rPr>
          <w:rFonts w:ascii="Times New Roman" w:hAnsi="Times New Roman" w:cs="Times New Roman"/>
          <w:sz w:val="28"/>
          <w:szCs w:val="28"/>
        </w:rPr>
        <w:t xml:space="preserve"> латинской ветеринарной термино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логии. Орфоэпия и орфография. Вопросы терминоведения. Терминологическое заимствование. Способы терминообразования. Латинский язык. Грамматический минимум. Рецептура. </w:t>
      </w:r>
    </w:p>
    <w:p w:rsidR="003B733A" w:rsidRDefault="003B733A" w:rsidP="00E478B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E478B3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Анатомия сельскохозяйственных и промысловых животных 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сформировать у студентов морфологического понимания сущности строения организма ка</w:t>
      </w:r>
      <w:r>
        <w:rPr>
          <w:rFonts w:ascii="Times New Roman" w:hAnsi="Times New Roman" w:cs="Times New Roman"/>
          <w:sz w:val="28"/>
          <w:szCs w:val="28"/>
        </w:rPr>
        <w:t>к единого целого; изучение топо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графии внутренних органов и систем организма с учетом общих закономерностей и видовых особенностей животных в возрастном аспекте. </w:t>
      </w:r>
    </w:p>
    <w:p w:rsidR="003B733A" w:rsidRPr="00567EA4" w:rsidRDefault="003B733A" w:rsidP="00E478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>3, дисциплина осваивается в 1…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Остеология, миология, спланхнология, аппарат движения. Видовые особенности и отличие костяка различны</w:t>
      </w:r>
      <w:r>
        <w:rPr>
          <w:rFonts w:ascii="Times New Roman" w:hAnsi="Times New Roman" w:cs="Times New Roman"/>
          <w:sz w:val="28"/>
          <w:szCs w:val="28"/>
        </w:rPr>
        <w:t>х видов сельскохозяйственных жи</w:t>
      </w:r>
      <w:r w:rsidRPr="00567EA4">
        <w:rPr>
          <w:rFonts w:ascii="Times New Roman" w:hAnsi="Times New Roman" w:cs="Times New Roman"/>
          <w:sz w:val="28"/>
          <w:szCs w:val="28"/>
        </w:rPr>
        <w:t>вотных. Остеология, миология, спланхнология, аппарат движения. Видовые особенности и отличие ко</w:t>
      </w:r>
      <w:r>
        <w:rPr>
          <w:rFonts w:ascii="Times New Roman" w:hAnsi="Times New Roman" w:cs="Times New Roman"/>
          <w:sz w:val="28"/>
          <w:szCs w:val="28"/>
        </w:rPr>
        <w:t>стяка различных видов сельскохо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зяйственных животных. Строение кожного покрова, ангиология, морфология желез внутренней секреции, неврология. Строение органов чувств; особенности анатомии домашних животных и птиц. Аналогичные особенности диких промысловых животных.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фармакология и токсикология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Изучение свойств лекарственных веществ, их влияния на физиологические функции организма животных, применение с лечебной и профилактической целью. Ознакомить студентов влиянием токсических веществ антропогенного и естественного происхождения на орган</w:t>
      </w:r>
      <w:r>
        <w:rPr>
          <w:rFonts w:ascii="Times New Roman" w:hAnsi="Times New Roman" w:cs="Times New Roman"/>
          <w:sz w:val="28"/>
          <w:szCs w:val="28"/>
        </w:rPr>
        <w:t>изм сельскохозяйственных, домаш</w:t>
      </w:r>
      <w:r w:rsidRPr="00567EA4">
        <w:rPr>
          <w:rFonts w:ascii="Times New Roman" w:hAnsi="Times New Roman" w:cs="Times New Roman"/>
          <w:sz w:val="28"/>
          <w:szCs w:val="28"/>
        </w:rPr>
        <w:t>них, диких и промысловых животных, рыб</w:t>
      </w:r>
      <w:r>
        <w:rPr>
          <w:rFonts w:ascii="Times New Roman" w:hAnsi="Times New Roman" w:cs="Times New Roman"/>
          <w:sz w:val="28"/>
          <w:szCs w:val="28"/>
        </w:rPr>
        <w:t xml:space="preserve"> и пчел, методы лечения и профи</w:t>
      </w:r>
      <w:r w:rsidRPr="00567EA4">
        <w:rPr>
          <w:rFonts w:ascii="Times New Roman" w:hAnsi="Times New Roman" w:cs="Times New Roman"/>
          <w:sz w:val="28"/>
          <w:szCs w:val="28"/>
        </w:rPr>
        <w:t>лактики токсикозов, санитарное качество продуктов живо</w:t>
      </w:r>
      <w:r>
        <w:rPr>
          <w:rFonts w:ascii="Times New Roman" w:hAnsi="Times New Roman" w:cs="Times New Roman"/>
          <w:sz w:val="28"/>
          <w:szCs w:val="28"/>
        </w:rPr>
        <w:t>тноводства в слу</w:t>
      </w:r>
      <w:r w:rsidRPr="00567EA4">
        <w:rPr>
          <w:rFonts w:ascii="Times New Roman" w:hAnsi="Times New Roman" w:cs="Times New Roman"/>
          <w:sz w:val="28"/>
          <w:szCs w:val="28"/>
        </w:rPr>
        <w:t xml:space="preserve">чае отравлений животных.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ОПД.Ф.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4, дисциплина осваивается в 5…6 семестрах.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 фармакология и частная. Фармакодинамика и фармакокинетика, принципы действия лекарственных веществ, классификация лекарственных средств. Фармакопрофилактика и фармакорегуляция, воздействие лекарственных средств на различные виды живо</w:t>
      </w:r>
      <w:r>
        <w:rPr>
          <w:rFonts w:ascii="Times New Roman" w:hAnsi="Times New Roman" w:cs="Times New Roman"/>
          <w:sz w:val="28"/>
          <w:szCs w:val="28"/>
        </w:rPr>
        <w:t>тных, особенности реакции живот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ных на введение лекарств. Рецептура с основами фармакогнозии и аптечного дела. Клиническая фармакология.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Животноводство с основами зоогигиены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ознакомить студентов основами животноводства и гигиены производства продукции животноводства.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05,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5…6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Породы отечественного скота. Пр</w:t>
      </w:r>
      <w:r>
        <w:rPr>
          <w:rFonts w:ascii="Times New Roman" w:hAnsi="Times New Roman" w:cs="Times New Roman"/>
          <w:sz w:val="28"/>
          <w:szCs w:val="28"/>
        </w:rPr>
        <w:t>оисхождение и биологические осо</w:t>
      </w:r>
      <w:r w:rsidRPr="00567EA4">
        <w:rPr>
          <w:rFonts w:ascii="Times New Roman" w:hAnsi="Times New Roman" w:cs="Times New Roman"/>
          <w:sz w:val="28"/>
          <w:szCs w:val="28"/>
        </w:rPr>
        <w:t>бенности крупнорогатого скота. Технология производства говядины и молока, факторы, влияющие на качество говядины и молока. Биологические особенности, происхождение и основные породы свиней, овец и птиц. Понятие об экстерьере крупного рогатого скота, свиней и птиц. Основы кормления животных. Оценка молочной продуктивности коров, выращивание молодняка. Мясная продуктивность животных. Откорм скота и качества мяса. Определение возраста и мечение животных. Производство говядины, свинины, баранины. Влияние различных способов откорма на мясные качества животных и птиц. Гигиена воздушной среды, п</w:t>
      </w:r>
      <w:r>
        <w:rPr>
          <w:rFonts w:ascii="Times New Roman" w:hAnsi="Times New Roman" w:cs="Times New Roman"/>
          <w:sz w:val="28"/>
          <w:szCs w:val="28"/>
        </w:rPr>
        <w:t>очвы, воды, кормов, ухода и кон</w:t>
      </w:r>
      <w:r w:rsidRPr="00567EA4">
        <w:rPr>
          <w:rFonts w:ascii="Times New Roman" w:hAnsi="Times New Roman" w:cs="Times New Roman"/>
          <w:sz w:val="28"/>
          <w:szCs w:val="28"/>
        </w:rPr>
        <w:t>троль за условиями содержания животных на ферма</w:t>
      </w:r>
      <w:r>
        <w:rPr>
          <w:rFonts w:ascii="Times New Roman" w:hAnsi="Times New Roman" w:cs="Times New Roman"/>
          <w:sz w:val="28"/>
          <w:szCs w:val="28"/>
        </w:rPr>
        <w:t>х, при перевозках, на ба</w:t>
      </w:r>
      <w:r w:rsidRPr="00567EA4">
        <w:rPr>
          <w:rFonts w:ascii="Times New Roman" w:hAnsi="Times New Roman" w:cs="Times New Roman"/>
          <w:sz w:val="28"/>
          <w:szCs w:val="28"/>
        </w:rPr>
        <w:t>зе предубойного содержания. Ветеринарн</w:t>
      </w:r>
      <w:r>
        <w:rPr>
          <w:rFonts w:ascii="Times New Roman" w:hAnsi="Times New Roman" w:cs="Times New Roman"/>
          <w:sz w:val="28"/>
          <w:szCs w:val="28"/>
        </w:rPr>
        <w:t>о-санитарные требования к объек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там ветеринарного надзора. </w:t>
      </w:r>
    </w:p>
    <w:p w:rsidR="003B733A" w:rsidRDefault="003B733A" w:rsidP="00361FA4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361FA4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Животноводство </w:t>
      </w:r>
    </w:p>
    <w:p w:rsidR="003B733A" w:rsidRPr="00567EA4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ознакомить студентов основами животноводства. </w:t>
      </w:r>
    </w:p>
    <w:p w:rsidR="003B733A" w:rsidRPr="00567EA4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05.01,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Породы отечественного скота. Пр</w:t>
      </w:r>
      <w:r>
        <w:rPr>
          <w:rFonts w:ascii="Times New Roman" w:hAnsi="Times New Roman" w:cs="Times New Roman"/>
          <w:sz w:val="28"/>
          <w:szCs w:val="28"/>
        </w:rPr>
        <w:t>оисхождение и биологические осо</w:t>
      </w:r>
      <w:r w:rsidRPr="00567EA4">
        <w:rPr>
          <w:rFonts w:ascii="Times New Roman" w:hAnsi="Times New Roman" w:cs="Times New Roman"/>
          <w:sz w:val="28"/>
          <w:szCs w:val="28"/>
        </w:rPr>
        <w:t>бенности крупнорогатого скота. Технология производства говядины и молока, факторы, влияющие на качество говядины и молока. Биологические особенности, происхождение и основные породы свиней, овец и птиц. Понятие об экстерьере крупного рогатого скота, свиней и птиц. Основы кормления животных. Оценка молочной продуктивности коров, выращивание молодняка. Мясная продуктивность животных. Откорм скота и качества мяса. Определение возраста и мечение животных. Производство говядины, свинины, баранины. Влияние различных способов откорма на мясные качества животных и птиц. Гигиена воздушной среды, п</w:t>
      </w:r>
      <w:r>
        <w:rPr>
          <w:rFonts w:ascii="Times New Roman" w:hAnsi="Times New Roman" w:cs="Times New Roman"/>
          <w:sz w:val="28"/>
          <w:szCs w:val="28"/>
        </w:rPr>
        <w:t>очвы, воды, кормов, ухода и кон</w:t>
      </w:r>
      <w:r w:rsidRPr="00567EA4">
        <w:rPr>
          <w:rFonts w:ascii="Times New Roman" w:hAnsi="Times New Roman" w:cs="Times New Roman"/>
          <w:sz w:val="28"/>
          <w:szCs w:val="28"/>
        </w:rPr>
        <w:t>троль за условиями содержания животных на ферма</w:t>
      </w:r>
      <w:r>
        <w:rPr>
          <w:rFonts w:ascii="Times New Roman" w:hAnsi="Times New Roman" w:cs="Times New Roman"/>
          <w:sz w:val="28"/>
          <w:szCs w:val="28"/>
        </w:rPr>
        <w:t>х, при перевозках, на ба</w:t>
      </w:r>
      <w:r w:rsidRPr="00567EA4">
        <w:rPr>
          <w:rFonts w:ascii="Times New Roman" w:hAnsi="Times New Roman" w:cs="Times New Roman"/>
          <w:sz w:val="28"/>
          <w:szCs w:val="28"/>
        </w:rPr>
        <w:t>зе предубойного содержания. Ветеринарн</w:t>
      </w:r>
      <w:r>
        <w:rPr>
          <w:rFonts w:ascii="Times New Roman" w:hAnsi="Times New Roman" w:cs="Times New Roman"/>
          <w:sz w:val="28"/>
          <w:szCs w:val="28"/>
        </w:rPr>
        <w:t>о-санитарные требования к объек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там ветеринарного надзора. </w:t>
      </w:r>
    </w:p>
    <w:p w:rsidR="003B733A" w:rsidRPr="002F4938" w:rsidRDefault="003B733A" w:rsidP="00BC4E5C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Зоогигиена </w:t>
      </w:r>
    </w:p>
    <w:p w:rsidR="003B733A" w:rsidRPr="002F4938" w:rsidRDefault="003B733A" w:rsidP="00BC4E5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>научить будущего специалиста изучать влияние комплекса факторов внешней среды на е</w:t>
      </w:r>
      <w:r>
        <w:rPr>
          <w:rFonts w:ascii="Times New Roman" w:hAnsi="Times New Roman" w:cs="Times New Roman"/>
          <w:sz w:val="28"/>
          <w:szCs w:val="28"/>
        </w:rPr>
        <w:t>стественную резистентность орга</w:t>
      </w:r>
      <w:r w:rsidRPr="002F4938">
        <w:rPr>
          <w:rFonts w:ascii="Times New Roman" w:hAnsi="Times New Roman" w:cs="Times New Roman"/>
          <w:sz w:val="28"/>
          <w:szCs w:val="28"/>
        </w:rPr>
        <w:t xml:space="preserve">низма и продуктивные качества сельскохозяйственных животных. </w:t>
      </w:r>
    </w:p>
    <w:p w:rsidR="003B733A" w:rsidRPr="002F4938" w:rsidRDefault="003B733A" w:rsidP="00BC4E5C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2F4938">
        <w:rPr>
          <w:rFonts w:ascii="Times New Roman" w:hAnsi="Times New Roman" w:cs="Times New Roman"/>
          <w:sz w:val="28"/>
          <w:szCs w:val="28"/>
        </w:rPr>
        <w:t>: цикл ОПД.Ф.0</w:t>
      </w:r>
      <w:r>
        <w:rPr>
          <w:rFonts w:ascii="Times New Roman" w:hAnsi="Times New Roman" w:cs="Times New Roman"/>
          <w:sz w:val="28"/>
          <w:szCs w:val="28"/>
        </w:rPr>
        <w:t>5.02</w:t>
      </w:r>
      <w:r w:rsidRPr="002F4938">
        <w:rPr>
          <w:rFonts w:ascii="Times New Roman" w:hAnsi="Times New Roman" w:cs="Times New Roman"/>
          <w:sz w:val="28"/>
          <w:szCs w:val="28"/>
        </w:rPr>
        <w:t xml:space="preserve">, дисциплина осваивается в 5…6 семестрах. </w:t>
      </w:r>
    </w:p>
    <w:p w:rsidR="003B733A" w:rsidRPr="002F4938" w:rsidRDefault="003B733A" w:rsidP="00151585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Частная гигиена всех видов сельскохозяйственных животных, а также пушных зверей</w:t>
      </w:r>
      <w:r>
        <w:rPr>
          <w:rFonts w:ascii="Times New Roman" w:hAnsi="Times New Roman" w:cs="Times New Roman"/>
          <w:sz w:val="28"/>
          <w:szCs w:val="28"/>
        </w:rPr>
        <w:t>, пчел и рыб. Общая гигиена (ги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гиена воздушной среды, почвы, воды, кормов, ухода и контроля за условиями содержания, основы проектирования и ветеринарно-санитарная оценка животноводческих и ветеринарных объектов).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</w:t>
      </w:r>
      <w:r>
        <w:rPr>
          <w:rFonts w:ascii="Times New Roman" w:hAnsi="Times New Roman" w:cs="Times New Roman"/>
          <w:b/>
          <w:bCs/>
          <w:sz w:val="28"/>
          <w:szCs w:val="28"/>
        </w:rPr>
        <w:t>диагностика животных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Цели дисциплины</w:t>
      </w:r>
      <w:r w:rsidRPr="00567EA4">
        <w:rPr>
          <w:rFonts w:ascii="Times New Roman" w:hAnsi="Times New Roman" w:cs="Times New Roman"/>
          <w:sz w:val="28"/>
          <w:szCs w:val="28"/>
        </w:rPr>
        <w:t>: Формирование у</w:t>
      </w:r>
      <w:r>
        <w:rPr>
          <w:rFonts w:ascii="Times New Roman" w:hAnsi="Times New Roman" w:cs="Times New Roman"/>
          <w:sz w:val="28"/>
          <w:szCs w:val="28"/>
        </w:rPr>
        <w:t xml:space="preserve"> студентов как у будущих ветери</w:t>
      </w:r>
      <w:r w:rsidRPr="00567EA4">
        <w:rPr>
          <w:rFonts w:ascii="Times New Roman" w:hAnsi="Times New Roman" w:cs="Times New Roman"/>
          <w:sz w:val="28"/>
          <w:szCs w:val="28"/>
        </w:rPr>
        <w:t>нарно-санитарных специалистов врачебно</w:t>
      </w:r>
      <w:r>
        <w:rPr>
          <w:rFonts w:ascii="Times New Roman" w:hAnsi="Times New Roman" w:cs="Times New Roman"/>
          <w:sz w:val="28"/>
          <w:szCs w:val="28"/>
        </w:rPr>
        <w:t>й этике, врачебного мышления ус</w:t>
      </w:r>
      <w:r w:rsidRPr="00567EA4">
        <w:rPr>
          <w:rFonts w:ascii="Times New Roman" w:hAnsi="Times New Roman" w:cs="Times New Roman"/>
          <w:sz w:val="28"/>
          <w:szCs w:val="28"/>
        </w:rPr>
        <w:t>воить и получить в дальнейшем практиче</w:t>
      </w:r>
      <w:r>
        <w:rPr>
          <w:rFonts w:ascii="Times New Roman" w:hAnsi="Times New Roman" w:cs="Times New Roman"/>
          <w:sz w:val="28"/>
          <w:szCs w:val="28"/>
        </w:rPr>
        <w:t>ские навыки по предубойной оцен</w:t>
      </w:r>
      <w:r w:rsidRPr="00567EA4">
        <w:rPr>
          <w:rFonts w:ascii="Times New Roman" w:hAnsi="Times New Roman" w:cs="Times New Roman"/>
          <w:sz w:val="28"/>
          <w:szCs w:val="28"/>
        </w:rPr>
        <w:t xml:space="preserve">ке клинического состояния сельскохозяйственных животных, по проведению организационных, диагностических мероприятий, направленных на увеличение выхода экологически чистых продуктов животноводства.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>: Цикл ОПД.Ф.06,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</w:t>
      </w:r>
      <w:r>
        <w:rPr>
          <w:rFonts w:ascii="Times New Roman" w:hAnsi="Times New Roman" w:cs="Times New Roman"/>
          <w:sz w:val="28"/>
          <w:szCs w:val="28"/>
        </w:rPr>
        <w:t>5…6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Общие </w:t>
      </w:r>
      <w:r>
        <w:rPr>
          <w:rFonts w:ascii="Times New Roman" w:hAnsi="Times New Roman" w:cs="Times New Roman"/>
          <w:sz w:val="28"/>
          <w:szCs w:val="28"/>
        </w:rPr>
        <w:t>и специальные методы клиническо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го исследования. Виды клинического диагноза и прогнозы болезни. Определение габитуса, термометрия, исследование слизистых, лимфатических узлов. Порядок и методы исследования систем организма. Основы рентгенологии. Основы клинической энзимологии, иммунологии и эндокринологии. </w:t>
      </w:r>
    </w:p>
    <w:p w:rsidR="003B733A" w:rsidRPr="00567EA4" w:rsidRDefault="003B733A" w:rsidP="00E748F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Безопасность жизнедеятельности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вооружить студентов теоретическими знаниями и практическими навыками, необходимыми </w:t>
      </w:r>
      <w:r>
        <w:rPr>
          <w:rFonts w:ascii="Times New Roman" w:hAnsi="Times New Roman" w:cs="Times New Roman"/>
          <w:sz w:val="28"/>
          <w:szCs w:val="28"/>
        </w:rPr>
        <w:t>для создания комфортного состоя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ния окружающей среды в процессе трудовой деятельности; идентификации опасностей природного, техногенного и антропогенного происхождения; планирования и реализации мер защиты человека от опасностей, направленных на предупреждение производственного травматизма и профессиональной заболеваемости при работе с животными, обращении с агрессивными и ядовитыми веществами, использовании электричества и энергосилового оборудования, обслуживании машин и оборудования; обеспечения устойчивости функционирования объектов и эргатических систем в штатных и чрезвычайных ситуациях; принятия решений по защите производственного персонала и населения от возможных последствий аварий, катастроф, стихийных бедствий и применения современных средств поражения; прогнозирования развития опасных ситуаций.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>7, дисциплина осваивается в 4семестр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Безопаснос</w:t>
      </w:r>
      <w:r>
        <w:rPr>
          <w:rFonts w:ascii="Times New Roman" w:hAnsi="Times New Roman" w:cs="Times New Roman"/>
          <w:sz w:val="28"/>
          <w:szCs w:val="28"/>
        </w:rPr>
        <w:t>ть труда как составная часть ан</w:t>
      </w:r>
      <w:r w:rsidRPr="00567EA4">
        <w:rPr>
          <w:rFonts w:ascii="Times New Roman" w:hAnsi="Times New Roman" w:cs="Times New Roman"/>
          <w:sz w:val="28"/>
          <w:szCs w:val="28"/>
        </w:rPr>
        <w:t>тропогенной экологии; источники антропогенных факторов; параметры микроклимата производственной среды; источники загрязнения воздуха; механические и акустические колебания; электромагнитные поля; ионизирующее излучение; видимый диапазон электромагнитных излучений; действие электрического тока на организм человека; защита от поражения электрическим током; пожарная безопасность; принципы возникновения и классификация чрезвычайных ситуаций; размер и структура зон поражения; особенности аварии на объектах атомной энергетики; организация и проведение защитных мер при внезапном возникновении чрезвычайных ситуаций; правовое, нормативно-технические и организационные основы безопасности жизнедеятельности. Биологическая безопасность сырья</w:t>
      </w:r>
      <w:r>
        <w:rPr>
          <w:rFonts w:ascii="Times New Roman" w:hAnsi="Times New Roman" w:cs="Times New Roman"/>
          <w:sz w:val="28"/>
          <w:szCs w:val="28"/>
        </w:rPr>
        <w:t xml:space="preserve"> и продуктов животного происхож</w:t>
      </w:r>
      <w:r w:rsidRPr="00567EA4">
        <w:rPr>
          <w:rFonts w:ascii="Times New Roman" w:hAnsi="Times New Roman" w:cs="Times New Roman"/>
          <w:sz w:val="28"/>
          <w:szCs w:val="28"/>
        </w:rPr>
        <w:t>дения. Понятие биологической безопасности как отсутствие недопустимого риска или ущерба здоровью и жизни людей при употреблении в общепринятых количествах продуктов животного происхождения. Гигиеническая характеристика основных компонентов сырья и продуктов животного происхождения. Основные законы РФ, регламентирующие безопасность сырья продуктов питания для человека и окружающей среды. Загрязнение сырья и продуктов животного происхождения ксе</w:t>
      </w:r>
      <w:r>
        <w:rPr>
          <w:rFonts w:ascii="Times New Roman" w:hAnsi="Times New Roman" w:cs="Times New Roman"/>
          <w:sz w:val="28"/>
          <w:szCs w:val="28"/>
        </w:rPr>
        <w:t>нобиотиками химического и биоло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гического происхождения (микроорганизмы и их токсины, токсические элементы, антибиотики, пестициды, нитраты, нитриты и нитрозоамины, диоксины и диоксиноподобные соединения, полициклические ароматические углеводы, радионуклиды, пищевые добавки). Методы контроля ксенобиотиков в сырье и продуктах животного происхождения, способы снижения вредного воздействия на человека и окружающую среду. Утилизация отходов.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Физиология и этология животных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формирование у студентов фундаментальных и профессиональных знаний о физиологических процессах и функциях в орга-низме млекопитающих и птиц, об их качественном своеобразии в организме продуктивных сельскохозяйственных животных, домашних, лабораторных и экзотических животных, необходимых ветеринарному врачу для научного обоснования мероприятий, связанных с созданием оптимальных условий со-держания, кормления и эксплуатации животных, предупреждением заболе-ваний, оценкой здоровья, характера и степени нарушений деятельности орга-нов и организма, определением путей и способов воздействий на организм в целях коррекции деятельности органов.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08,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3…4 семестрах. </w:t>
      </w:r>
    </w:p>
    <w:p w:rsidR="003B733A" w:rsidRPr="00567EA4" w:rsidRDefault="003B733A" w:rsidP="00DE195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 физиология возбудимых тканей. Физиология мышц, нервов, синапсов. Физи</w:t>
      </w:r>
      <w:r>
        <w:rPr>
          <w:rFonts w:ascii="Times New Roman" w:hAnsi="Times New Roman" w:cs="Times New Roman"/>
          <w:sz w:val="28"/>
          <w:szCs w:val="28"/>
        </w:rPr>
        <w:t>ология центральной нервной и эн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докринной систем. Системы крови, кровообращения, лимфообращения. Иммунная система. Физиология дыхания и пищеварения. Обмен веществ и энергии. Физиология выделительной системы. Физиология кожи, физиология репродукций и лактации. Физиология движения, анализаторы и сенсорные системы. Высшая нервная деятельность. Физиология адаптации. Этология животных: формы и системы поведения, </w:t>
      </w:r>
      <w:r>
        <w:rPr>
          <w:rFonts w:ascii="Times New Roman" w:hAnsi="Times New Roman" w:cs="Times New Roman"/>
          <w:sz w:val="28"/>
          <w:szCs w:val="28"/>
        </w:rPr>
        <w:t>врожденное и приобретенное пове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дение, виды научения. Этологическая структура сообществ.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Патологическая физиология животных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– </w:t>
      </w:r>
      <w:r w:rsidRPr="00567EA4">
        <w:rPr>
          <w:rFonts w:ascii="Times New Roman" w:hAnsi="Times New Roman" w:cs="Times New Roman"/>
          <w:sz w:val="28"/>
          <w:szCs w:val="28"/>
        </w:rPr>
        <w:t>научить студентов разбираться в механизмах развития болезней и выздоровления, усвоить осно</w:t>
      </w:r>
      <w:r>
        <w:rPr>
          <w:rFonts w:ascii="Times New Roman" w:hAnsi="Times New Roman" w:cs="Times New Roman"/>
          <w:sz w:val="28"/>
          <w:szCs w:val="28"/>
        </w:rPr>
        <w:t>вные и общие законы дея</w:t>
      </w:r>
      <w:r w:rsidRPr="00567EA4">
        <w:rPr>
          <w:rFonts w:ascii="Times New Roman" w:hAnsi="Times New Roman" w:cs="Times New Roman"/>
          <w:sz w:val="28"/>
          <w:szCs w:val="28"/>
        </w:rPr>
        <w:t>тельности органов и систем у больного ж</w:t>
      </w:r>
      <w:r>
        <w:rPr>
          <w:rFonts w:ascii="Times New Roman" w:hAnsi="Times New Roman" w:cs="Times New Roman"/>
          <w:sz w:val="28"/>
          <w:szCs w:val="28"/>
        </w:rPr>
        <w:t>ивотного. Задачей дисциплины яв</w:t>
      </w:r>
      <w:r w:rsidRPr="00567EA4">
        <w:rPr>
          <w:rFonts w:ascii="Times New Roman" w:hAnsi="Times New Roman" w:cs="Times New Roman"/>
          <w:sz w:val="28"/>
          <w:szCs w:val="28"/>
        </w:rPr>
        <w:t>ляется изучение механизмов расстройства функций отдельных органов и систем, основных типовых патологически</w:t>
      </w:r>
      <w:r>
        <w:rPr>
          <w:rFonts w:ascii="Times New Roman" w:hAnsi="Times New Roman" w:cs="Times New Roman"/>
          <w:sz w:val="28"/>
          <w:szCs w:val="28"/>
        </w:rPr>
        <w:t>х процессов и формирование пред</w:t>
      </w:r>
      <w:r w:rsidRPr="00567EA4">
        <w:rPr>
          <w:rFonts w:ascii="Times New Roman" w:hAnsi="Times New Roman" w:cs="Times New Roman"/>
          <w:sz w:val="28"/>
          <w:szCs w:val="28"/>
        </w:rPr>
        <w:t xml:space="preserve">ставлений о механизмах, обеспечивающих здоровье и устойчивость животных к патогенным факторам, приспосабливаемость организмов к условиям существования. </w:t>
      </w:r>
    </w:p>
    <w:p w:rsidR="003B733A" w:rsidRPr="00567EA4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</w:t>
      </w:r>
      <w:r>
        <w:rPr>
          <w:rFonts w:ascii="Times New Roman" w:hAnsi="Times New Roman" w:cs="Times New Roman"/>
          <w:sz w:val="28"/>
          <w:szCs w:val="28"/>
        </w:rPr>
        <w:t>09, дисциплина осваивается в 4…5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Pr="00567EA4" w:rsidRDefault="003B733A" w:rsidP="009471C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 нозология, общая этиология. Общий патогенез. Действие болезнетворных</w:t>
      </w:r>
      <w:r>
        <w:rPr>
          <w:rFonts w:ascii="Times New Roman" w:hAnsi="Times New Roman" w:cs="Times New Roman"/>
          <w:sz w:val="28"/>
          <w:szCs w:val="28"/>
        </w:rPr>
        <w:t xml:space="preserve"> факторов внешней среды. Патофи</w:t>
      </w:r>
      <w:r w:rsidRPr="00567EA4">
        <w:rPr>
          <w:rFonts w:ascii="Times New Roman" w:hAnsi="Times New Roman" w:cs="Times New Roman"/>
          <w:sz w:val="28"/>
          <w:szCs w:val="28"/>
        </w:rPr>
        <w:t>зиология клетки. Реактивность организма. Патофизиология иммунной системы. Типические патологические процессы. Нарушение периферического кровообращения и микроциркуляции. Восп</w:t>
      </w:r>
      <w:r>
        <w:rPr>
          <w:rFonts w:ascii="Times New Roman" w:hAnsi="Times New Roman" w:cs="Times New Roman"/>
          <w:sz w:val="28"/>
          <w:szCs w:val="28"/>
        </w:rPr>
        <w:t>аление. Патология тепловой регу</w:t>
      </w:r>
      <w:r w:rsidRPr="00567EA4">
        <w:rPr>
          <w:rFonts w:ascii="Times New Roman" w:hAnsi="Times New Roman" w:cs="Times New Roman"/>
          <w:sz w:val="28"/>
          <w:szCs w:val="28"/>
        </w:rPr>
        <w:t xml:space="preserve">ляции. Гипербиотические процессы. Опухолевый рост. Гипобиотические процессы. Нарушение обмена веществ. Патологическая физиология органов и систем организма.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Экономика, организация, отраслевое управление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дать студентам основные представления о рациональном построении и ведении производства на предприятиях, перерабатывающих сельскохозяйственное сырье.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</w:t>
      </w:r>
      <w:r>
        <w:rPr>
          <w:rFonts w:ascii="Times New Roman" w:hAnsi="Times New Roman" w:cs="Times New Roman"/>
          <w:sz w:val="28"/>
          <w:szCs w:val="28"/>
        </w:rPr>
        <w:t>Ф.10, дисциплина осваивается на 8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Понятие </w:t>
      </w:r>
      <w:r>
        <w:rPr>
          <w:rFonts w:ascii="Times New Roman" w:hAnsi="Times New Roman" w:cs="Times New Roman"/>
          <w:sz w:val="28"/>
          <w:szCs w:val="28"/>
        </w:rPr>
        <w:t>об организации и управлением го</w:t>
      </w:r>
      <w:r w:rsidRPr="00567EA4">
        <w:rPr>
          <w:rFonts w:ascii="Times New Roman" w:hAnsi="Times New Roman" w:cs="Times New Roman"/>
          <w:sz w:val="28"/>
          <w:szCs w:val="28"/>
        </w:rPr>
        <w:t>сударственной и ведомственной ветерин</w:t>
      </w:r>
      <w:r>
        <w:rPr>
          <w:rFonts w:ascii="Times New Roman" w:hAnsi="Times New Roman" w:cs="Times New Roman"/>
          <w:sz w:val="28"/>
          <w:szCs w:val="28"/>
        </w:rPr>
        <w:t>арно-санитарной службой на пред</w:t>
      </w:r>
      <w:r w:rsidRPr="00567EA4">
        <w:rPr>
          <w:rFonts w:ascii="Times New Roman" w:hAnsi="Times New Roman" w:cs="Times New Roman"/>
          <w:sz w:val="28"/>
          <w:szCs w:val="28"/>
        </w:rPr>
        <w:t xml:space="preserve">приятиях перерабатывающей промышленности; экономическое обоснование проводимых профилактических врачебно-санитарных мероприятий.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B318C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Внутренние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незаразные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болезни животных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 </w:t>
      </w:r>
      <w:r w:rsidRPr="00567EA4">
        <w:rPr>
          <w:rFonts w:ascii="Times New Roman" w:hAnsi="Times New Roman" w:cs="Times New Roman"/>
          <w:sz w:val="28"/>
          <w:szCs w:val="28"/>
        </w:rPr>
        <w:t xml:space="preserve">– научить будущего ветеринарно-санитарного врача врачебному мышлению для освоения практических навыков по предубойной оценке клинического состояния сельскохозяйственных животных, по проведению организационных, лечебных и профилактических мероприятий, направленных на увеличение выхода экологически чистых и биологически безопасных продуктов животноводства.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 xml:space="preserve">: Цикл ОПД.Ф.11,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7…8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</w:t>
      </w:r>
      <w:r>
        <w:rPr>
          <w:rFonts w:ascii="Times New Roman" w:hAnsi="Times New Roman" w:cs="Times New Roman"/>
          <w:sz w:val="28"/>
          <w:szCs w:val="28"/>
        </w:rPr>
        <w:t xml:space="preserve"> профилактика и терапия внутрен</w:t>
      </w:r>
      <w:r w:rsidRPr="00567EA4">
        <w:rPr>
          <w:rFonts w:ascii="Times New Roman" w:hAnsi="Times New Roman" w:cs="Times New Roman"/>
          <w:sz w:val="28"/>
          <w:szCs w:val="28"/>
        </w:rPr>
        <w:t>них незаразных болезней. Методы и средст</w:t>
      </w:r>
      <w:r>
        <w:rPr>
          <w:rFonts w:ascii="Times New Roman" w:hAnsi="Times New Roman" w:cs="Times New Roman"/>
          <w:sz w:val="28"/>
          <w:szCs w:val="28"/>
        </w:rPr>
        <w:t>ва терапевтической техники. Дис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пансеризация животных. Лечение и профилактика болезней молодняка, откормочных животных, болезни нарушения обмена веществ, болезни птиц, пушных зверей.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хирургия </w:t>
      </w:r>
    </w:p>
    <w:p w:rsidR="003B733A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дать выпускник</w:t>
      </w:r>
      <w:r>
        <w:rPr>
          <w:rFonts w:ascii="Times New Roman" w:hAnsi="Times New Roman" w:cs="Times New Roman"/>
          <w:sz w:val="28"/>
          <w:szCs w:val="28"/>
        </w:rPr>
        <w:t>ам теоретические знания, практи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ческие умения и навыки по профилактике, диагностике и лечению наиболее часто встречающихся хирургических болезней животных.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ОПД.Ф.12, дисциплина осваивается в 5</w:t>
      </w:r>
      <w:r>
        <w:rPr>
          <w:rFonts w:ascii="Times New Roman" w:hAnsi="Times New Roman" w:cs="Times New Roman"/>
          <w:sz w:val="28"/>
          <w:szCs w:val="28"/>
        </w:rPr>
        <w:t>..6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Основы общей и частной хирургии, понятие об операции, хирургические ветеринарны</w:t>
      </w:r>
      <w:r>
        <w:rPr>
          <w:rFonts w:ascii="Times New Roman" w:hAnsi="Times New Roman" w:cs="Times New Roman"/>
          <w:sz w:val="28"/>
          <w:szCs w:val="28"/>
        </w:rPr>
        <w:t>е инструменты, типы повязок, по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нятия об операциях на отдельных областях тела животного. </w:t>
      </w:r>
    </w:p>
    <w:p w:rsidR="003B733A" w:rsidRPr="00567EA4" w:rsidRDefault="003B733A" w:rsidP="00B318C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2F4938" w:rsidRDefault="003B733A" w:rsidP="00BC4E5C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Оперативная хирургия </w:t>
      </w:r>
    </w:p>
    <w:p w:rsidR="003B733A" w:rsidRPr="002F4938" w:rsidRDefault="003B733A" w:rsidP="00BC4E5C">
      <w:pPr>
        <w:shd w:val="clear" w:color="auto" w:fill="FFFFFF"/>
        <w:spacing w:after="0"/>
        <w:ind w:left="14" w:firstLine="694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Цель дисциплины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–</w:t>
      </w:r>
      <w:r w:rsidRPr="002F4938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2F4938">
        <w:rPr>
          <w:rFonts w:ascii="Times New Roman" w:hAnsi="Times New Roman"/>
          <w:color w:val="000000"/>
          <w:sz w:val="28"/>
          <w:szCs w:val="28"/>
        </w:rPr>
        <w:t xml:space="preserve">научить будущего ветеринарного врача врачебному мышлению для освоения </w:t>
      </w:r>
      <w:r w:rsidRPr="002F4938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практических навыков по проведению лечебно-профилактических </w:t>
      </w:r>
      <w:r w:rsidRPr="002F4938">
        <w:rPr>
          <w:rFonts w:ascii="Times New Roman" w:hAnsi="Times New Roman"/>
          <w:color w:val="000000"/>
          <w:spacing w:val="-1"/>
          <w:sz w:val="28"/>
          <w:szCs w:val="28"/>
        </w:rPr>
        <w:t xml:space="preserve">мероприятий при хирургической патологии у сельскохозяйственных животных. </w:t>
      </w:r>
    </w:p>
    <w:p w:rsidR="003B733A" w:rsidRPr="002F4938" w:rsidRDefault="003B733A" w:rsidP="00BC4E5C">
      <w:pPr>
        <w:shd w:val="clear" w:color="auto" w:fill="FFFFFF"/>
        <w:spacing w:after="0"/>
        <w:ind w:left="14" w:right="1037" w:firstLine="694"/>
        <w:jc w:val="both"/>
        <w:rPr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Место дисциплины в учебном плане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: </w:t>
      </w:r>
      <w:r w:rsidRPr="00567EA4">
        <w:rPr>
          <w:rFonts w:ascii="Times New Roman" w:hAnsi="Times New Roman"/>
          <w:sz w:val="28"/>
          <w:szCs w:val="28"/>
        </w:rPr>
        <w:t>Цикл ОПД.Ф.12</w:t>
      </w:r>
      <w:r>
        <w:rPr>
          <w:rFonts w:ascii="Times New Roman" w:hAnsi="Times New Roman"/>
          <w:sz w:val="28"/>
          <w:szCs w:val="28"/>
        </w:rPr>
        <w:t>.01</w:t>
      </w:r>
      <w:r w:rsidRPr="00567EA4">
        <w:rPr>
          <w:rFonts w:ascii="Times New Roman" w:hAnsi="Times New Roman"/>
          <w:sz w:val="28"/>
          <w:szCs w:val="28"/>
        </w:rPr>
        <w:t>, дисциплина осваивается в 5 семестр</w:t>
      </w:r>
      <w:r>
        <w:rPr>
          <w:rFonts w:ascii="Times New Roman" w:hAnsi="Times New Roman"/>
          <w:sz w:val="28"/>
          <w:szCs w:val="28"/>
        </w:rPr>
        <w:t>е</w:t>
      </w:r>
      <w:r w:rsidRPr="00567EA4">
        <w:rPr>
          <w:rFonts w:ascii="Times New Roman" w:hAnsi="Times New Roman"/>
          <w:sz w:val="28"/>
          <w:szCs w:val="28"/>
        </w:rPr>
        <w:t>.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pacing w:val="-1"/>
          <w:sz w:val="28"/>
          <w:szCs w:val="28"/>
        </w:rPr>
        <w:t xml:space="preserve">Изучение и развитие у студентов теоретических и </w:t>
      </w:r>
      <w:r w:rsidRPr="002F4938">
        <w:rPr>
          <w:rFonts w:ascii="Times New Roman" w:hAnsi="Times New Roman" w:cs="Times New Roman"/>
          <w:sz w:val="28"/>
          <w:szCs w:val="28"/>
        </w:rPr>
        <w:t>практических навыков владения оперативной хирургией</w:t>
      </w:r>
    </w:p>
    <w:p w:rsidR="003B733A" w:rsidRDefault="003B733A" w:rsidP="00BC4E5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2F4938" w:rsidRDefault="003B733A" w:rsidP="00073453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Общая и частная 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хирургия 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выпускникам теоретические знания, практические умения и навыки по профилактике, диагностике и лечению наиболее часто встречающихся хирургических болезней животных. 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</w:t>
      </w:r>
      <w:r w:rsidRPr="00567EA4">
        <w:rPr>
          <w:rFonts w:ascii="Times New Roman" w:hAnsi="Times New Roman" w:cs="Times New Roman"/>
          <w:sz w:val="28"/>
          <w:szCs w:val="28"/>
        </w:rPr>
        <w:t>ОПД.Ф.12</w:t>
      </w:r>
      <w:r>
        <w:rPr>
          <w:rFonts w:ascii="Times New Roman" w:hAnsi="Times New Roman"/>
          <w:sz w:val="28"/>
          <w:szCs w:val="28"/>
        </w:rPr>
        <w:t>.02</w:t>
      </w:r>
      <w:r>
        <w:rPr>
          <w:rFonts w:ascii="Times New Roman" w:hAnsi="Times New Roman" w:cs="Times New Roman"/>
          <w:sz w:val="28"/>
          <w:szCs w:val="28"/>
        </w:rPr>
        <w:t xml:space="preserve">, дисциплина осваивается в </w:t>
      </w:r>
      <w:r w:rsidRPr="002F4938">
        <w:rPr>
          <w:rFonts w:ascii="Times New Roman" w:hAnsi="Times New Roman" w:cs="Times New Roman"/>
          <w:sz w:val="28"/>
          <w:szCs w:val="28"/>
        </w:rPr>
        <w:t>6 семестр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F49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2F4938">
        <w:rPr>
          <w:rFonts w:ascii="Times New Roman" w:hAnsi="Times New Roman" w:cs="Times New Roman"/>
          <w:sz w:val="28"/>
          <w:szCs w:val="28"/>
        </w:rPr>
        <w:t>Учение о хирургической операции, технология организации и проведения операций, фиксация и фармакологическое обездвиживание животных, профилактика инфекции при хирургических ма-нипуляциях; инъекции и пункции, анестезиология, элементы хирургических и пластических операций, десмургия. Опер</w:t>
      </w:r>
      <w:r>
        <w:rPr>
          <w:rFonts w:ascii="Times New Roman" w:hAnsi="Times New Roman" w:cs="Times New Roman"/>
          <w:sz w:val="28"/>
          <w:szCs w:val="28"/>
        </w:rPr>
        <w:t>ации на голове и затылке, в вен</w:t>
      </w:r>
      <w:r w:rsidRPr="002F4938">
        <w:rPr>
          <w:rFonts w:ascii="Times New Roman" w:hAnsi="Times New Roman" w:cs="Times New Roman"/>
          <w:sz w:val="28"/>
          <w:szCs w:val="28"/>
        </w:rPr>
        <w:t>тральной области шеи, в области холки,</w:t>
      </w:r>
      <w:r>
        <w:rPr>
          <w:rFonts w:ascii="Times New Roman" w:hAnsi="Times New Roman" w:cs="Times New Roman"/>
          <w:sz w:val="28"/>
          <w:szCs w:val="28"/>
        </w:rPr>
        <w:t xml:space="preserve"> в области грудной и брюшной по</w:t>
      </w:r>
      <w:r w:rsidRPr="002F4938">
        <w:rPr>
          <w:rFonts w:ascii="Times New Roman" w:hAnsi="Times New Roman" w:cs="Times New Roman"/>
          <w:sz w:val="28"/>
          <w:szCs w:val="28"/>
        </w:rPr>
        <w:t xml:space="preserve">лости, на мочеполовых органах, на конечностях. </w:t>
      </w:r>
    </w:p>
    <w:p w:rsidR="003B733A" w:rsidRDefault="003B733A" w:rsidP="00BC4E5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BC4E5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Ветеринарное акушерство и гинекология </w:t>
      </w:r>
    </w:p>
    <w:p w:rsidR="003B733A" w:rsidRPr="00567EA4" w:rsidRDefault="003B733A" w:rsidP="00BC4E5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формирование знаний и практических навыков по биотехнике воспроизводства, акушерству и гинекологии в объеме, необходимом для ветеринарно-санитарного врача. </w:t>
      </w:r>
    </w:p>
    <w:p w:rsidR="003B733A" w:rsidRPr="00567EA4" w:rsidRDefault="003B733A" w:rsidP="00BC4E5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 xml:space="preserve">: Цикл ОПД.Ф.13,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BC4E5C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 w:rsidRPr="00567EA4">
        <w:rPr>
          <w:rFonts w:ascii="Times New Roman" w:hAnsi="Times New Roman" w:cs="Times New Roman"/>
          <w:sz w:val="28"/>
          <w:szCs w:val="28"/>
        </w:rPr>
        <w:t xml:space="preserve">Акушерская патология, основы размножения животных, гинекология и биотехника размножения, беременность, роды, оперативное акушерство, болезни новорожденных, болезни молочной железы, бесплодие самок.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Патологическая анатомия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Обеспечить обучающихся необходимой информацией по вопросам возникновения и развит</w:t>
      </w:r>
      <w:r>
        <w:rPr>
          <w:rFonts w:ascii="Times New Roman" w:hAnsi="Times New Roman" w:cs="Times New Roman"/>
          <w:sz w:val="28"/>
          <w:szCs w:val="28"/>
        </w:rPr>
        <w:t>ия структурных изменений в боль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ном организме, их этиологии и патогенезе для дальнейшего применения в лечебно-диагностической и профилактической работе ветеринарного врача. </w:t>
      </w:r>
    </w:p>
    <w:p w:rsidR="003B733A" w:rsidRPr="00567EA4" w:rsidRDefault="003B733A" w:rsidP="00B318C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ОПД.Ф.14, дисциплина ос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ваивается в 6…7 семестрах. </w:t>
      </w:r>
    </w:p>
    <w:p w:rsidR="003B733A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 и частная патологическая анатомия, морфологические проявления нарушения обмена веществ. Пат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морфология незаразных, инфекционных, инвазионных </w:t>
      </w:r>
      <w:r>
        <w:rPr>
          <w:rFonts w:ascii="Times New Roman" w:hAnsi="Times New Roman" w:cs="Times New Roman"/>
          <w:sz w:val="28"/>
          <w:szCs w:val="28"/>
        </w:rPr>
        <w:t>болезней, микозов и микотоксико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зов, гиподерматозов. Значение морфогенеза болезней в ветеринарно-санитарной экспертизе.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Паразитология и инвазионные болезни животных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Дать студентам теоретические и практические знания по вопросам, связанным с паразитарными заболеваниями животных, привить навыки клинической и практиче</w:t>
      </w:r>
      <w:r>
        <w:rPr>
          <w:rFonts w:ascii="Times New Roman" w:hAnsi="Times New Roman" w:cs="Times New Roman"/>
          <w:sz w:val="28"/>
          <w:szCs w:val="28"/>
        </w:rPr>
        <w:t>ской работы, способствовать фор</w:t>
      </w:r>
      <w:r w:rsidRPr="00567EA4">
        <w:rPr>
          <w:rFonts w:ascii="Times New Roman" w:hAnsi="Times New Roman" w:cs="Times New Roman"/>
          <w:sz w:val="28"/>
          <w:szCs w:val="28"/>
        </w:rPr>
        <w:t xml:space="preserve">мированию всесторонне подготовленного специалиста сельского хозяйства.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Цикл ОПД.Ф.15, дисциплина осваивается в 7…8 семестрах.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 п</w:t>
      </w:r>
      <w:r>
        <w:rPr>
          <w:rFonts w:ascii="Times New Roman" w:hAnsi="Times New Roman" w:cs="Times New Roman"/>
          <w:sz w:val="28"/>
          <w:szCs w:val="28"/>
        </w:rPr>
        <w:t>аразитология; простейшие и вызы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ваемые ими болезни: гельминты и вызываемые ими болезни; арахноэнтомология; инвазионные болезни пчел и рыб; Значение противопаразитарных профилактических мероприятий в диагностических эхинококкоза, фасциолеза, трихинеллеза животных, </w:t>
      </w:r>
      <w:r w:rsidRPr="00AD66C9">
        <w:rPr>
          <w:rFonts w:ascii="Times New Roman" w:hAnsi="Times New Roman" w:cs="Times New Roman"/>
          <w:bCs/>
          <w:sz w:val="28"/>
          <w:szCs w:val="28"/>
        </w:rPr>
        <w:t>связь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EA4">
        <w:rPr>
          <w:rFonts w:ascii="Times New Roman" w:hAnsi="Times New Roman" w:cs="Times New Roman"/>
          <w:sz w:val="28"/>
          <w:szCs w:val="28"/>
        </w:rPr>
        <w:t>с зада</w:t>
      </w:r>
      <w:r>
        <w:rPr>
          <w:rFonts w:ascii="Times New Roman" w:hAnsi="Times New Roman" w:cs="Times New Roman"/>
          <w:sz w:val="28"/>
          <w:szCs w:val="28"/>
        </w:rPr>
        <w:t>чами ветеринарно-санитарной экс</w:t>
      </w:r>
      <w:r w:rsidRPr="00567EA4">
        <w:rPr>
          <w:rFonts w:ascii="Times New Roman" w:hAnsi="Times New Roman" w:cs="Times New Roman"/>
          <w:sz w:val="28"/>
          <w:szCs w:val="28"/>
        </w:rPr>
        <w:t xml:space="preserve">пертизы.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Эпизоотология и инфекционные болезни животных </w:t>
      </w:r>
    </w:p>
    <w:p w:rsidR="003B733A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дать студентам знания об эпизоотологических закономерностях возникновения, проявле</w:t>
      </w:r>
      <w:r>
        <w:rPr>
          <w:rFonts w:ascii="Times New Roman" w:hAnsi="Times New Roman" w:cs="Times New Roman"/>
          <w:sz w:val="28"/>
          <w:szCs w:val="28"/>
        </w:rPr>
        <w:t>ния и распространения инфекцион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ных болезней животных, средствах и способах профилактики и борьбы с ними.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ОПД.Ф.16, дисциплина ос</w:t>
      </w:r>
      <w:r>
        <w:rPr>
          <w:rFonts w:ascii="Times New Roman" w:hAnsi="Times New Roman" w:cs="Times New Roman"/>
          <w:sz w:val="28"/>
          <w:szCs w:val="28"/>
        </w:rPr>
        <w:t>ваивается в 7…8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Общая эпизоотология, лечебно-профилактические мероприятия при инфек</w:t>
      </w:r>
      <w:r>
        <w:rPr>
          <w:rFonts w:ascii="Times New Roman" w:hAnsi="Times New Roman" w:cs="Times New Roman"/>
          <w:sz w:val="28"/>
          <w:szCs w:val="28"/>
        </w:rPr>
        <w:t>ционных болезнях, частная эпизо</w:t>
      </w:r>
      <w:r w:rsidRPr="00567EA4">
        <w:rPr>
          <w:rFonts w:ascii="Times New Roman" w:hAnsi="Times New Roman" w:cs="Times New Roman"/>
          <w:sz w:val="28"/>
          <w:szCs w:val="28"/>
        </w:rPr>
        <w:t>отология, болезни, общие для многих видов животных, болезни жвачных, лошадей, свиней, молодняка, птиц, собак, пушных зверей. Соблюдение эп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67EA4">
        <w:rPr>
          <w:rFonts w:ascii="Times New Roman" w:hAnsi="Times New Roman" w:cs="Times New Roman"/>
          <w:sz w:val="28"/>
          <w:szCs w:val="28"/>
        </w:rPr>
        <w:t>зоотических мероприятий во время заготовки, транспортирования животных, содержания их на скотобазе мясоперер</w:t>
      </w:r>
      <w:r>
        <w:rPr>
          <w:rFonts w:ascii="Times New Roman" w:hAnsi="Times New Roman" w:cs="Times New Roman"/>
          <w:sz w:val="28"/>
          <w:szCs w:val="28"/>
        </w:rPr>
        <w:t>абатывающих предприятий; Класси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фикация болезней мясопромышленных животных.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Цитология, гистология и эмбриология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дать студентам основополагающие морфологические знания на клеточном и субклеточном уровнях, о функционирующем, развивающемся и приспосабливающемся организме и закономерностях его развития в онтогенезе.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ОПД.Ф.17, дисциплина осваив</w:t>
      </w:r>
      <w:r>
        <w:rPr>
          <w:rFonts w:ascii="Times New Roman" w:hAnsi="Times New Roman" w:cs="Times New Roman"/>
          <w:sz w:val="28"/>
          <w:szCs w:val="28"/>
        </w:rPr>
        <w:t>ается на</w:t>
      </w:r>
      <w:r w:rsidRPr="00567EA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…3 семестрах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Цитология, эмбриология, общая и частная гистология. Цитология (наука о клетке) изучает клеточный уровень структурной организации живых организмов (р</w:t>
      </w:r>
      <w:r>
        <w:rPr>
          <w:rFonts w:ascii="Times New Roman" w:hAnsi="Times New Roman" w:cs="Times New Roman"/>
          <w:sz w:val="28"/>
          <w:szCs w:val="28"/>
        </w:rPr>
        <w:t>азвитие, строение и функции кле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ток). Эмбриология исследует закономерности развития животных в пре- и постнатальном периодах онтогенеза (органов).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Общая генетика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изучение студентами основ современного состояния общей и ветеринарной генетики, получени</w:t>
      </w:r>
      <w:r>
        <w:rPr>
          <w:rFonts w:ascii="Times New Roman" w:hAnsi="Times New Roman" w:cs="Times New Roman"/>
          <w:sz w:val="28"/>
          <w:szCs w:val="28"/>
        </w:rPr>
        <w:t>е научных, теоретических и прак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тических знаний по генетической диагностике и профилактике наследственных аномалий и болезней с наследственной предрасположенностью для использования их в практике ветеринарной селекции. </w:t>
      </w: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ОПД.Ф.18, дисциплина осваивается на</w:t>
      </w:r>
      <w:r w:rsidRPr="00567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Генетика – основа современной биологии и биологической безопасности. Молекулярные основы наследственности. Нуклеиновые кислоты. Генетический код. Организация генетического материала. Пути приобретения генетической информации. Эволюция понятия «ген». Цитологические основы наследственности. Клетка и информация. Хромосомы. Структурная организация и непрерывность хромосом. Особенности кариотипа различных видов животных. Определение видовой принадлежности животных. Закономерности наследования признаков при половом размножении. Законы Менделя. Хромосомная теория. Генетика и определение пола. Изменчивость. Модификации. Мутации и мутагенез. Мутагенные факторы среды. Генетика популяций. Генетический полиморфизм. Генетические механизмы эволюции. Генетическая инженерия (клонирован</w:t>
      </w:r>
      <w:r>
        <w:rPr>
          <w:rFonts w:ascii="Times New Roman" w:hAnsi="Times New Roman" w:cs="Times New Roman"/>
          <w:sz w:val="28"/>
          <w:szCs w:val="28"/>
        </w:rPr>
        <w:t>ие, химеры, трансгеноз). Генети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ческие аномалии, их причины и принципы профилактики. Пути повышения наследственной устойчивости. Проблемы генетической безопасности. </w:t>
      </w:r>
    </w:p>
    <w:p w:rsidR="003B733A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Default="003B733A" w:rsidP="00FC6C01">
      <w:pPr>
        <w:shd w:val="clear" w:color="auto" w:fill="FFFFFF"/>
        <w:spacing w:after="0"/>
        <w:ind w:left="19" w:firstLine="398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Метрология.</w:t>
      </w: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B733A" w:rsidRPr="004A4832" w:rsidRDefault="003B733A" w:rsidP="00FC6C01">
      <w:pPr>
        <w:shd w:val="clear" w:color="auto" w:fill="FFFFFF"/>
        <w:spacing w:after="0"/>
        <w:ind w:left="19" w:firstLine="398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 дисциплины: </w:t>
      </w:r>
      <w:r w:rsidRPr="004A4832">
        <w:rPr>
          <w:rFonts w:ascii="Times New Roman" w:hAnsi="Times New Roman"/>
          <w:color w:val="000000"/>
          <w:sz w:val="28"/>
          <w:szCs w:val="28"/>
        </w:rPr>
        <w:t>теоретические и практические навыки изучения производственно-технической деятельности, направленной на обес</w:t>
      </w:r>
      <w:r w:rsidRPr="004A4832">
        <w:rPr>
          <w:rFonts w:ascii="Times New Roman" w:hAnsi="Times New Roman"/>
          <w:color w:val="000000"/>
          <w:sz w:val="28"/>
          <w:szCs w:val="28"/>
        </w:rPr>
        <w:softHyphen/>
        <w:t>печение качества сырья и готовой продукции на всех этапах производства.</w:t>
      </w:r>
    </w:p>
    <w:p w:rsidR="003B733A" w:rsidRPr="004A4832" w:rsidRDefault="003B733A" w:rsidP="00FC6C01">
      <w:pPr>
        <w:shd w:val="clear" w:color="auto" w:fill="FFFFFF"/>
        <w:spacing w:after="0"/>
        <w:ind w:left="19" w:firstLine="317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Требования к уровню освоения содержания курса: </w:t>
      </w:r>
      <w:r w:rsidRPr="004A4832">
        <w:rPr>
          <w:rFonts w:ascii="Times New Roman" w:hAnsi="Times New Roman"/>
          <w:color w:val="000000"/>
          <w:spacing w:val="3"/>
          <w:sz w:val="28"/>
          <w:szCs w:val="28"/>
        </w:rPr>
        <w:t>В результате освоения дисциплины формируются следующие компетен</w:t>
      </w:r>
      <w:r w:rsidRPr="004A4832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4A4832">
        <w:rPr>
          <w:rFonts w:ascii="Times New Roman" w:hAnsi="Times New Roman"/>
          <w:color w:val="000000"/>
          <w:sz w:val="28"/>
          <w:szCs w:val="28"/>
        </w:rPr>
        <w:t>ции: ОК-5, ПК-1, ПК-4, ПК-6, ПК-8.</w:t>
      </w:r>
    </w:p>
    <w:p w:rsidR="003B733A" w:rsidRPr="004A4832" w:rsidRDefault="003B733A" w:rsidP="00FC6C01">
      <w:pPr>
        <w:shd w:val="clear" w:color="auto" w:fill="FFFFFF"/>
        <w:spacing w:after="0"/>
        <w:ind w:left="14" w:right="336" w:firstLine="715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 xml:space="preserve">Место дисциплины в учебном плане: </w:t>
      </w:r>
      <w:r w:rsidRPr="004A4832">
        <w:rPr>
          <w:rFonts w:ascii="Times New Roman" w:hAnsi="Times New Roman"/>
          <w:color w:val="000000"/>
          <w:spacing w:val="1"/>
          <w:sz w:val="28"/>
          <w:szCs w:val="28"/>
        </w:rPr>
        <w:t>Цикл Б.З, по выбору, дисцип</w:t>
      </w:r>
      <w:r w:rsidRPr="004A483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/>
          <w:color w:val="000000"/>
          <w:sz w:val="28"/>
          <w:szCs w:val="28"/>
        </w:rPr>
        <w:t>лина осваивается в 4 семестре.</w:t>
      </w:r>
    </w:p>
    <w:p w:rsidR="003B733A" w:rsidRPr="004A4832" w:rsidRDefault="003B733A" w:rsidP="00FC6C01">
      <w:pPr>
        <w:shd w:val="clear" w:color="auto" w:fill="FFFFFF"/>
        <w:spacing w:after="0"/>
        <w:ind w:left="19" w:right="336" w:firstLine="715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Содержание дисциплины. </w:t>
      </w:r>
      <w:r w:rsidRPr="004A4832">
        <w:rPr>
          <w:rFonts w:ascii="Times New Roman" w:hAnsi="Times New Roman"/>
          <w:color w:val="000000"/>
          <w:spacing w:val="-1"/>
          <w:sz w:val="28"/>
          <w:szCs w:val="28"/>
        </w:rPr>
        <w:t xml:space="preserve">Изучение методов и средств исследования </w:t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сырья и готовой продукции; оценка качества измерений и измерительных </w:t>
      </w:r>
      <w:r w:rsidRPr="004A4832">
        <w:rPr>
          <w:rFonts w:ascii="Times New Roman" w:hAnsi="Times New Roman"/>
          <w:color w:val="000000"/>
          <w:spacing w:val="1"/>
          <w:sz w:val="28"/>
          <w:szCs w:val="28"/>
        </w:rPr>
        <w:t>средств; законодательной метрологии, НТД.</w:t>
      </w:r>
    </w:p>
    <w:p w:rsidR="003B733A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AD66C9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Стандартизация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сертификация</w:t>
      </w:r>
      <w:r>
        <w:rPr>
          <w:rFonts w:ascii="Times New Roman" w:hAnsi="Times New Roman" w:cs="Times New Roman"/>
          <w:b/>
          <w:bCs/>
          <w:sz w:val="28"/>
          <w:szCs w:val="28"/>
        </w:rPr>
        <w:t>, управление качеством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продуктов </w:t>
      </w:r>
      <w:r>
        <w:rPr>
          <w:rFonts w:ascii="Times New Roman" w:hAnsi="Times New Roman" w:cs="Times New Roman"/>
          <w:b/>
          <w:bCs/>
          <w:sz w:val="28"/>
          <w:szCs w:val="28"/>
        </w:rPr>
        <w:t>животного происхождения</w:t>
      </w:r>
    </w:p>
    <w:p w:rsidR="003B733A" w:rsidRPr="00567EA4" w:rsidRDefault="003B733A" w:rsidP="00E653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567EA4">
        <w:rPr>
          <w:rFonts w:ascii="Times New Roman" w:hAnsi="Times New Roman" w:cs="Times New Roman"/>
          <w:sz w:val="28"/>
          <w:szCs w:val="28"/>
        </w:rPr>
        <w:t>: дать студентам теоретические знания и практические навыки по стандартизации и сертиф</w:t>
      </w:r>
      <w:r>
        <w:rPr>
          <w:rFonts w:ascii="Times New Roman" w:hAnsi="Times New Roman" w:cs="Times New Roman"/>
          <w:sz w:val="28"/>
          <w:szCs w:val="28"/>
        </w:rPr>
        <w:t>икации продуктов питания и пище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вого сырья животного происхождения; изучить Госстандарты по пищевым продуктам и пищевым производствам, по которым производится сертификация в РФ выпускаемой продукции. </w:t>
      </w:r>
    </w:p>
    <w:p w:rsidR="003B733A" w:rsidRPr="00567EA4" w:rsidRDefault="003B733A" w:rsidP="00E653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ОПД.Р.</w:t>
      </w:r>
      <w:r>
        <w:rPr>
          <w:rFonts w:ascii="Times New Roman" w:hAnsi="Times New Roman" w:cs="Times New Roman"/>
          <w:sz w:val="28"/>
          <w:szCs w:val="28"/>
        </w:rPr>
        <w:t>02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567EA4">
        <w:rPr>
          <w:rFonts w:ascii="Times New Roman" w:hAnsi="Times New Roman" w:cs="Times New Roman"/>
          <w:sz w:val="28"/>
          <w:szCs w:val="28"/>
        </w:rPr>
        <w:t xml:space="preserve"> 5 семестр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E653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объекты</w:t>
      </w:r>
      <w:r>
        <w:rPr>
          <w:rFonts w:ascii="Times New Roman" w:hAnsi="Times New Roman" w:cs="Times New Roman"/>
          <w:sz w:val="28"/>
          <w:szCs w:val="28"/>
        </w:rPr>
        <w:t xml:space="preserve"> стандартизации, категории и ви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ды стандартов, комплексы государственных стандартов; особенности стандартизации сельскохозяйственной продукции в животноводстве; качество продукции и его показатели, базовое значение показателя качества продукции, предельное значение показателя качества, его номинальное значение; методы контроля качества продукции; сертификация пищевой промышленности; правовая основа и нормативная база сертификации; структура Российской системы сертификации; правила и порядок сертификации в системе Госстандарта России; требования Государственного стандарта к продукции и пищевому сырью животноводства.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КУРСЫ ПО ВЫБОРУ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Гигиена питания </w:t>
      </w:r>
    </w:p>
    <w:p w:rsidR="003B733A" w:rsidRPr="00567EA4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567EA4">
        <w:rPr>
          <w:rFonts w:ascii="Times New Roman" w:hAnsi="Times New Roman" w:cs="Times New Roman"/>
          <w:sz w:val="28"/>
          <w:szCs w:val="28"/>
        </w:rPr>
        <w:t>: формирование у</w:t>
      </w:r>
      <w:r>
        <w:rPr>
          <w:rFonts w:ascii="Times New Roman" w:hAnsi="Times New Roman" w:cs="Times New Roman"/>
          <w:sz w:val="28"/>
          <w:szCs w:val="28"/>
        </w:rPr>
        <w:t>мений, направленных на предупре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ждение заболеваний, связанных с характером питания, осуществление контроля за состоянием питания населения, пищевой ценностью и безопасностью </w:t>
      </w:r>
      <w:r>
        <w:rPr>
          <w:rFonts w:ascii="Times New Roman" w:hAnsi="Times New Roman" w:cs="Times New Roman"/>
          <w:sz w:val="28"/>
          <w:szCs w:val="28"/>
        </w:rPr>
        <w:t>пище</w:t>
      </w:r>
      <w:r w:rsidRPr="00567EA4">
        <w:rPr>
          <w:rFonts w:ascii="Times New Roman" w:hAnsi="Times New Roman" w:cs="Times New Roman"/>
          <w:sz w:val="28"/>
          <w:szCs w:val="28"/>
        </w:rPr>
        <w:t xml:space="preserve">вых продуктов. </w:t>
      </w:r>
    </w:p>
    <w:p w:rsidR="003B733A" w:rsidRPr="00567EA4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ОПД.В.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1,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7…8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Энергетическая, пищевая и биологическая ценность продуктов питания и их безопасность. Государственный санитарно-эпидемиологический надзор в области гигиены питания за действующими предприятиями пищевой промышленнос</w:t>
      </w:r>
      <w:r>
        <w:rPr>
          <w:rFonts w:ascii="Times New Roman" w:hAnsi="Times New Roman" w:cs="Times New Roman"/>
          <w:sz w:val="28"/>
          <w:szCs w:val="28"/>
        </w:rPr>
        <w:t>ти, общественного питания и тор</w:t>
      </w:r>
      <w:r w:rsidRPr="00567EA4">
        <w:rPr>
          <w:rFonts w:ascii="Times New Roman" w:hAnsi="Times New Roman" w:cs="Times New Roman"/>
          <w:sz w:val="28"/>
          <w:szCs w:val="28"/>
        </w:rPr>
        <w:t>говли. Предприятия общественного пита</w:t>
      </w:r>
      <w:r>
        <w:rPr>
          <w:rFonts w:ascii="Times New Roman" w:hAnsi="Times New Roman" w:cs="Times New Roman"/>
          <w:sz w:val="28"/>
          <w:szCs w:val="28"/>
        </w:rPr>
        <w:t>ния. Организация продовольствен</w:t>
      </w:r>
      <w:r w:rsidRPr="00567EA4">
        <w:rPr>
          <w:rFonts w:ascii="Times New Roman" w:hAnsi="Times New Roman" w:cs="Times New Roman"/>
          <w:sz w:val="28"/>
          <w:szCs w:val="28"/>
        </w:rPr>
        <w:t>ной торговли. Санитарно-эпидемиологические требования к производству молока и молочных продуктов, к производству колбасных изделий. Госсанэпиднадзор за применением пищевых добавок на предприятиях пищевой промышленности. Хранение и транспортировка пищевых продуктов. Государственное регулирование в области обеспечения качества и безопасности пищевых продуктов. Стандартизация пищевых продуктов, ее гигиеническое и правовое значение. Информация для потр</w:t>
      </w:r>
      <w:r>
        <w:rPr>
          <w:rFonts w:ascii="Times New Roman" w:hAnsi="Times New Roman" w:cs="Times New Roman"/>
          <w:sz w:val="28"/>
          <w:szCs w:val="28"/>
        </w:rPr>
        <w:t>ебителей о качестве и безопасно</w:t>
      </w:r>
      <w:r w:rsidRPr="00567EA4">
        <w:rPr>
          <w:rFonts w:ascii="Times New Roman" w:hAnsi="Times New Roman" w:cs="Times New Roman"/>
          <w:sz w:val="28"/>
          <w:szCs w:val="28"/>
        </w:rPr>
        <w:t>сти пищевых продуктов. Мониторинг качества и безопасности пищевых продуктов, здоровья населения. Проведение санитарно-эпидемиологической (гигиенической) экспертизы продукции в те</w:t>
      </w:r>
      <w:r>
        <w:rPr>
          <w:rFonts w:ascii="Times New Roman" w:hAnsi="Times New Roman" w:cs="Times New Roman"/>
          <w:sz w:val="28"/>
          <w:szCs w:val="28"/>
        </w:rPr>
        <w:t>кущем и предупредительном поряд</w:t>
      </w:r>
      <w:r w:rsidRPr="00567EA4">
        <w:rPr>
          <w:rFonts w:ascii="Times New Roman" w:hAnsi="Times New Roman" w:cs="Times New Roman"/>
          <w:sz w:val="28"/>
          <w:szCs w:val="28"/>
        </w:rPr>
        <w:t xml:space="preserve">ке. </w:t>
      </w:r>
    </w:p>
    <w:p w:rsidR="003B733A" w:rsidRDefault="003B733A" w:rsidP="00551FB3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551FB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hAnsi="Times New Roman" w:cs="Times New Roman"/>
          <w:b/>
          <w:bCs/>
          <w:sz w:val="28"/>
          <w:szCs w:val="28"/>
        </w:rPr>
        <w:t>адиационная гигиена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B733A" w:rsidRPr="00567EA4" w:rsidRDefault="003B733A" w:rsidP="00551F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дисциплины: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EA4">
        <w:rPr>
          <w:rFonts w:ascii="Times New Roman" w:hAnsi="Times New Roman" w:cs="Times New Roman"/>
          <w:sz w:val="28"/>
          <w:szCs w:val="28"/>
        </w:rPr>
        <w:t>дать студентам теоретические знания и практические навыки, необходимые для выполнения задач, стоящих перед ветеринарной службой по контролю за радиоактивной загрязнённостью объектов ветеринарного надзора, по проведению комплекса организационных и специальных мероприятий при ведении животноводства в условиях радиоактивного загрязнения среды, рационального использования загрязнённой радионуклидами продукции растениеводства и животн</w:t>
      </w:r>
      <w:r>
        <w:rPr>
          <w:rFonts w:ascii="Times New Roman" w:hAnsi="Times New Roman" w:cs="Times New Roman"/>
          <w:sz w:val="28"/>
          <w:szCs w:val="28"/>
        </w:rPr>
        <w:t>оводства, по диагностике, профи</w:t>
      </w:r>
      <w:r w:rsidRPr="00567EA4">
        <w:rPr>
          <w:rFonts w:ascii="Times New Roman" w:hAnsi="Times New Roman" w:cs="Times New Roman"/>
          <w:sz w:val="28"/>
          <w:szCs w:val="28"/>
        </w:rPr>
        <w:t>лактике и лечению последствий радиацион</w:t>
      </w:r>
      <w:r>
        <w:rPr>
          <w:rFonts w:ascii="Times New Roman" w:hAnsi="Times New Roman" w:cs="Times New Roman"/>
          <w:sz w:val="28"/>
          <w:szCs w:val="28"/>
        </w:rPr>
        <w:t>ного воздействия на организм жи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вотных, использованию методов радиоизотопного анализа и радиационно-биологической технологии в ветеринарной практике. </w:t>
      </w:r>
    </w:p>
    <w:p w:rsidR="003B733A" w:rsidRPr="00567EA4" w:rsidRDefault="003B733A" w:rsidP="00551F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 w:cs="Times New Roman"/>
          <w:sz w:val="28"/>
          <w:szCs w:val="28"/>
        </w:rPr>
        <w:t>Цикл ОПД.В.02</w:t>
      </w:r>
      <w:r w:rsidRPr="00567EA4">
        <w:rPr>
          <w:rFonts w:ascii="Times New Roman" w:hAnsi="Times New Roman" w:cs="Times New Roman"/>
          <w:sz w:val="28"/>
          <w:szCs w:val="28"/>
        </w:rPr>
        <w:t xml:space="preserve">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7…8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551FB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Элементы ядерной физики; радиометрия и дозиметрия ионизирующих излучений; основы радиоэкологии и радиотоксикологии. Биологическое действие ионизирующих излучений и лучевые поражения; радиационная экспертиза объектов ветеринарного надзора; использование радиоактивных изотопов и ионизирующей радиации в животноводстве и ветеринарии и основы радиационной безопасности.</w:t>
      </w:r>
    </w:p>
    <w:p w:rsidR="003B733A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2F4938" w:rsidRDefault="003B733A" w:rsidP="00073453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Кормление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и кормопроизводство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2F4938">
        <w:rPr>
          <w:rFonts w:ascii="Times New Roman" w:hAnsi="Times New Roman" w:cs="Times New Roman"/>
          <w:sz w:val="28"/>
          <w:szCs w:val="28"/>
        </w:rPr>
        <w:t xml:space="preserve">: сформировать у студентов базовые знания: </w:t>
      </w:r>
    </w:p>
    <w:p w:rsidR="003B733A" w:rsidRPr="002F4938" w:rsidRDefault="003B733A" w:rsidP="00073453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3453">
        <w:rPr>
          <w:rFonts w:ascii="Times New Roman" w:hAnsi="Times New Roman" w:cs="Times New Roman"/>
          <w:iCs/>
          <w:sz w:val="28"/>
          <w:szCs w:val="28"/>
        </w:rPr>
        <w:t xml:space="preserve">по научным основам полноценного нормированного кормления животных </w:t>
      </w:r>
      <w:r w:rsidRPr="00073453">
        <w:rPr>
          <w:rFonts w:ascii="Times New Roman" w:hAnsi="Times New Roman" w:cs="Times New Roman"/>
          <w:sz w:val="28"/>
          <w:szCs w:val="28"/>
        </w:rPr>
        <w:t>-</w:t>
      </w:r>
      <w:r w:rsidRPr="002F4938">
        <w:rPr>
          <w:rFonts w:ascii="Times New Roman" w:hAnsi="Times New Roman" w:cs="Times New Roman"/>
          <w:sz w:val="28"/>
          <w:szCs w:val="28"/>
        </w:rPr>
        <w:t xml:space="preserve"> роли отдельных питательных и биол</w:t>
      </w:r>
      <w:r>
        <w:rPr>
          <w:rFonts w:ascii="Times New Roman" w:hAnsi="Times New Roman" w:cs="Times New Roman"/>
          <w:sz w:val="28"/>
          <w:szCs w:val="28"/>
        </w:rPr>
        <w:t>огически активных элементов кор</w:t>
      </w:r>
      <w:r w:rsidRPr="002F4938">
        <w:rPr>
          <w:rFonts w:ascii="Times New Roman" w:hAnsi="Times New Roman" w:cs="Times New Roman"/>
          <w:sz w:val="28"/>
          <w:szCs w:val="28"/>
        </w:rPr>
        <w:t>мов в обмене веществ, методам оценки химического состава, биологической и питательной ценности кормов для животных, влиянию на качество кормов способов их заготовки, наличия антипита</w:t>
      </w:r>
      <w:r>
        <w:rPr>
          <w:rFonts w:ascii="Times New Roman" w:hAnsi="Times New Roman" w:cs="Times New Roman"/>
          <w:sz w:val="28"/>
          <w:szCs w:val="28"/>
        </w:rPr>
        <w:t>тельных факторов, методов подго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товки кормов к скармливанию; </w:t>
      </w:r>
      <w:r w:rsidRPr="00073453">
        <w:rPr>
          <w:rFonts w:ascii="Times New Roman" w:hAnsi="Times New Roman" w:cs="Times New Roman"/>
          <w:iCs/>
          <w:sz w:val="28"/>
          <w:szCs w:val="28"/>
        </w:rPr>
        <w:t>по нормированному физиологически обоснованному кормлению животных</w:t>
      </w:r>
      <w:r w:rsidRPr="002F49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F4938">
        <w:rPr>
          <w:rFonts w:ascii="Times New Roman" w:hAnsi="Times New Roman" w:cs="Times New Roman"/>
          <w:sz w:val="28"/>
          <w:szCs w:val="28"/>
        </w:rPr>
        <w:t>как основному способу повышен</w:t>
      </w:r>
      <w:r>
        <w:rPr>
          <w:rFonts w:ascii="Times New Roman" w:hAnsi="Times New Roman" w:cs="Times New Roman"/>
          <w:sz w:val="28"/>
          <w:szCs w:val="28"/>
        </w:rPr>
        <w:t>ия продуктивности животных, про</w:t>
      </w:r>
      <w:r w:rsidRPr="002F4938">
        <w:rPr>
          <w:rFonts w:ascii="Times New Roman" w:hAnsi="Times New Roman" w:cs="Times New Roman"/>
          <w:sz w:val="28"/>
          <w:szCs w:val="28"/>
        </w:rPr>
        <w:t xml:space="preserve">филактики нарушений обмена веществ, повышения устойчивости к заболеваниям различной этологии и воспроизводительной функции животных, получения полноценных, экологически чистых продуктов питания при сбалансированном кормлении животных. 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>: цикл ОПД.Ф.03, дисциплина ос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ваивается в 5…6 семестрах. </w:t>
      </w:r>
    </w:p>
    <w:p w:rsidR="003B733A" w:rsidRPr="002F4938" w:rsidRDefault="003B733A" w:rsidP="0007345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Оценка х</w:t>
      </w:r>
      <w:r>
        <w:rPr>
          <w:rFonts w:ascii="Times New Roman" w:hAnsi="Times New Roman" w:cs="Times New Roman"/>
          <w:sz w:val="28"/>
          <w:szCs w:val="28"/>
        </w:rPr>
        <w:t>имического состава и питательно</w:t>
      </w:r>
      <w:r w:rsidRPr="002F4938">
        <w:rPr>
          <w:rFonts w:ascii="Times New Roman" w:hAnsi="Times New Roman" w:cs="Times New Roman"/>
          <w:sz w:val="28"/>
          <w:szCs w:val="28"/>
        </w:rPr>
        <w:t>сти кормов; научные основы полноценног</w:t>
      </w:r>
      <w:r>
        <w:rPr>
          <w:rFonts w:ascii="Times New Roman" w:hAnsi="Times New Roman" w:cs="Times New Roman"/>
          <w:sz w:val="28"/>
          <w:szCs w:val="28"/>
        </w:rPr>
        <w:t>о протеинового, углеводного, ми</w:t>
      </w:r>
      <w:r w:rsidRPr="002F4938">
        <w:rPr>
          <w:rFonts w:ascii="Times New Roman" w:hAnsi="Times New Roman" w:cs="Times New Roman"/>
          <w:sz w:val="28"/>
          <w:szCs w:val="28"/>
        </w:rPr>
        <w:t>нерального и витаминного питания животных; система нормированного кормления животных всех видов; конт</w:t>
      </w:r>
      <w:r>
        <w:rPr>
          <w:rFonts w:ascii="Times New Roman" w:hAnsi="Times New Roman" w:cs="Times New Roman"/>
          <w:sz w:val="28"/>
          <w:szCs w:val="28"/>
        </w:rPr>
        <w:t>роль полноценности кормления жи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вотных. </w:t>
      </w:r>
    </w:p>
    <w:p w:rsidR="003B733A" w:rsidRDefault="003B733A" w:rsidP="00037A9F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037A9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ЦИКЛ ДС.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>ДС – ДИСЦИПЛИНЫ СПЕЦИАЛЬНОСТИ И</w:t>
      </w:r>
    </w:p>
    <w:p w:rsidR="003B733A" w:rsidRPr="00567EA4" w:rsidRDefault="003B733A" w:rsidP="00037A9F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ДИСЦИПЛИНЫ СПЕЦИАЛИЗАЦИИ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Ветеринарно-санитарная экспертиза </w:t>
      </w:r>
    </w:p>
    <w:p w:rsidR="003B733A" w:rsidRPr="00567EA4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Цель дисциплины</w:t>
      </w:r>
      <w:r w:rsidRPr="00567EA4">
        <w:rPr>
          <w:rFonts w:ascii="Times New Roman" w:hAnsi="Times New Roman" w:cs="Times New Roman"/>
          <w:sz w:val="28"/>
          <w:szCs w:val="28"/>
        </w:rPr>
        <w:t xml:space="preserve">: освоение методов и приемов ветеринарно-санитарной экспертизы на всех этапах </w:t>
      </w:r>
      <w:r>
        <w:rPr>
          <w:rFonts w:ascii="Times New Roman" w:hAnsi="Times New Roman" w:cs="Times New Roman"/>
          <w:sz w:val="28"/>
          <w:szCs w:val="28"/>
        </w:rPr>
        <w:t>заготовки и переработки животно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водческой продукции на предприятиях мясной и молочной промышленности, проведение лабораторного контроля сырья животного происхождения во избежание заражения людей и животных через боенское сырье и готовые мясные продукты. </w:t>
      </w:r>
    </w:p>
    <w:p w:rsidR="003B733A" w:rsidRPr="00567EA4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>
        <w:rPr>
          <w:rFonts w:ascii="Times New Roman" w:hAnsi="Times New Roman" w:cs="Times New Roman"/>
          <w:sz w:val="28"/>
          <w:szCs w:val="28"/>
        </w:rPr>
        <w:t>: Цикл СД</w:t>
      </w:r>
      <w:r w:rsidRPr="00567EA4">
        <w:rPr>
          <w:rFonts w:ascii="Times New Roman" w:hAnsi="Times New Roman" w:cs="Times New Roman"/>
          <w:sz w:val="28"/>
          <w:szCs w:val="28"/>
        </w:rPr>
        <w:t>.Ф.</w:t>
      </w:r>
      <w:r>
        <w:rPr>
          <w:rFonts w:ascii="Times New Roman" w:hAnsi="Times New Roman" w:cs="Times New Roman"/>
          <w:sz w:val="28"/>
          <w:szCs w:val="28"/>
        </w:rPr>
        <w:t>01, дисциплина осваивается в 8…9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Pr="00567EA4" w:rsidRDefault="003B733A" w:rsidP="00037A9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Предмет и задачи дисциплины ветеринарно-санитарной экспертизы. Положения о подразделении Государственного ветеринарного надзора и производственной ветеринарной службы на предприятиях по переработке и хранению продуктов животноводства. Животные для убоя. Ветеринарные требования при за</w:t>
      </w:r>
      <w:r>
        <w:rPr>
          <w:rFonts w:ascii="Times New Roman" w:hAnsi="Times New Roman" w:cs="Times New Roman"/>
          <w:sz w:val="28"/>
          <w:szCs w:val="28"/>
        </w:rPr>
        <w:t>готовке и транспортировке живот</w:t>
      </w:r>
      <w:r w:rsidRPr="00567EA4">
        <w:rPr>
          <w:rFonts w:ascii="Times New Roman" w:hAnsi="Times New Roman" w:cs="Times New Roman"/>
          <w:sz w:val="28"/>
          <w:szCs w:val="28"/>
        </w:rPr>
        <w:t>ных для убоя, особенности перевозки больных животных. Ветеринарные требования при приеме, размещении, подготовке животных к убою. Значение лимфатической системы для ветеринарно-санитарной экспертизы и оценки продуктов убоя животных. Порядок предубойного и послеубойного осмотра лимфатических узлов. Ветеринарно-санитарные требования при переработке животных разных видов. Ветеринарно-санитарная экспертиза туш и органов различных видов животных. Ветеринарные требования при переработке больных животных и мяса вынужденного убоя. Ветеринарно-санитарная экспертиза субпродуктов, жира, шкур и других продуктов убоя. Ветеринарно-санитарная экспертиза и оценка продуктов убоя при различных инфекционных зооантропонозных болезнях (туберкулез, бруцеллез, ящур, сибирская язва, лептоспироз, листериоз, бешенство и др.). Ветеринарно-санитарная экспертиза и оценка продуктов убоя животных при инфекционных болезнях, не опасных для человека (пастереллез, актиномикозы, гемофилез, некробактериоз и др.). Оценка продуктов убоя животных при болезнях молодняка (сальмонеллез, колибактер</w:t>
      </w:r>
      <w:r>
        <w:rPr>
          <w:rFonts w:ascii="Times New Roman" w:hAnsi="Times New Roman" w:cs="Times New Roman"/>
          <w:sz w:val="28"/>
          <w:szCs w:val="28"/>
        </w:rPr>
        <w:t>иоз, диплококковая инфекция, ди</w:t>
      </w:r>
      <w:r w:rsidRPr="00567EA4">
        <w:rPr>
          <w:rFonts w:ascii="Times New Roman" w:hAnsi="Times New Roman" w:cs="Times New Roman"/>
          <w:sz w:val="28"/>
          <w:szCs w:val="28"/>
        </w:rPr>
        <w:t>зентерия и др.). Ветеринарно-санитарная экспертиза и оценка продуктов убоя животных при паразитарных болезнях, опасных для человека (цистицеркоз, трихинеллез, токсоплазмоз и др.), и не опасных для человека (гемоспоридиозы, аскаридиозы, гиподерматозы и др.). Ветеринарно-санитарная экспертиза и оценка продуктов убоя животных при незаразных болезнях (авитаминозы, травмы, нарушения обмена веществ и др.)</w:t>
      </w:r>
      <w:r>
        <w:rPr>
          <w:rFonts w:ascii="Times New Roman" w:hAnsi="Times New Roman" w:cs="Times New Roman"/>
          <w:sz w:val="28"/>
          <w:szCs w:val="28"/>
        </w:rPr>
        <w:t>. Ветеринарно-санитарная экспер</w:t>
      </w:r>
      <w:r w:rsidRPr="00567EA4">
        <w:rPr>
          <w:rFonts w:ascii="Times New Roman" w:hAnsi="Times New Roman" w:cs="Times New Roman"/>
          <w:sz w:val="28"/>
          <w:szCs w:val="28"/>
        </w:rPr>
        <w:t>тиза и оценка продуктов убоя животных при отравлениях (органическими, минеральными, бактериальными ядами, микотоксинами и др.). Ветеринарно-санитарная экспертиза и оценка мяса птицы при различных болезнях. Ветеринарно-санитарная экспертиза и оценка мяса кроликов и нутрий. Ветеринарно-санитарная экспертиза мяса диких промысловых животных, мяса дичи и морских млекопитающих. Ветеринарно-санитарная экспертиза рыбы и других гидробионтов. Ветеринарно-санитарн</w:t>
      </w:r>
      <w:r>
        <w:rPr>
          <w:rFonts w:ascii="Times New Roman" w:hAnsi="Times New Roman" w:cs="Times New Roman"/>
          <w:sz w:val="28"/>
          <w:szCs w:val="28"/>
        </w:rPr>
        <w:t>ая экспертиза на продовольствен</w:t>
      </w:r>
      <w:r w:rsidRPr="00567EA4">
        <w:rPr>
          <w:rFonts w:ascii="Times New Roman" w:hAnsi="Times New Roman" w:cs="Times New Roman"/>
          <w:sz w:val="28"/>
          <w:szCs w:val="28"/>
        </w:rPr>
        <w:t>ных и оптовых рынках. Основные фаль</w:t>
      </w:r>
      <w:r>
        <w:rPr>
          <w:rFonts w:ascii="Times New Roman" w:hAnsi="Times New Roman" w:cs="Times New Roman"/>
          <w:sz w:val="28"/>
          <w:szCs w:val="28"/>
        </w:rPr>
        <w:t>сификации мясных, молочных, рыб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ных и других продуктов. Лабораторные методы контроля сырья и продукции животного происхождения.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Производственный ветеринарно-санитарный контроль </w:t>
      </w:r>
    </w:p>
    <w:p w:rsidR="003B733A" w:rsidRPr="00567EA4" w:rsidRDefault="003B733A" w:rsidP="00DC75B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приобретение студентами необходимых знаний и практических навыков по ветеринарно-санитарному контролю на перерабатывающих предприятиях, рынках, биофабриках, фабриках по производству кормов, кожи и др., позволяющему выпус</w:t>
      </w:r>
      <w:r>
        <w:rPr>
          <w:rFonts w:ascii="Times New Roman" w:hAnsi="Times New Roman" w:cs="Times New Roman"/>
          <w:sz w:val="28"/>
          <w:szCs w:val="28"/>
        </w:rPr>
        <w:t>кать на пищевые цели только доб</w:t>
      </w:r>
      <w:r w:rsidRPr="00567EA4">
        <w:rPr>
          <w:rFonts w:ascii="Times New Roman" w:hAnsi="Times New Roman" w:cs="Times New Roman"/>
          <w:sz w:val="28"/>
          <w:szCs w:val="28"/>
        </w:rPr>
        <w:t xml:space="preserve">рокачественные и благополучные в санитарно-гигиеническом отношении продукты, корма и лекарственные средства для животных. </w:t>
      </w:r>
    </w:p>
    <w:p w:rsidR="003B733A" w:rsidRPr="00567EA4" w:rsidRDefault="003B733A" w:rsidP="00DC75B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СД.Ф.</w:t>
      </w:r>
      <w:r>
        <w:rPr>
          <w:rFonts w:ascii="Times New Roman" w:hAnsi="Times New Roman" w:cs="Times New Roman"/>
          <w:sz w:val="28"/>
          <w:szCs w:val="28"/>
        </w:rPr>
        <w:t>02, дисциплина осваивается в 9…10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Pr="00567EA4" w:rsidRDefault="003B733A" w:rsidP="00DC75BF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Производственный ветеринарно-санитарный контроль в цехах колбасных предприятий; производственный ветеринарно-санитарный контроль в цехах консервного производства; производственный ветеринарно-санитарный контроль при получении и пе</w:t>
      </w:r>
      <w:r>
        <w:rPr>
          <w:rFonts w:ascii="Times New Roman" w:hAnsi="Times New Roman" w:cs="Times New Roman"/>
          <w:sz w:val="28"/>
          <w:szCs w:val="28"/>
        </w:rPr>
        <w:t>реработке молока и молочных про</w:t>
      </w:r>
      <w:r w:rsidRPr="00567EA4">
        <w:rPr>
          <w:rFonts w:ascii="Times New Roman" w:hAnsi="Times New Roman" w:cs="Times New Roman"/>
          <w:sz w:val="28"/>
          <w:szCs w:val="28"/>
        </w:rPr>
        <w:t>дуктов; производственный ветеринарно-санитарный контроль при переработке птиц; производственный ветерина</w:t>
      </w:r>
      <w:r>
        <w:rPr>
          <w:rFonts w:ascii="Times New Roman" w:hAnsi="Times New Roman" w:cs="Times New Roman"/>
          <w:sz w:val="28"/>
          <w:szCs w:val="28"/>
        </w:rPr>
        <w:t>рно-санитарный контроль при про</w:t>
      </w:r>
      <w:r w:rsidRPr="00567EA4">
        <w:rPr>
          <w:rFonts w:ascii="Times New Roman" w:hAnsi="Times New Roman" w:cs="Times New Roman"/>
          <w:sz w:val="28"/>
          <w:szCs w:val="28"/>
        </w:rPr>
        <w:t>мысле и переработке диких промысловых животных; производственный ветеринарн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7EA4">
        <w:rPr>
          <w:rFonts w:ascii="Times New Roman" w:hAnsi="Times New Roman" w:cs="Times New Roman"/>
          <w:sz w:val="28"/>
          <w:szCs w:val="28"/>
        </w:rPr>
        <w:t>-санитарный контроль при промысле и переработке рыбы и других гидробионтов; производственный ветерин</w:t>
      </w:r>
      <w:r>
        <w:rPr>
          <w:rFonts w:ascii="Times New Roman" w:hAnsi="Times New Roman" w:cs="Times New Roman"/>
          <w:sz w:val="28"/>
          <w:szCs w:val="28"/>
        </w:rPr>
        <w:t>арно-санитарный контроль при из</w:t>
      </w:r>
      <w:r w:rsidRPr="00567EA4">
        <w:rPr>
          <w:rFonts w:ascii="Times New Roman" w:hAnsi="Times New Roman" w:cs="Times New Roman"/>
          <w:sz w:val="28"/>
          <w:szCs w:val="28"/>
        </w:rPr>
        <w:t xml:space="preserve">готовлении сухих животных кормов; производственный ветеринарно-санитарный контроль пищевого и технического альбумина: производственный ветеринарный контроль при убое кроликов и нутрий; производственный ветеринарно-санитарный контроль в цехах переработки эндокринно-ферментного сырья: ветеринарно-санитарный надзор на продовольственных и оптовых рынках.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5F155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мяса и мясных продуктов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овладение теоретическими основами технологии процессов переработки скота, мяса и сырья животного происхождения. Приобретение знаний и навыков технологического контроля мясных продуктов.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>Цикл СД.Ф.</w:t>
      </w:r>
      <w:r>
        <w:rPr>
          <w:rFonts w:ascii="Times New Roman" w:hAnsi="Times New Roman" w:cs="Times New Roman"/>
          <w:sz w:val="28"/>
          <w:szCs w:val="28"/>
        </w:rPr>
        <w:t>03, дисциплина осваивается в 8…10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семестрах. </w:t>
      </w:r>
    </w:p>
    <w:p w:rsidR="003B733A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Качество мяса и мясных продуктов,</w:t>
      </w:r>
      <w:r>
        <w:rPr>
          <w:rFonts w:ascii="Times New Roman" w:hAnsi="Times New Roman" w:cs="Times New Roman"/>
          <w:sz w:val="28"/>
          <w:szCs w:val="28"/>
        </w:rPr>
        <w:t xml:space="preserve"> факторы их определяющие. Техно</w:t>
      </w:r>
      <w:r w:rsidRPr="00567EA4">
        <w:rPr>
          <w:rFonts w:ascii="Times New Roman" w:hAnsi="Times New Roman" w:cs="Times New Roman"/>
          <w:sz w:val="28"/>
          <w:szCs w:val="28"/>
        </w:rPr>
        <w:t>логия переработки животных, обработка субпродуктов, кишечного сырья, жиров, технология получения сухих живо</w:t>
      </w:r>
      <w:r>
        <w:rPr>
          <w:rFonts w:ascii="Times New Roman" w:hAnsi="Times New Roman" w:cs="Times New Roman"/>
          <w:sz w:val="28"/>
          <w:szCs w:val="28"/>
        </w:rPr>
        <w:t>тных кормов, пищевого и техниче</w:t>
      </w:r>
      <w:r w:rsidRPr="00567EA4">
        <w:rPr>
          <w:rFonts w:ascii="Times New Roman" w:hAnsi="Times New Roman" w:cs="Times New Roman"/>
          <w:sz w:val="28"/>
          <w:szCs w:val="28"/>
        </w:rPr>
        <w:t>ского альбумина, желатина. Автолитическ</w:t>
      </w:r>
      <w:r>
        <w:rPr>
          <w:rFonts w:ascii="Times New Roman" w:hAnsi="Times New Roman" w:cs="Times New Roman"/>
          <w:sz w:val="28"/>
          <w:szCs w:val="28"/>
        </w:rPr>
        <w:t>ие процессы в мясе, тканевый хи</w:t>
      </w:r>
      <w:r w:rsidRPr="00567EA4">
        <w:rPr>
          <w:rFonts w:ascii="Times New Roman" w:hAnsi="Times New Roman" w:cs="Times New Roman"/>
          <w:sz w:val="28"/>
          <w:szCs w:val="28"/>
        </w:rPr>
        <w:t>мический состав мясного сырья. Технологические методы контроля качества мясного сырья и готовой продукции. Производство вареных, варено-копченых, сырокопченых и ливерных колбас, соленых штучных изделий. Производство мясных консервов, перера</w:t>
      </w:r>
      <w:r>
        <w:rPr>
          <w:rFonts w:ascii="Times New Roman" w:hAnsi="Times New Roman" w:cs="Times New Roman"/>
          <w:sz w:val="28"/>
          <w:szCs w:val="28"/>
        </w:rPr>
        <w:t>ботка эндокринно-ферментного сы</w:t>
      </w:r>
      <w:r w:rsidRPr="00567EA4">
        <w:rPr>
          <w:rFonts w:ascii="Times New Roman" w:hAnsi="Times New Roman" w:cs="Times New Roman"/>
          <w:sz w:val="28"/>
          <w:szCs w:val="28"/>
        </w:rPr>
        <w:t xml:space="preserve">рья. Режимы холодильной обработки мяса и мясных продуктов. </w:t>
      </w:r>
    </w:p>
    <w:p w:rsidR="003B733A" w:rsidRPr="00567EA4" w:rsidRDefault="003B733A" w:rsidP="005F155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Технология молока и молочных продуктов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овладение теоретическими основами технологии процессов переработки молока и молочных продуктов. Приобретение знаний и навыков технологического контроля молочных продуктов.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СД.</w:t>
      </w:r>
      <w:r w:rsidRPr="00567EA4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4,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 w:rsidRPr="00567EA4">
        <w:rPr>
          <w:rFonts w:ascii="Times New Roman" w:hAnsi="Times New Roman" w:cs="Times New Roman"/>
          <w:sz w:val="28"/>
          <w:szCs w:val="28"/>
        </w:rPr>
        <w:t>Состав и с</w:t>
      </w:r>
      <w:r>
        <w:rPr>
          <w:rFonts w:ascii="Times New Roman" w:hAnsi="Times New Roman" w:cs="Times New Roman"/>
          <w:sz w:val="28"/>
          <w:szCs w:val="28"/>
        </w:rPr>
        <w:t>войства молока, технология обра</w:t>
      </w:r>
      <w:r w:rsidRPr="00567EA4">
        <w:rPr>
          <w:rFonts w:ascii="Times New Roman" w:hAnsi="Times New Roman" w:cs="Times New Roman"/>
          <w:sz w:val="28"/>
          <w:szCs w:val="28"/>
        </w:rPr>
        <w:t>ботки молока, основы производства моло</w:t>
      </w:r>
      <w:r>
        <w:rPr>
          <w:rFonts w:ascii="Times New Roman" w:hAnsi="Times New Roman" w:cs="Times New Roman"/>
          <w:sz w:val="28"/>
          <w:szCs w:val="28"/>
        </w:rPr>
        <w:t>чных продуктов, схемы технологи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ческого контроля; методы оценки качества молока и молочных продуктов.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Вирусология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овладение теоретическими основами вирусологии, приобретение знаний и навыков диагностики и профилактики вирусных болезней животных.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СД.</w:t>
      </w:r>
      <w:r w:rsidRPr="00567EA4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5,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Место и роль вирусов в биосфере, их распространение в природе. Роль Вирусов в инфекционной патологии</w:t>
      </w:r>
      <w:r>
        <w:rPr>
          <w:rFonts w:ascii="Times New Roman" w:hAnsi="Times New Roman" w:cs="Times New Roman"/>
          <w:sz w:val="28"/>
          <w:szCs w:val="28"/>
        </w:rPr>
        <w:t xml:space="preserve"> живот</w:t>
      </w:r>
      <w:r w:rsidRPr="00567EA4">
        <w:rPr>
          <w:rFonts w:ascii="Times New Roman" w:hAnsi="Times New Roman" w:cs="Times New Roman"/>
          <w:sz w:val="28"/>
          <w:szCs w:val="28"/>
        </w:rPr>
        <w:t xml:space="preserve">ных, растений и человека. Структура и химический состав вирусов. Классификация вирусов. Репродукция вирусов. </w:t>
      </w:r>
      <w:r>
        <w:rPr>
          <w:rFonts w:ascii="Times New Roman" w:hAnsi="Times New Roman" w:cs="Times New Roman"/>
          <w:sz w:val="28"/>
          <w:szCs w:val="28"/>
        </w:rPr>
        <w:t>Культивирование у вирусов. Прин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ципы диагностики вирусных болезней животных. Генетика вирусов и принципы генной инженерии. Обзор вирусов, вызывающих болезнь у крупного и мелкого рогатого скота, свиней, лошадей, птиц и плотоядных животных.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Ветеринарная санитария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обучение студ</w:t>
      </w:r>
      <w:r>
        <w:rPr>
          <w:rFonts w:ascii="Times New Roman" w:hAnsi="Times New Roman" w:cs="Times New Roman"/>
          <w:sz w:val="28"/>
          <w:szCs w:val="28"/>
        </w:rPr>
        <w:t>ентов основам теоретических зна</w:t>
      </w:r>
      <w:r w:rsidRPr="00567EA4">
        <w:rPr>
          <w:rFonts w:ascii="Times New Roman" w:hAnsi="Times New Roman" w:cs="Times New Roman"/>
          <w:sz w:val="28"/>
          <w:szCs w:val="28"/>
        </w:rPr>
        <w:t>ний и практических навыков в области ветеринарной санитарии на предп</w:t>
      </w:r>
      <w:r>
        <w:rPr>
          <w:rFonts w:ascii="Times New Roman" w:hAnsi="Times New Roman" w:cs="Times New Roman"/>
          <w:sz w:val="28"/>
          <w:szCs w:val="28"/>
        </w:rPr>
        <w:t>ри</w:t>
      </w:r>
      <w:r w:rsidRPr="00567EA4">
        <w:rPr>
          <w:rFonts w:ascii="Times New Roman" w:hAnsi="Times New Roman" w:cs="Times New Roman"/>
          <w:sz w:val="28"/>
          <w:szCs w:val="28"/>
        </w:rPr>
        <w:t xml:space="preserve">ятиях по переработке сырья животного и растительного происхождения и производству продукции в мясной и молочной отраслях промышленности, безопасного ведения технологического процесса, в ветеринарно-санитарном отношении, обеспечивающего высокое качество пищевых продуктов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Место дисциплины в учебном плане</w:t>
      </w:r>
      <w:r w:rsidRPr="00567EA4">
        <w:rPr>
          <w:rFonts w:ascii="Times New Roman" w:hAnsi="Times New Roman" w:cs="Times New Roman"/>
          <w:sz w:val="28"/>
          <w:szCs w:val="28"/>
        </w:rPr>
        <w:t>: Цикл СД.Ф.</w:t>
      </w:r>
      <w:r>
        <w:rPr>
          <w:rFonts w:ascii="Times New Roman" w:hAnsi="Times New Roman" w:cs="Times New Roman"/>
          <w:sz w:val="28"/>
          <w:szCs w:val="28"/>
        </w:rPr>
        <w:t>06, дисциплина осваивается в 7</w:t>
      </w:r>
      <w:r w:rsidRPr="00567EA4">
        <w:rPr>
          <w:rFonts w:ascii="Times New Roman" w:hAnsi="Times New Roman" w:cs="Times New Roman"/>
          <w:sz w:val="28"/>
          <w:szCs w:val="28"/>
        </w:rPr>
        <w:t xml:space="preserve">…9 семестрах.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567EA4">
        <w:rPr>
          <w:rFonts w:ascii="Times New Roman" w:hAnsi="Times New Roman" w:cs="Times New Roman"/>
          <w:sz w:val="28"/>
          <w:szCs w:val="28"/>
        </w:rPr>
        <w:t>: Ветеринарно-санитарные мероприятия на мясоперерабатывающих предприятиях. Ветеринарная санитария при производстве мяса, мясных продуктов и обработке технического сырья. Дезинфекция скотоубойных и убойно-санитарных пунктов. Ветеринарно-санитарные меры при переработке отходов животного происхождения. Гигиена производства молока и молочных продуктов. Ветеринарно-санитарные мероприятия. Санитарная обработка молочного оборудования. Ветеринарно-санитарные требования к проектированию и строительству предприятий по переработке мяса и сырья животного происхождения. Средства механизации для выполнения ветеринарно-санитарных работ. Дезинфицирующие средства, применяемые в ветеринарной санитарии, ветеринарно-санитарная техника, дезинфекция, дезинвазия, дератизация. Ветеринарная санитария на транспорте. Ветеринарная санитария при получении и переработке сырья животного происхождения на фермах. Санитар</w:t>
      </w:r>
      <w:r>
        <w:rPr>
          <w:rFonts w:ascii="Times New Roman" w:hAnsi="Times New Roman" w:cs="Times New Roman"/>
          <w:sz w:val="28"/>
          <w:szCs w:val="28"/>
        </w:rPr>
        <w:t>ные аспекты очистки, обеззаражи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вания сточных вод перерабатывающих предприятий. Ветеринарная санитария при экспортно-импортных операциях. </w:t>
      </w:r>
    </w:p>
    <w:p w:rsidR="003B733A" w:rsidRDefault="003B733A" w:rsidP="005F1557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5F1557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Судебная ветеринарная экспертиза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Цели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дать студентам необходимую практическую информацию о предмете судебной экспертизы, которая выявляет, изучает и находит пути решения ветеринарных медицинских задач, которые возникают в процессе расследования и судебного разбирательства.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СД.</w:t>
      </w:r>
      <w:r w:rsidRPr="00567EA4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7, дисциплина осваивается в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Уголовный кодекс УПК и УИК РФ. Задачи ветврача в проведении судебно-ветеринарной экспертизы. Статьи законодательства о судебной ветеринарной экспертизе, правах и обязанностях судебно-ветеринарного эксперта. Особенности судебно-ветеринарного и патологоанатомического вскрытия. Экспертиза по материалам судебного дела по вещественным доказательствам. Правовые нормы купли-продажи животных. Судебная ветеринарная экспертиза при особо опасных болезнях животных. Нарушения карантина и ответственность за это. Основные причины смерти животных. Судебно-ветеринарная токсикология. Судебно-ветеринарная экспертиза при нарушениях кормления, содержания и эксплуатации животных.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>Судебно-ветеринарная экспертиза при воздействии на животных высоких и низких температур, ионизирующего излучения. Судебно-ветеринарная экспертиза при пищевых отравлениях, экспертизе условно-годного мяса, экспертиза павших животных. Судебно-вет</w:t>
      </w:r>
      <w:r>
        <w:rPr>
          <w:rFonts w:ascii="Times New Roman" w:hAnsi="Times New Roman" w:cs="Times New Roman"/>
          <w:sz w:val="28"/>
          <w:szCs w:val="28"/>
        </w:rPr>
        <w:t>еринарная экспертиза при захоро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нении трупов павших животных, утилизации биологических объектов.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Судебно-ветеринарная экспертиза при фальсификации мяса животных, определение видовой принадлежности. Судебная ответственность ветеринарных врачей при нарушении профессиональных законов по ветеринарии. Врачебные ошибки, халатность, передоверие обязанностей.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 государственного ветеринарно-санитарного надзора </w:t>
      </w:r>
    </w:p>
    <w:p w:rsidR="003B733A" w:rsidRPr="00567EA4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ознакомление студентов с федеральным законодательством в области ветеринарии и правовыми документами </w:t>
      </w:r>
      <w:r>
        <w:rPr>
          <w:rFonts w:ascii="Times New Roman" w:hAnsi="Times New Roman" w:cs="Times New Roman"/>
          <w:sz w:val="28"/>
          <w:szCs w:val="28"/>
        </w:rPr>
        <w:t>субъектов РФ в области ветерина</w:t>
      </w:r>
      <w:r w:rsidRPr="00567EA4">
        <w:rPr>
          <w:rFonts w:ascii="Times New Roman" w:hAnsi="Times New Roman" w:cs="Times New Roman"/>
          <w:sz w:val="28"/>
          <w:szCs w:val="28"/>
        </w:rPr>
        <w:t>рии; обучение их по вопросам организации деятельности государственных ветеринарных учреждений; изучение методов организации и оз</w:t>
      </w:r>
      <w:r>
        <w:rPr>
          <w:rFonts w:ascii="Times New Roman" w:hAnsi="Times New Roman" w:cs="Times New Roman"/>
          <w:sz w:val="28"/>
          <w:szCs w:val="28"/>
        </w:rPr>
        <w:t>накомление с порядком государст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венного ветеринарного надзора на различных объектах. </w:t>
      </w:r>
    </w:p>
    <w:p w:rsidR="003B733A" w:rsidRDefault="003B733A" w:rsidP="005F1557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процессе: </w:t>
      </w:r>
      <w:r>
        <w:rPr>
          <w:rFonts w:ascii="Times New Roman" w:hAnsi="Times New Roman" w:cs="Times New Roman"/>
          <w:sz w:val="28"/>
          <w:szCs w:val="28"/>
        </w:rPr>
        <w:t>Цикл СД.</w:t>
      </w:r>
      <w:r w:rsidRPr="00567EA4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>8, дисцип</w:t>
      </w:r>
      <w:r>
        <w:rPr>
          <w:rFonts w:ascii="Times New Roman" w:hAnsi="Times New Roman" w:cs="Times New Roman"/>
          <w:sz w:val="28"/>
          <w:szCs w:val="28"/>
        </w:rPr>
        <w:t>лина осваивается в 9…10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Структура государственной ветеринарной службы на предприятиях мясной, молочной и рыбной промышленности, на границе и транспорте. Организация ветеринарно-санитарного контроля на всех этапах оборота сырья и продукции животного происхождения. Ветеринарно-санитарные требовани</w:t>
      </w:r>
      <w:r>
        <w:rPr>
          <w:rFonts w:ascii="Times New Roman" w:hAnsi="Times New Roman" w:cs="Times New Roman"/>
          <w:sz w:val="28"/>
          <w:szCs w:val="28"/>
        </w:rPr>
        <w:t>я при экспорте и импорте подкон</w:t>
      </w:r>
      <w:r w:rsidRPr="00567EA4">
        <w:rPr>
          <w:rFonts w:ascii="Times New Roman" w:hAnsi="Times New Roman" w:cs="Times New Roman"/>
          <w:sz w:val="28"/>
          <w:szCs w:val="28"/>
        </w:rPr>
        <w:t xml:space="preserve">трольных грузов. Основы деонтологии и правоведения в ветеринарии. </w:t>
      </w:r>
    </w:p>
    <w:p w:rsidR="003B733A" w:rsidRPr="00567EA4" w:rsidRDefault="003B733A" w:rsidP="005F155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sz w:val="28"/>
          <w:szCs w:val="28"/>
        </w:rPr>
        <w:t xml:space="preserve">Делопроизводство в ветеринарии, учет и отчетность по ветеринарно-санитарной экспертизе на разных предприятиях. Финансирование и материальное обеспечение ветеринарной службы на предприятиях мясной и молочной промышленности. Лицензирование и аккредитация лабораторий ветеринарно-санитарной экспертизы. Основные направления развития Государственного ветеринарного надзора в России и связь с зарубежными странами.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Радиобиология с основами радиационной гигиены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дисциплины: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EA4">
        <w:rPr>
          <w:rFonts w:ascii="Times New Roman" w:hAnsi="Times New Roman" w:cs="Times New Roman"/>
          <w:sz w:val="28"/>
          <w:szCs w:val="28"/>
        </w:rPr>
        <w:t>дать студентам теоретические знания и практические навыки, необходимые для выполнения задач, стоящих перед ветеринарной службой по контролю за радиоактивной загрязнённостью объектов ветеринарного надзора, по проведению комплекса организационных и специальных мероприятий при ведении животноводства в условиях радиоактивного загрязнения среды, рационального использования загрязнённой радионуклидами продукции растениеводства и животн</w:t>
      </w:r>
      <w:r>
        <w:rPr>
          <w:rFonts w:ascii="Times New Roman" w:hAnsi="Times New Roman" w:cs="Times New Roman"/>
          <w:sz w:val="28"/>
          <w:szCs w:val="28"/>
        </w:rPr>
        <w:t>оводства, по диагностике, профи</w:t>
      </w:r>
      <w:r w:rsidRPr="00567EA4">
        <w:rPr>
          <w:rFonts w:ascii="Times New Roman" w:hAnsi="Times New Roman" w:cs="Times New Roman"/>
          <w:sz w:val="28"/>
          <w:szCs w:val="28"/>
        </w:rPr>
        <w:t>лактике и лечению последствий радиацион</w:t>
      </w:r>
      <w:r>
        <w:rPr>
          <w:rFonts w:ascii="Times New Roman" w:hAnsi="Times New Roman" w:cs="Times New Roman"/>
          <w:sz w:val="28"/>
          <w:szCs w:val="28"/>
        </w:rPr>
        <w:t>ного воздействия на организм жи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вотных, использованию методов радиоизотопного анализа и радиационно-биологической технологии в ветеринарной практике.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 w:cs="Times New Roman"/>
          <w:sz w:val="28"/>
          <w:szCs w:val="28"/>
        </w:rPr>
        <w:t>Цикл СД.</w:t>
      </w:r>
      <w:r w:rsidRPr="00567EA4">
        <w:rPr>
          <w:rFonts w:ascii="Times New Roman" w:hAnsi="Times New Roman" w:cs="Times New Roman"/>
          <w:sz w:val="28"/>
          <w:szCs w:val="28"/>
        </w:rPr>
        <w:t>Ф.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67EA4">
        <w:rPr>
          <w:rFonts w:ascii="Times New Roman" w:hAnsi="Times New Roman" w:cs="Times New Roman"/>
          <w:sz w:val="28"/>
          <w:szCs w:val="28"/>
        </w:rPr>
        <w:t xml:space="preserve">9, дисциплина осваивается в 7 семестре.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Элементы ядерной физики; радиометрия и дозиметрия ионизирующих излучений; основы радиоэкологии и радиотоксикологии. Биологическое действие ионизирующих излучений и лучевые поражения; радиационная экспертиза объектов ветеринарного надзора; использование радиоактивных изотопов и ионизирующей радиации в животноводстве и ветеринарии и основы радиационной безопасности. </w:t>
      </w:r>
    </w:p>
    <w:p w:rsidR="003B733A" w:rsidRDefault="003B733A" w:rsidP="008453A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8453A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>Товароведение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8453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>биологическая безопасность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экспертиза товаров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теоретические и практические навыки изучения продовольственных товаров. Освоение навыками экспертизы продовольственных товаров. Контроль продовольственных товаров при биологической загрязненности.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СД.Ф.10, дисциплина осваивается на</w:t>
      </w:r>
      <w:r w:rsidRPr="00567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5…6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 w:rsidRPr="00567EA4">
        <w:rPr>
          <w:rFonts w:ascii="Times New Roman" w:hAnsi="Times New Roman" w:cs="Times New Roman"/>
          <w:sz w:val="28"/>
          <w:szCs w:val="28"/>
        </w:rPr>
        <w:t>Предмет, цели, задачи, принципы и методы товароведения. Объекты и субъекты товаро</w:t>
      </w:r>
      <w:r>
        <w:rPr>
          <w:rFonts w:ascii="Times New Roman" w:hAnsi="Times New Roman" w:cs="Times New Roman"/>
          <w:sz w:val="28"/>
          <w:szCs w:val="28"/>
        </w:rPr>
        <w:t>ведения. Классификация. Безопас</w:t>
      </w:r>
      <w:r w:rsidRPr="00567EA4">
        <w:rPr>
          <w:rFonts w:ascii="Times New Roman" w:hAnsi="Times New Roman" w:cs="Times New Roman"/>
          <w:sz w:val="28"/>
          <w:szCs w:val="28"/>
        </w:rPr>
        <w:t>ность и качество товаров. Охрана жизни и з</w:t>
      </w:r>
      <w:r>
        <w:rPr>
          <w:rFonts w:ascii="Times New Roman" w:hAnsi="Times New Roman" w:cs="Times New Roman"/>
          <w:sz w:val="28"/>
          <w:szCs w:val="28"/>
        </w:rPr>
        <w:t>доровья человека, животных и ок</w:t>
      </w:r>
      <w:r w:rsidRPr="00567EA4">
        <w:rPr>
          <w:rFonts w:ascii="Times New Roman" w:hAnsi="Times New Roman" w:cs="Times New Roman"/>
          <w:sz w:val="28"/>
          <w:szCs w:val="28"/>
        </w:rPr>
        <w:t>ружающей среды. Безопасность в отношен</w:t>
      </w:r>
      <w:r>
        <w:rPr>
          <w:rFonts w:ascii="Times New Roman" w:hAnsi="Times New Roman" w:cs="Times New Roman"/>
          <w:sz w:val="28"/>
          <w:szCs w:val="28"/>
        </w:rPr>
        <w:t>ии болезней, вызываемых патоген</w:t>
      </w:r>
      <w:r w:rsidRPr="00567EA4">
        <w:rPr>
          <w:rFonts w:ascii="Times New Roman" w:hAnsi="Times New Roman" w:cs="Times New Roman"/>
          <w:sz w:val="28"/>
          <w:szCs w:val="28"/>
        </w:rPr>
        <w:t>ными вирусами, микроорганизмами, вредными насекомыми – переносчиками возбудителей болезни. Цели и задачи товарной экспертизы. Объекты и субъекты экспертизы. Требования к экспертам.</w:t>
      </w:r>
      <w:r>
        <w:rPr>
          <w:rFonts w:ascii="Times New Roman" w:hAnsi="Times New Roman" w:cs="Times New Roman"/>
          <w:sz w:val="28"/>
          <w:szCs w:val="28"/>
        </w:rPr>
        <w:t xml:space="preserve"> Средства и методы товарной экс</w:t>
      </w:r>
      <w:r w:rsidRPr="00567EA4">
        <w:rPr>
          <w:rFonts w:ascii="Times New Roman" w:hAnsi="Times New Roman" w:cs="Times New Roman"/>
          <w:sz w:val="28"/>
          <w:szCs w:val="28"/>
        </w:rPr>
        <w:t>пертизы. Характеристика сырья, поступаю</w:t>
      </w:r>
      <w:r>
        <w:rPr>
          <w:rFonts w:ascii="Times New Roman" w:hAnsi="Times New Roman" w:cs="Times New Roman"/>
          <w:sz w:val="28"/>
          <w:szCs w:val="28"/>
        </w:rPr>
        <w:t>щего на предприятия по производ</w:t>
      </w:r>
      <w:r w:rsidRPr="00567EA4">
        <w:rPr>
          <w:rFonts w:ascii="Times New Roman" w:hAnsi="Times New Roman" w:cs="Times New Roman"/>
          <w:sz w:val="28"/>
          <w:szCs w:val="28"/>
        </w:rPr>
        <w:t>ству мяса, птицы, молока, продуктов переработки. Товароведение мяса и мясопродуктов, молока и молочных продуктов</w:t>
      </w:r>
      <w:r>
        <w:rPr>
          <w:rFonts w:ascii="Times New Roman" w:hAnsi="Times New Roman" w:cs="Times New Roman"/>
          <w:sz w:val="28"/>
          <w:szCs w:val="28"/>
        </w:rPr>
        <w:t>. Товароведение кормов и кормовых добавок и биопрепаратов.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Санитарная микробиология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Дать студентам теоретические и практические знания по санитарно-микробиологическому исследованию пищевых продуктов, кормов, объектов внешней среды, о</w:t>
      </w:r>
      <w:r>
        <w:rPr>
          <w:rFonts w:ascii="Times New Roman" w:hAnsi="Times New Roman" w:cs="Times New Roman"/>
          <w:sz w:val="28"/>
          <w:szCs w:val="28"/>
        </w:rPr>
        <w:t>знакомить с возбудителями инфек</w:t>
      </w:r>
      <w:r w:rsidRPr="00567EA4">
        <w:rPr>
          <w:rFonts w:ascii="Times New Roman" w:hAnsi="Times New Roman" w:cs="Times New Roman"/>
          <w:sz w:val="28"/>
          <w:szCs w:val="28"/>
        </w:rPr>
        <w:t xml:space="preserve">ционных болезней, предающимися через эти объекты. </w:t>
      </w:r>
    </w:p>
    <w:p w:rsidR="003B733A" w:rsidRPr="00567EA4" w:rsidRDefault="003B733A" w:rsidP="008453A8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 w:cs="Times New Roman"/>
          <w:sz w:val="28"/>
          <w:szCs w:val="28"/>
        </w:rPr>
        <w:t>Цикл СД.Ф.11, дисциплина осваивается на 6…7</w:t>
      </w:r>
      <w:r w:rsidRPr="00567EA4">
        <w:rPr>
          <w:rFonts w:ascii="Times New Roman" w:hAnsi="Times New Roman" w:cs="Times New Roman"/>
          <w:sz w:val="28"/>
          <w:szCs w:val="28"/>
        </w:rPr>
        <w:t xml:space="preserve"> семестр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67E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B733A" w:rsidRPr="00567EA4" w:rsidRDefault="003B733A" w:rsidP="008453A8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 w:rsidRPr="00567EA4">
        <w:rPr>
          <w:rFonts w:ascii="Times New Roman" w:hAnsi="Times New Roman" w:cs="Times New Roman"/>
          <w:sz w:val="28"/>
          <w:szCs w:val="28"/>
        </w:rPr>
        <w:t>Знание основных положений санитарной микробиологии необходимы каждому санитарному врачу для правильной ориентации во всех санитарно-гигиенических вопросах, в частности при санитарной оценке почвы, воды, воздуха пищевых продуктов; обследовании случаев пищевых отравлений, их профилактике; организации и гигиенической оценке очистки и обезвреживания различных объектов; контроле личной гигиены работников пищевых предприятий и др. Задачи санитарной микробиологии в мясной, молочной и рыбной</w:t>
      </w:r>
      <w:r>
        <w:rPr>
          <w:rFonts w:ascii="Times New Roman" w:hAnsi="Times New Roman" w:cs="Times New Roman"/>
          <w:sz w:val="28"/>
          <w:szCs w:val="28"/>
        </w:rPr>
        <w:t xml:space="preserve"> промышленности могут быть сфор</w:t>
      </w:r>
      <w:r w:rsidRPr="00567EA4">
        <w:rPr>
          <w:rFonts w:ascii="Times New Roman" w:hAnsi="Times New Roman" w:cs="Times New Roman"/>
          <w:sz w:val="28"/>
          <w:szCs w:val="28"/>
        </w:rPr>
        <w:t>мулированы следующим образом: разработка и оценка методов обнаружения патогенных микроорганизмов в мясных, м</w:t>
      </w:r>
      <w:r>
        <w:rPr>
          <w:rFonts w:ascii="Times New Roman" w:hAnsi="Times New Roman" w:cs="Times New Roman"/>
          <w:sz w:val="28"/>
          <w:szCs w:val="28"/>
        </w:rPr>
        <w:t>олочных, рыбных и других продук</w:t>
      </w:r>
      <w:r w:rsidRPr="00567EA4">
        <w:rPr>
          <w:rFonts w:ascii="Times New Roman" w:hAnsi="Times New Roman" w:cs="Times New Roman"/>
          <w:sz w:val="28"/>
          <w:szCs w:val="28"/>
        </w:rPr>
        <w:t>тах животного происхождения; разработка</w:t>
      </w:r>
      <w:r>
        <w:rPr>
          <w:rFonts w:ascii="Times New Roman" w:hAnsi="Times New Roman" w:cs="Times New Roman"/>
          <w:sz w:val="28"/>
          <w:szCs w:val="28"/>
        </w:rPr>
        <w:t xml:space="preserve"> норм предельно допустимого бак</w:t>
      </w:r>
      <w:r w:rsidRPr="00567EA4">
        <w:rPr>
          <w:rFonts w:ascii="Times New Roman" w:hAnsi="Times New Roman" w:cs="Times New Roman"/>
          <w:sz w:val="28"/>
          <w:szCs w:val="28"/>
        </w:rPr>
        <w:t xml:space="preserve">териального обсеменения сырья и продуктов животного происхождения; санитарно-микробиологический контроль качества сырья, полуфабрикатов, готовой продукции, а также их производства на всех этапах технологического процесса.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Default="003B733A" w:rsidP="00242B77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Default="003B733A" w:rsidP="00242B77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ДИСЦИПЛИНЫ ПО СПЕЦИАЛИЗАЦИИ (ДС)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3B733A" w:rsidRPr="004A4832" w:rsidRDefault="003B733A" w:rsidP="00FC6C01">
      <w:pPr>
        <w:shd w:val="clear" w:color="auto" w:fill="FFFFFF"/>
        <w:spacing w:after="0"/>
        <w:ind w:left="14" w:right="5" w:firstLine="706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Лечебное дело</w:t>
      </w: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. Цель дисциплины: </w:t>
      </w:r>
      <w:r w:rsidRPr="004A4832">
        <w:rPr>
          <w:rFonts w:ascii="Times New Roman" w:hAnsi="Times New Roman"/>
          <w:color w:val="000000"/>
          <w:sz w:val="28"/>
          <w:szCs w:val="28"/>
        </w:rPr>
        <w:t>дать студентам теоретические зна</w:t>
      </w:r>
      <w:r w:rsidRPr="004A4832">
        <w:rPr>
          <w:rFonts w:ascii="Times New Roman" w:hAnsi="Times New Roman"/>
          <w:color w:val="000000"/>
          <w:sz w:val="28"/>
          <w:szCs w:val="28"/>
        </w:rPr>
        <w:softHyphen/>
        <w:t xml:space="preserve">ния и практические навыки по методам диагностики, общей профилактике и </w:t>
      </w:r>
      <w:r w:rsidRPr="004A4832">
        <w:rPr>
          <w:rFonts w:ascii="Times New Roman" w:hAnsi="Times New Roman"/>
          <w:color w:val="000000"/>
          <w:spacing w:val="-1"/>
          <w:sz w:val="28"/>
          <w:szCs w:val="28"/>
        </w:rPr>
        <w:t>терапии незаразных, инвазионных болезней с/х и мелких домашних животных.</w:t>
      </w:r>
    </w:p>
    <w:p w:rsidR="003B733A" w:rsidRPr="004A4832" w:rsidRDefault="003B733A" w:rsidP="00FC6C01">
      <w:pPr>
        <w:shd w:val="clear" w:color="auto" w:fill="FFFFFF"/>
        <w:spacing w:after="0"/>
        <w:ind w:left="10" w:firstLine="710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pacing w:val="-3"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ДС</w:t>
      </w:r>
      <w:r w:rsidRPr="004A4832">
        <w:rPr>
          <w:rFonts w:ascii="Times New Roman" w:hAnsi="Times New Roman"/>
          <w:color w:val="000000"/>
          <w:spacing w:val="-3"/>
          <w:sz w:val="28"/>
          <w:szCs w:val="28"/>
        </w:rPr>
        <w:t>.О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1</w:t>
      </w:r>
      <w:r w:rsidRPr="004A4832">
        <w:rPr>
          <w:rFonts w:ascii="Times New Roman" w:hAnsi="Times New Roman"/>
          <w:color w:val="000000"/>
          <w:spacing w:val="-3"/>
          <w:sz w:val="28"/>
          <w:szCs w:val="28"/>
        </w:rPr>
        <w:t xml:space="preserve">, по выбору, дисциплина </w:t>
      </w:r>
      <w:r>
        <w:rPr>
          <w:rFonts w:ascii="Times New Roman" w:hAnsi="Times New Roman"/>
          <w:color w:val="000000"/>
          <w:sz w:val="28"/>
          <w:szCs w:val="28"/>
        </w:rPr>
        <w:t>осваивается в 7…10</w:t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 семестрах.</w:t>
      </w:r>
    </w:p>
    <w:p w:rsidR="003B733A" w:rsidRPr="004A4832" w:rsidRDefault="003B733A" w:rsidP="00FC6C01">
      <w:pPr>
        <w:shd w:val="clear" w:color="auto" w:fill="FFFFFF"/>
        <w:spacing w:after="0"/>
        <w:ind w:right="10" w:firstLine="730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при изучении дисциплины студент должен </w:t>
      </w:r>
      <w:r w:rsidRPr="004A4832">
        <w:rPr>
          <w:rFonts w:ascii="Times New Roman" w:hAnsi="Times New Roman"/>
          <w:color w:val="000000"/>
          <w:spacing w:val="1"/>
          <w:sz w:val="28"/>
          <w:szCs w:val="28"/>
        </w:rPr>
        <w:t>знать классификацию, синдромы болезней, их этиологию, симптоматику, со</w:t>
      </w:r>
      <w:r w:rsidRPr="004A4832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временные методы диагностики, новые эффективные методы профилактики и </w:t>
      </w:r>
      <w:r w:rsidRPr="004A4832">
        <w:rPr>
          <w:rFonts w:ascii="Times New Roman" w:hAnsi="Times New Roman"/>
          <w:color w:val="000000"/>
          <w:spacing w:val="1"/>
          <w:sz w:val="28"/>
          <w:szCs w:val="28"/>
        </w:rPr>
        <w:t>лечения незаразных, инвазионных и инфекционных болезней; владеть мето</w:t>
      </w:r>
      <w:r w:rsidRPr="004A4832">
        <w:rPr>
          <w:rFonts w:ascii="Times New Roman" w:hAnsi="Times New Roman"/>
          <w:color w:val="000000"/>
          <w:sz w:val="28"/>
          <w:szCs w:val="28"/>
        </w:rPr>
        <w:t>дами клинической диагностики.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3B733A" w:rsidRPr="002F4938" w:rsidRDefault="003B733A" w:rsidP="009206A7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Специализация </w:t>
      </w:r>
    </w:p>
    <w:p w:rsidR="003B733A" w:rsidRPr="002F4938" w:rsidRDefault="003B733A" w:rsidP="009206A7">
      <w:pPr>
        <w:pStyle w:val="Defaul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тандартизация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сертификация продуктов растительного и животного происхождения </w:t>
      </w:r>
    </w:p>
    <w:p w:rsidR="003B733A" w:rsidRPr="002F4938" w:rsidRDefault="003B733A" w:rsidP="009206A7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2F4938">
        <w:rPr>
          <w:rFonts w:ascii="Times New Roman" w:hAnsi="Times New Roman" w:cs="Times New Roman"/>
          <w:sz w:val="28"/>
          <w:szCs w:val="28"/>
        </w:rPr>
        <w:t xml:space="preserve">дать студентам </w:t>
      </w:r>
      <w:r>
        <w:rPr>
          <w:rFonts w:ascii="Times New Roman" w:hAnsi="Times New Roman" w:cs="Times New Roman"/>
          <w:sz w:val="28"/>
          <w:szCs w:val="28"/>
        </w:rPr>
        <w:t>теоретические знания и практиче</w:t>
      </w:r>
      <w:r w:rsidRPr="002F4938">
        <w:rPr>
          <w:rFonts w:ascii="Times New Roman" w:hAnsi="Times New Roman" w:cs="Times New Roman"/>
          <w:sz w:val="28"/>
          <w:szCs w:val="28"/>
        </w:rPr>
        <w:t>ские навыки по стандартизации и сертиф</w:t>
      </w:r>
      <w:r>
        <w:rPr>
          <w:rFonts w:ascii="Times New Roman" w:hAnsi="Times New Roman" w:cs="Times New Roman"/>
          <w:sz w:val="28"/>
          <w:szCs w:val="28"/>
        </w:rPr>
        <w:t>икации продуктов питания и пище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вого сырья </w:t>
      </w:r>
      <w:r>
        <w:rPr>
          <w:rFonts w:ascii="Times New Roman" w:hAnsi="Times New Roman" w:cs="Times New Roman"/>
          <w:sz w:val="28"/>
          <w:szCs w:val="28"/>
        </w:rPr>
        <w:t>растительного и животного происхождения</w:t>
      </w:r>
      <w:r w:rsidRPr="002F4938">
        <w:rPr>
          <w:rFonts w:ascii="Times New Roman" w:hAnsi="Times New Roman" w:cs="Times New Roman"/>
          <w:sz w:val="28"/>
          <w:szCs w:val="28"/>
        </w:rPr>
        <w:t xml:space="preserve">; изучить Госстандарты по пищевым продуктам и пищевым производствам, по которым производится сертификация в РФ выпускаемой продукции. </w:t>
      </w:r>
    </w:p>
    <w:p w:rsidR="003B733A" w:rsidRPr="002F4938" w:rsidRDefault="003B733A" w:rsidP="00551FB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>цикл ДС.02.</w:t>
      </w:r>
    </w:p>
    <w:p w:rsidR="003B733A" w:rsidRPr="002F4938" w:rsidRDefault="003B733A" w:rsidP="00551FB3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938">
        <w:rPr>
          <w:rFonts w:ascii="Times New Roman" w:hAnsi="Times New Roman" w:cs="Times New Roman"/>
          <w:b/>
          <w:bCs/>
          <w:sz w:val="28"/>
          <w:szCs w:val="28"/>
        </w:rPr>
        <w:t>Содержание дисциплины</w:t>
      </w:r>
      <w:r w:rsidRPr="002F4938">
        <w:rPr>
          <w:rFonts w:ascii="Times New Roman" w:hAnsi="Times New Roman" w:cs="Times New Roman"/>
          <w:sz w:val="28"/>
          <w:szCs w:val="28"/>
        </w:rPr>
        <w:t>: объекты стандартизации, категории и виды стандартов, комплексы государственных ст</w:t>
      </w:r>
      <w:r>
        <w:rPr>
          <w:rFonts w:ascii="Times New Roman" w:hAnsi="Times New Roman" w:cs="Times New Roman"/>
          <w:sz w:val="28"/>
          <w:szCs w:val="28"/>
        </w:rPr>
        <w:t>андартов; особенности стандарти</w:t>
      </w:r>
      <w:r w:rsidRPr="002F4938">
        <w:rPr>
          <w:rFonts w:ascii="Times New Roman" w:hAnsi="Times New Roman" w:cs="Times New Roman"/>
          <w:sz w:val="28"/>
          <w:szCs w:val="28"/>
        </w:rPr>
        <w:t>зации сельскохозяйственной продукции в животноводстве; качество продукции и его показатели, базовое значение показателя качества продукции, предельное значение показателя качества, его номинальное значение; методы контроля качества продукции; сертификация пищевой промышленности; правовая основа и нормативная база сертификации; с</w:t>
      </w:r>
      <w:r>
        <w:rPr>
          <w:rFonts w:ascii="Times New Roman" w:hAnsi="Times New Roman" w:cs="Times New Roman"/>
          <w:sz w:val="28"/>
          <w:szCs w:val="28"/>
        </w:rPr>
        <w:t>труктура Российской системы сер</w:t>
      </w:r>
      <w:r w:rsidRPr="002F4938">
        <w:rPr>
          <w:rFonts w:ascii="Times New Roman" w:hAnsi="Times New Roman" w:cs="Times New Roman"/>
          <w:sz w:val="28"/>
          <w:szCs w:val="28"/>
        </w:rPr>
        <w:t xml:space="preserve">тификации; правила и порядок сертификации в системе Госстандарта России; требования Государственного стандарта </w:t>
      </w:r>
      <w:r>
        <w:rPr>
          <w:rFonts w:ascii="Times New Roman" w:hAnsi="Times New Roman" w:cs="Times New Roman"/>
          <w:sz w:val="28"/>
          <w:szCs w:val="28"/>
        </w:rPr>
        <w:t>к продукции и пищевому сырью жи</w:t>
      </w:r>
      <w:r w:rsidRPr="002F4938">
        <w:rPr>
          <w:rFonts w:ascii="Times New Roman" w:hAnsi="Times New Roman" w:cs="Times New Roman"/>
          <w:sz w:val="28"/>
          <w:szCs w:val="28"/>
        </w:rPr>
        <w:t xml:space="preserve">вотноводства.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3B733A" w:rsidRDefault="003B733A" w:rsidP="003D2153">
      <w:pPr>
        <w:pStyle w:val="Default"/>
        <w:rPr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Товароведение </w:t>
      </w:r>
    </w:p>
    <w:p w:rsidR="003B733A" w:rsidRDefault="003B733A" w:rsidP="003D215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>
        <w:rPr>
          <w:rFonts w:ascii="Times New Roman" w:hAnsi="Times New Roman" w:cs="Times New Roman"/>
          <w:sz w:val="28"/>
          <w:szCs w:val="28"/>
        </w:rPr>
        <w:t xml:space="preserve">теоретические и практические навыки изучения продовольственных товаров. Контроль продовольственных товаров при биологической загрязненности. </w:t>
      </w:r>
    </w:p>
    <w:p w:rsidR="003B733A" w:rsidRDefault="003B733A" w:rsidP="003D215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Цикл ДС.03. </w:t>
      </w:r>
    </w:p>
    <w:p w:rsidR="003B733A" w:rsidRDefault="003B733A" w:rsidP="003D215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дисциплины. </w:t>
      </w:r>
      <w:r>
        <w:rPr>
          <w:rFonts w:ascii="Times New Roman" w:hAnsi="Times New Roman" w:cs="Times New Roman"/>
          <w:sz w:val="28"/>
          <w:szCs w:val="28"/>
        </w:rPr>
        <w:t xml:space="preserve">Предмет, цели, задачи, принципы и методы товароведения. Объекты и субъекты товароведения. Классификация. Безопасность и качество товаров. Охрана жизни и здоровья человека, животных и окружающей среды. Безопасность в отношении болезней, вызываемых патогенными вирусами, микроорганизмами, вредными насекомыми – переносчиками возбудителей болезни. Цели и задачи товарной экспертизы. Объекты и субъекты экспертизы. Требования к экспертам. Средства и методы товарной экспертизы. Характеристика сырья, поступающего на предприятия по производству мяса, птицы, молока, продуктов переработки. Товароведение мяса и мясопродуктов, молока и молочных продуктов. Товароведение кормов и кормовых добавок и биопрепаратов. </w:t>
      </w: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ФТД - ФАКУЛЬТАТИВЫ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Default="003B733A" w:rsidP="00151585">
      <w:pPr>
        <w:shd w:val="clear" w:color="auto" w:fill="FFFFFF"/>
        <w:spacing w:after="0" w:line="240" w:lineRule="auto"/>
        <w:ind w:left="24" w:right="14" w:firstLine="533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 xml:space="preserve">Конституция </w:t>
      </w:r>
      <w:r w:rsidRPr="004A4832">
        <w:rPr>
          <w:rFonts w:ascii="Times New Roman" w:hAnsi="Times New Roman"/>
          <w:b/>
          <w:bCs/>
          <w:color w:val="000000"/>
          <w:sz w:val="28"/>
          <w:szCs w:val="28"/>
          <w:u w:val="single"/>
        </w:rPr>
        <w:t>РФ.</w:t>
      </w: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3B733A" w:rsidRPr="004A4832" w:rsidRDefault="003B733A" w:rsidP="00151585">
      <w:pPr>
        <w:shd w:val="clear" w:color="auto" w:fill="FFFFFF"/>
        <w:spacing w:after="0" w:line="240" w:lineRule="auto"/>
        <w:ind w:left="24" w:right="14" w:firstLine="533"/>
        <w:jc w:val="both"/>
        <w:rPr>
          <w:rFonts w:ascii="Times New Roman" w:hAnsi="Times New Roman"/>
          <w:sz w:val="28"/>
          <w:szCs w:val="28"/>
        </w:rPr>
      </w:pPr>
      <w:r w:rsidRPr="00E05568">
        <w:rPr>
          <w:rFonts w:ascii="Times New Roman" w:hAnsi="Times New Roman"/>
          <w:b/>
          <w:color w:val="000000"/>
          <w:sz w:val="28"/>
          <w:szCs w:val="28"/>
        </w:rPr>
        <w:t>Цель</w:t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 кур</w:t>
      </w:r>
      <w:r>
        <w:rPr>
          <w:rFonts w:ascii="Times New Roman" w:hAnsi="Times New Roman"/>
          <w:color w:val="000000"/>
          <w:sz w:val="28"/>
          <w:szCs w:val="28"/>
        </w:rPr>
        <w:t>са яв</w:t>
      </w:r>
      <w:r w:rsidRPr="004A4832">
        <w:rPr>
          <w:rFonts w:ascii="Times New Roman" w:hAnsi="Times New Roman"/>
          <w:color w:val="000000"/>
          <w:sz w:val="28"/>
          <w:szCs w:val="28"/>
        </w:rPr>
        <w:t>ляется изучение основ теории прав, устройс</w:t>
      </w:r>
      <w:r>
        <w:rPr>
          <w:rFonts w:ascii="Times New Roman" w:hAnsi="Times New Roman"/>
          <w:color w:val="000000"/>
          <w:sz w:val="28"/>
          <w:szCs w:val="28"/>
        </w:rPr>
        <w:t>тва российского государства, от</w:t>
      </w:r>
      <w:r w:rsidRPr="004A4832">
        <w:rPr>
          <w:rFonts w:ascii="Times New Roman" w:hAnsi="Times New Roman"/>
          <w:color w:val="000000"/>
          <w:sz w:val="28"/>
          <w:szCs w:val="28"/>
        </w:rPr>
        <w:t>дельных видов правоотношений:</w:t>
      </w:r>
    </w:p>
    <w:p w:rsidR="003B733A" w:rsidRPr="004A4832" w:rsidRDefault="003B733A" w:rsidP="00151585">
      <w:pPr>
        <w:shd w:val="clear" w:color="auto" w:fill="FFFFFF"/>
        <w:spacing w:after="0" w:line="240" w:lineRule="auto"/>
        <w:ind w:left="19" w:right="14" w:firstLine="715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Место дисциплины в учебном плане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4A4832">
        <w:rPr>
          <w:rFonts w:ascii="Times New Roman" w:hAnsi="Times New Roman"/>
          <w:color w:val="000000"/>
          <w:sz w:val="28"/>
          <w:szCs w:val="28"/>
        </w:rPr>
        <w:t xml:space="preserve"> общепрофессиональный ветеринарно-биологический.</w:t>
      </w:r>
    </w:p>
    <w:p w:rsidR="003B733A" w:rsidRPr="004A4832" w:rsidRDefault="003B733A" w:rsidP="00151585">
      <w:pPr>
        <w:shd w:val="clear" w:color="auto" w:fill="FFFFFF"/>
        <w:spacing w:after="0" w:line="240" w:lineRule="auto"/>
        <w:ind w:left="19" w:right="19" w:firstLine="720"/>
        <w:jc w:val="both"/>
        <w:rPr>
          <w:rFonts w:ascii="Times New Roman" w:hAnsi="Times New Roman"/>
          <w:sz w:val="28"/>
          <w:szCs w:val="28"/>
        </w:rPr>
      </w:pPr>
      <w:r w:rsidRPr="004A4832">
        <w:rPr>
          <w:rFonts w:ascii="Times New Roman" w:hAnsi="Times New Roman"/>
          <w:b/>
          <w:bCs/>
          <w:color w:val="000000"/>
          <w:sz w:val="28"/>
          <w:szCs w:val="28"/>
        </w:rPr>
        <w:t xml:space="preserve">Содержание дисциплины: </w:t>
      </w:r>
      <w:r w:rsidRPr="004A4832">
        <w:rPr>
          <w:rFonts w:ascii="Times New Roman" w:hAnsi="Times New Roman"/>
          <w:color w:val="000000"/>
          <w:sz w:val="28"/>
          <w:szCs w:val="28"/>
        </w:rPr>
        <w:t>знакомство с некоторыми правовыми аспектами регулирования будуще</w:t>
      </w:r>
      <w:r>
        <w:rPr>
          <w:rFonts w:ascii="Times New Roman" w:hAnsi="Times New Roman"/>
          <w:color w:val="000000"/>
          <w:sz w:val="28"/>
          <w:szCs w:val="28"/>
        </w:rPr>
        <w:t>й профессиональной деятельности</w:t>
      </w:r>
      <w:r w:rsidRPr="004A4832">
        <w:rPr>
          <w:rFonts w:ascii="Times New Roman" w:hAnsi="Times New Roman"/>
          <w:color w:val="000000"/>
          <w:sz w:val="28"/>
          <w:szCs w:val="28"/>
        </w:rPr>
        <w:t>.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6904C3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Ветеринарное предпринимательство </w:t>
      </w:r>
    </w:p>
    <w:p w:rsidR="003B733A" w:rsidRPr="00567EA4" w:rsidRDefault="003B733A" w:rsidP="006904C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Цель дисциплины: </w:t>
      </w:r>
      <w:r w:rsidRPr="00567EA4">
        <w:rPr>
          <w:rFonts w:ascii="Times New Roman" w:hAnsi="Times New Roman" w:cs="Times New Roman"/>
          <w:sz w:val="28"/>
          <w:szCs w:val="28"/>
        </w:rPr>
        <w:t>является освоен</w:t>
      </w:r>
      <w:r>
        <w:rPr>
          <w:rFonts w:ascii="Times New Roman" w:hAnsi="Times New Roman" w:cs="Times New Roman"/>
          <w:sz w:val="28"/>
          <w:szCs w:val="28"/>
        </w:rPr>
        <w:t>ие трудового, финансового, нало</w:t>
      </w:r>
      <w:r w:rsidRPr="00567EA4">
        <w:rPr>
          <w:rFonts w:ascii="Times New Roman" w:hAnsi="Times New Roman" w:cs="Times New Roman"/>
          <w:sz w:val="28"/>
          <w:szCs w:val="28"/>
        </w:rPr>
        <w:t xml:space="preserve">гового законодательства: маркетинга, менеджмента в сфере ветеринарного предпринимательства, а также методики </w:t>
      </w:r>
      <w:r>
        <w:rPr>
          <w:rFonts w:ascii="Times New Roman" w:hAnsi="Times New Roman" w:cs="Times New Roman"/>
          <w:sz w:val="28"/>
          <w:szCs w:val="28"/>
        </w:rPr>
        <w:t>установления расценок на ветери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нарные работы и организация различных форм ветеринарной предпринимательской деятельности. </w:t>
      </w:r>
    </w:p>
    <w:p w:rsidR="003B733A" w:rsidRPr="00567EA4" w:rsidRDefault="003B733A" w:rsidP="006904C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Место дисциплины в учебном плане: </w:t>
      </w:r>
      <w:r w:rsidRPr="00567EA4">
        <w:rPr>
          <w:rFonts w:ascii="Times New Roman" w:hAnsi="Times New Roman" w:cs="Times New Roman"/>
          <w:sz w:val="28"/>
          <w:szCs w:val="28"/>
        </w:rPr>
        <w:t xml:space="preserve">цикл </w:t>
      </w:r>
      <w:r>
        <w:rPr>
          <w:rFonts w:ascii="Times New Roman" w:hAnsi="Times New Roman" w:cs="Times New Roman"/>
          <w:sz w:val="28"/>
          <w:szCs w:val="28"/>
        </w:rPr>
        <w:t>ФДТ.02</w:t>
      </w:r>
      <w:r w:rsidRPr="00567EA4">
        <w:rPr>
          <w:rFonts w:ascii="Times New Roman" w:hAnsi="Times New Roman" w:cs="Times New Roman"/>
          <w:sz w:val="28"/>
          <w:szCs w:val="28"/>
        </w:rPr>
        <w:t>, дисци</w:t>
      </w:r>
      <w:r>
        <w:rPr>
          <w:rFonts w:ascii="Times New Roman" w:hAnsi="Times New Roman" w:cs="Times New Roman"/>
          <w:sz w:val="28"/>
          <w:szCs w:val="28"/>
        </w:rPr>
        <w:t>плина осваивается в 6-7 семестре.</w:t>
      </w:r>
    </w:p>
    <w:p w:rsidR="003B733A" w:rsidRPr="00567EA4" w:rsidRDefault="003B733A" w:rsidP="006904C3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дисциплины: </w:t>
      </w:r>
      <w:r w:rsidRPr="00567EA4">
        <w:rPr>
          <w:rFonts w:ascii="Times New Roman" w:hAnsi="Times New Roman" w:cs="Times New Roman"/>
          <w:sz w:val="28"/>
          <w:szCs w:val="28"/>
        </w:rPr>
        <w:t>Введение. Понятие о ветеринарном предпринимательстве, его основные формы. Правовое регулирование ветеринарного предпринимательства. Формы организации ветеринарного предпринимательства. Лицензирование ветеринарной деятельности. Риск предп</w:t>
      </w:r>
      <w:r>
        <w:rPr>
          <w:rFonts w:ascii="Times New Roman" w:hAnsi="Times New Roman" w:cs="Times New Roman"/>
          <w:sz w:val="28"/>
          <w:szCs w:val="28"/>
        </w:rPr>
        <w:t>ринимательства ветеринарной дея</w:t>
      </w:r>
      <w:r w:rsidRPr="00567EA4">
        <w:rPr>
          <w:rFonts w:ascii="Times New Roman" w:hAnsi="Times New Roman" w:cs="Times New Roman"/>
          <w:sz w:val="28"/>
          <w:szCs w:val="28"/>
        </w:rPr>
        <w:t>тельности. Финансирование сферы ветеринарного предп</w:t>
      </w:r>
      <w:r>
        <w:rPr>
          <w:rFonts w:ascii="Times New Roman" w:hAnsi="Times New Roman" w:cs="Times New Roman"/>
          <w:sz w:val="28"/>
          <w:szCs w:val="28"/>
        </w:rPr>
        <w:t>ринимательства. Це</w:t>
      </w:r>
      <w:r w:rsidRPr="00567EA4">
        <w:rPr>
          <w:rFonts w:ascii="Times New Roman" w:hAnsi="Times New Roman" w:cs="Times New Roman"/>
          <w:sz w:val="28"/>
          <w:szCs w:val="28"/>
        </w:rPr>
        <w:t>нообразование в сфере ветеринарного предпринимательства. Налогообл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67EA4">
        <w:rPr>
          <w:rFonts w:ascii="Times New Roman" w:hAnsi="Times New Roman" w:cs="Times New Roman"/>
          <w:sz w:val="28"/>
          <w:szCs w:val="28"/>
        </w:rPr>
        <w:t>ение сферы ветеринарного предпринимател</w:t>
      </w:r>
      <w:r>
        <w:rPr>
          <w:rFonts w:ascii="Times New Roman" w:hAnsi="Times New Roman" w:cs="Times New Roman"/>
          <w:sz w:val="28"/>
          <w:szCs w:val="28"/>
        </w:rPr>
        <w:t>ьства. Маркетинг в сфере ветери</w:t>
      </w:r>
      <w:r w:rsidRPr="00567EA4">
        <w:rPr>
          <w:rFonts w:ascii="Times New Roman" w:hAnsi="Times New Roman" w:cs="Times New Roman"/>
          <w:sz w:val="28"/>
          <w:szCs w:val="28"/>
        </w:rPr>
        <w:t>нарного предпринимательства. Ветеринарный менеджмент. Государственное регулирование и контроль ветеринарного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предпринимательства. Ветеринар</w:t>
      </w:r>
      <w:r w:rsidRPr="00567EA4">
        <w:rPr>
          <w:rFonts w:ascii="Times New Roman" w:hAnsi="Times New Roman" w:cs="Times New Roman"/>
          <w:sz w:val="28"/>
          <w:szCs w:val="28"/>
        </w:rPr>
        <w:t xml:space="preserve">ное делопроизводство. 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6837" w:rsidRDefault="003B733A" w:rsidP="009206A7">
      <w:pPr>
        <w:tabs>
          <w:tab w:val="left" w:pos="156"/>
        </w:tabs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566837">
        <w:rPr>
          <w:rFonts w:ascii="Times New Roman" w:hAnsi="Times New Roman"/>
          <w:b/>
          <w:sz w:val="28"/>
          <w:szCs w:val="28"/>
          <w:u w:val="single"/>
        </w:rPr>
        <w:t>Деловой английский язык</w:t>
      </w:r>
    </w:p>
    <w:p w:rsidR="003B733A" w:rsidRPr="00566837" w:rsidRDefault="003B733A" w:rsidP="009206A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66837">
        <w:rPr>
          <w:rFonts w:ascii="Times New Roman" w:hAnsi="Times New Roman"/>
          <w:b/>
          <w:sz w:val="28"/>
          <w:szCs w:val="28"/>
        </w:rPr>
        <w:t xml:space="preserve">Цели дисциплины: </w:t>
      </w:r>
      <w:r w:rsidRPr="00566837">
        <w:rPr>
          <w:rFonts w:ascii="Times New Roman" w:hAnsi="Times New Roman"/>
          <w:color w:val="000000"/>
          <w:spacing w:val="2"/>
          <w:sz w:val="28"/>
          <w:szCs w:val="28"/>
        </w:rPr>
        <w:t xml:space="preserve">Основной целью курса «Деловой английский язык» в неязыковом вузе </w:t>
      </w:r>
      <w:r w:rsidRPr="00566837">
        <w:rPr>
          <w:rFonts w:ascii="Times New Roman" w:hAnsi="Times New Roman"/>
          <w:color w:val="000000"/>
          <w:spacing w:val="5"/>
          <w:sz w:val="28"/>
          <w:szCs w:val="28"/>
        </w:rPr>
        <w:t xml:space="preserve">является обучение практическому владению деловой речью и языком </w:t>
      </w:r>
      <w:r w:rsidRPr="00566837">
        <w:rPr>
          <w:rFonts w:ascii="Times New Roman" w:hAnsi="Times New Roman"/>
          <w:color w:val="000000"/>
          <w:spacing w:val="4"/>
          <w:sz w:val="28"/>
          <w:szCs w:val="28"/>
        </w:rPr>
        <w:t xml:space="preserve">специальности для активного применения иностранного языка в </w:t>
      </w:r>
      <w:r w:rsidRPr="00566837">
        <w:rPr>
          <w:rFonts w:ascii="Times New Roman" w:hAnsi="Times New Roman"/>
          <w:color w:val="000000"/>
          <w:spacing w:val="1"/>
          <w:sz w:val="28"/>
          <w:szCs w:val="28"/>
        </w:rPr>
        <w:t xml:space="preserve">профессиональном общении «язык для специальных целей» </w:t>
      </w:r>
      <w:r w:rsidRPr="00566837">
        <w:rPr>
          <w:rFonts w:ascii="Times New Roman" w:hAnsi="Times New Roman"/>
          <w:sz w:val="28"/>
          <w:szCs w:val="28"/>
        </w:rPr>
        <w:t>(</w:t>
      </w:r>
      <w:r w:rsidRPr="00566837">
        <w:rPr>
          <w:rFonts w:ascii="Times New Roman" w:hAnsi="Times New Roman"/>
          <w:sz w:val="28"/>
          <w:szCs w:val="28"/>
          <w:lang w:val="en-US"/>
        </w:rPr>
        <w:t>Language</w:t>
      </w:r>
      <w:r w:rsidRPr="00566837">
        <w:rPr>
          <w:rFonts w:ascii="Times New Roman" w:hAnsi="Times New Roman"/>
          <w:sz w:val="28"/>
          <w:szCs w:val="28"/>
        </w:rPr>
        <w:t xml:space="preserve"> </w:t>
      </w:r>
      <w:r w:rsidRPr="00566837">
        <w:rPr>
          <w:rFonts w:ascii="Times New Roman" w:hAnsi="Times New Roman"/>
          <w:sz w:val="28"/>
          <w:szCs w:val="28"/>
          <w:lang w:val="en-US"/>
        </w:rPr>
        <w:t>for</w:t>
      </w:r>
      <w:r w:rsidRPr="00566837">
        <w:rPr>
          <w:rFonts w:ascii="Times New Roman" w:hAnsi="Times New Roman"/>
          <w:sz w:val="28"/>
          <w:szCs w:val="28"/>
        </w:rPr>
        <w:t xml:space="preserve"> </w:t>
      </w:r>
      <w:r w:rsidRPr="00566837">
        <w:rPr>
          <w:rFonts w:ascii="Times New Roman" w:hAnsi="Times New Roman"/>
          <w:sz w:val="28"/>
          <w:szCs w:val="28"/>
          <w:lang w:val="en-US"/>
        </w:rPr>
        <w:t>Specific</w:t>
      </w:r>
      <w:r w:rsidRPr="00566837">
        <w:rPr>
          <w:rFonts w:ascii="Times New Roman" w:hAnsi="Times New Roman"/>
          <w:sz w:val="28"/>
          <w:szCs w:val="28"/>
        </w:rPr>
        <w:t xml:space="preserve"> </w:t>
      </w:r>
      <w:r w:rsidRPr="00566837">
        <w:rPr>
          <w:rFonts w:ascii="Times New Roman" w:hAnsi="Times New Roman"/>
          <w:sz w:val="28"/>
          <w:szCs w:val="28"/>
          <w:lang w:val="en-US"/>
        </w:rPr>
        <w:t>Purposes</w:t>
      </w:r>
      <w:r w:rsidRPr="00566837">
        <w:rPr>
          <w:rFonts w:ascii="Times New Roman" w:hAnsi="Times New Roman"/>
          <w:sz w:val="28"/>
          <w:szCs w:val="28"/>
        </w:rPr>
        <w:t xml:space="preserve"> – </w:t>
      </w:r>
      <w:r w:rsidRPr="00566837">
        <w:rPr>
          <w:rFonts w:ascii="Times New Roman" w:hAnsi="Times New Roman"/>
          <w:sz w:val="28"/>
          <w:szCs w:val="28"/>
          <w:lang w:val="en-US"/>
        </w:rPr>
        <w:t>LSP</w:t>
      </w:r>
      <w:r w:rsidRPr="00566837">
        <w:rPr>
          <w:rFonts w:ascii="Times New Roman" w:hAnsi="Times New Roman"/>
          <w:sz w:val="28"/>
          <w:szCs w:val="28"/>
        </w:rPr>
        <w:t>).</w:t>
      </w:r>
    </w:p>
    <w:p w:rsidR="003B733A" w:rsidRPr="00566837" w:rsidRDefault="003B733A" w:rsidP="009206A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66837">
        <w:rPr>
          <w:rFonts w:ascii="Times New Roman" w:hAnsi="Times New Roman"/>
          <w:b/>
          <w:sz w:val="28"/>
          <w:szCs w:val="28"/>
        </w:rPr>
        <w:t>Требование к уровню освоения содержания курса:</w:t>
      </w:r>
      <w:r w:rsidRPr="00566837">
        <w:rPr>
          <w:rFonts w:ascii="Times New Roman" w:hAnsi="Times New Roman"/>
          <w:sz w:val="28"/>
          <w:szCs w:val="28"/>
        </w:rPr>
        <w:t xml:space="preserve"> </w:t>
      </w:r>
      <w:r w:rsidRPr="00566837">
        <w:rPr>
          <w:rFonts w:ascii="Times New Roman" w:hAnsi="Times New Roman"/>
          <w:color w:val="000000"/>
          <w:spacing w:val="3"/>
          <w:sz w:val="28"/>
          <w:szCs w:val="28"/>
        </w:rPr>
        <w:t xml:space="preserve">Критерием практического владения иностранным языком является </w:t>
      </w:r>
      <w:r w:rsidRPr="00566837">
        <w:rPr>
          <w:rFonts w:ascii="Times New Roman" w:hAnsi="Times New Roman"/>
          <w:color w:val="000000"/>
          <w:spacing w:val="2"/>
          <w:sz w:val="28"/>
          <w:szCs w:val="28"/>
        </w:rPr>
        <w:t xml:space="preserve">умение достаточно уверенно пользоваться наиболее употребительными и относительно простыми языковыми средствами в основных видах речевой </w:t>
      </w:r>
      <w:r w:rsidRPr="00566837">
        <w:rPr>
          <w:rFonts w:ascii="Times New Roman" w:hAnsi="Times New Roman"/>
          <w:color w:val="000000"/>
          <w:spacing w:val="3"/>
          <w:sz w:val="28"/>
          <w:szCs w:val="28"/>
        </w:rPr>
        <w:t>деятельности: говорении, восприятии на слух (аудировании), чтении и письме. Прак</w:t>
      </w:r>
      <w:r w:rsidRPr="00566837">
        <w:rPr>
          <w:rFonts w:ascii="Times New Roman" w:hAnsi="Times New Roman"/>
          <w:color w:val="000000"/>
          <w:spacing w:val="2"/>
          <w:sz w:val="28"/>
          <w:szCs w:val="28"/>
        </w:rPr>
        <w:t>тическое владение языком специальности предполагает также умение само</w:t>
      </w:r>
      <w:r w:rsidRPr="00566837">
        <w:rPr>
          <w:rFonts w:ascii="Times New Roman" w:hAnsi="Times New Roman"/>
          <w:color w:val="000000"/>
          <w:spacing w:val="1"/>
          <w:sz w:val="28"/>
          <w:szCs w:val="28"/>
        </w:rPr>
        <w:t xml:space="preserve">стоятельно работать со специальной литературой на </w:t>
      </w:r>
      <w:r w:rsidRPr="00566837">
        <w:rPr>
          <w:rFonts w:ascii="Times New Roman" w:hAnsi="Times New Roman"/>
          <w:color w:val="000000"/>
          <w:spacing w:val="2"/>
          <w:sz w:val="28"/>
          <w:szCs w:val="28"/>
        </w:rPr>
        <w:t>иностранном языке с целью получения профессиональной информации.</w:t>
      </w:r>
    </w:p>
    <w:p w:rsidR="003B733A" w:rsidRPr="00566837" w:rsidRDefault="003B733A" w:rsidP="009206A7">
      <w:pPr>
        <w:tabs>
          <w:tab w:val="left" w:pos="1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566837">
        <w:rPr>
          <w:rFonts w:ascii="Times New Roman" w:hAnsi="Times New Roman"/>
          <w:b/>
          <w:sz w:val="28"/>
          <w:szCs w:val="28"/>
        </w:rPr>
        <w:t xml:space="preserve">Место дисциплины в учебном процессе: </w:t>
      </w:r>
      <w:r w:rsidRPr="00566837">
        <w:rPr>
          <w:rFonts w:ascii="Times New Roman" w:hAnsi="Times New Roman"/>
          <w:sz w:val="28"/>
          <w:szCs w:val="28"/>
        </w:rPr>
        <w:t xml:space="preserve">Цикл </w:t>
      </w:r>
      <w:r>
        <w:rPr>
          <w:rFonts w:ascii="Times New Roman" w:hAnsi="Times New Roman"/>
          <w:sz w:val="28"/>
          <w:szCs w:val="28"/>
        </w:rPr>
        <w:t xml:space="preserve">ФТД-03, дисциплина осваивается </w:t>
      </w:r>
      <w:r w:rsidRPr="0056683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3…4 </w:t>
      </w:r>
      <w:r w:rsidRPr="00566837">
        <w:rPr>
          <w:rFonts w:ascii="Times New Roman" w:hAnsi="Times New Roman"/>
          <w:sz w:val="28"/>
          <w:szCs w:val="28"/>
        </w:rPr>
        <w:t>семестре.</w:t>
      </w:r>
    </w:p>
    <w:p w:rsidR="003B733A" w:rsidRPr="00566837" w:rsidRDefault="003B733A" w:rsidP="009206A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66837">
        <w:rPr>
          <w:rFonts w:ascii="Times New Roman" w:hAnsi="Times New Roman"/>
          <w:b/>
          <w:sz w:val="28"/>
          <w:szCs w:val="28"/>
        </w:rPr>
        <w:t xml:space="preserve">Содержание дисциплины: </w:t>
      </w:r>
      <w:r w:rsidRPr="00566837">
        <w:rPr>
          <w:rFonts w:ascii="Times New Roman" w:hAnsi="Times New Roman"/>
          <w:color w:val="000000"/>
          <w:spacing w:val="2"/>
          <w:sz w:val="28"/>
          <w:szCs w:val="28"/>
        </w:rPr>
        <w:t>В аспекте «Язык для специальных целей» осуществляется развитие навыков публичной речи (сообщение, доклад, дискуссия); развитие навыков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.</w:t>
      </w:r>
    </w:p>
    <w:p w:rsidR="003B733A" w:rsidRDefault="003B733A" w:rsidP="009206A7">
      <w:pPr>
        <w:shd w:val="clear" w:color="auto" w:fill="FFFFFF"/>
        <w:spacing w:after="0"/>
        <w:ind w:right="53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 </w:t>
      </w:r>
      <w:r w:rsidRPr="00566837">
        <w:rPr>
          <w:rFonts w:ascii="Times New Roman" w:hAnsi="Times New Roman"/>
          <w:color w:val="000000"/>
          <w:spacing w:val="1"/>
          <w:sz w:val="28"/>
          <w:szCs w:val="28"/>
        </w:rPr>
        <w:t xml:space="preserve">Чтения специальной литературы с целью получения информации; знакомства с </w:t>
      </w:r>
      <w:r w:rsidRPr="00566837">
        <w:rPr>
          <w:rFonts w:ascii="Times New Roman" w:hAnsi="Times New Roman"/>
          <w:color w:val="000000"/>
          <w:spacing w:val="4"/>
          <w:sz w:val="28"/>
          <w:szCs w:val="28"/>
        </w:rPr>
        <w:t xml:space="preserve">основами реферирования, аннотирования и перевода </w:t>
      </w:r>
      <w:r w:rsidRPr="00566837">
        <w:rPr>
          <w:rFonts w:ascii="Times New Roman" w:hAnsi="Times New Roman"/>
          <w:color w:val="000000"/>
          <w:spacing w:val="2"/>
          <w:sz w:val="28"/>
          <w:szCs w:val="28"/>
        </w:rPr>
        <w:t xml:space="preserve">литературы по специальности; развитие основных навыков письма для </w:t>
      </w:r>
      <w:r w:rsidRPr="00566837">
        <w:rPr>
          <w:rFonts w:ascii="Times New Roman" w:hAnsi="Times New Roman"/>
          <w:color w:val="000000"/>
          <w:spacing w:val="4"/>
          <w:sz w:val="28"/>
          <w:szCs w:val="28"/>
        </w:rPr>
        <w:t xml:space="preserve">подготовки публикации и ведения переписки. Обучение языку </w:t>
      </w:r>
      <w:r w:rsidRPr="00566837">
        <w:rPr>
          <w:rFonts w:ascii="Times New Roman" w:hAnsi="Times New Roman"/>
          <w:color w:val="000000"/>
          <w:sz w:val="28"/>
          <w:szCs w:val="28"/>
        </w:rPr>
        <w:t>специальности ведётся на материале профессиональной тематики.</w:t>
      </w:r>
    </w:p>
    <w:p w:rsidR="003B733A" w:rsidRDefault="003B733A" w:rsidP="0093447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</w:pPr>
    </w:p>
    <w:p w:rsidR="003B733A" w:rsidRPr="00566837" w:rsidRDefault="003B733A" w:rsidP="0093447A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</w:pPr>
      <w:r w:rsidRPr="00566837">
        <w:rPr>
          <w:rFonts w:ascii="Times New Roman" w:hAnsi="Times New Roman"/>
          <w:b/>
          <w:sz w:val="28"/>
          <w:szCs w:val="28"/>
          <w:u w:val="single"/>
          <w:shd w:val="clear" w:color="auto" w:fill="FFFFFF"/>
        </w:rPr>
        <w:t>Влияние техногенных факторов на организм сельскохозяйственных животных</w:t>
      </w:r>
    </w:p>
    <w:p w:rsidR="003B733A" w:rsidRPr="002F4938" w:rsidRDefault="003B733A" w:rsidP="0093447A">
      <w:pPr>
        <w:spacing w:after="0"/>
        <w:ind w:firstLine="708"/>
        <w:jc w:val="both"/>
        <w:rPr>
          <w:rStyle w:val="longtext"/>
          <w:rFonts w:ascii="Times New Roman" w:hAnsi="Times New Roman"/>
          <w:sz w:val="28"/>
          <w:szCs w:val="28"/>
        </w:rPr>
      </w:pPr>
      <w:r w:rsidRPr="002F4938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Цели дисциплины: </w:t>
      </w:r>
      <w:r w:rsidRPr="002F4938">
        <w:rPr>
          <w:rStyle w:val="longtext"/>
          <w:rFonts w:ascii="Times New Roman" w:hAnsi="Times New Roman"/>
          <w:sz w:val="28"/>
          <w:szCs w:val="28"/>
        </w:rPr>
        <w:t>Довести до студентов знания о техногенных чрезвычайных ситуациях, опасных факторов производственных аварий, их влияние на экологическую безопасность и жизнь и здоровье сельскохозяйственных животных. Обучить студентов основным правилам защиты сельскохозяйственных животных в случаях техногенных чрезвычайных ситуаций.</w:t>
      </w:r>
    </w:p>
    <w:p w:rsidR="003B733A" w:rsidRPr="002F4938" w:rsidRDefault="003B733A" w:rsidP="0093447A">
      <w:pPr>
        <w:tabs>
          <w:tab w:val="left" w:pos="156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2F4938">
        <w:rPr>
          <w:rFonts w:ascii="Times New Roman" w:hAnsi="Times New Roman"/>
          <w:b/>
          <w:sz w:val="28"/>
          <w:szCs w:val="28"/>
        </w:rPr>
        <w:t>Место дисциплины в учебном плане: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66837">
        <w:rPr>
          <w:rFonts w:ascii="Times New Roman" w:hAnsi="Times New Roman"/>
          <w:sz w:val="28"/>
          <w:szCs w:val="28"/>
        </w:rPr>
        <w:t xml:space="preserve">Цикл </w:t>
      </w:r>
      <w:r>
        <w:rPr>
          <w:rFonts w:ascii="Times New Roman" w:hAnsi="Times New Roman"/>
          <w:sz w:val="28"/>
          <w:szCs w:val="28"/>
        </w:rPr>
        <w:t xml:space="preserve">ФТД-04, дисциплина осваивается </w:t>
      </w:r>
      <w:r w:rsidRPr="00566837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5 </w:t>
      </w:r>
      <w:r w:rsidRPr="00566837">
        <w:rPr>
          <w:rFonts w:ascii="Times New Roman" w:hAnsi="Times New Roman"/>
          <w:sz w:val="28"/>
          <w:szCs w:val="28"/>
        </w:rPr>
        <w:t>семестре.</w:t>
      </w:r>
    </w:p>
    <w:p w:rsidR="003B733A" w:rsidRPr="002F4938" w:rsidRDefault="003B733A" w:rsidP="0093447A">
      <w:pPr>
        <w:pStyle w:val="ListParagraph"/>
        <w:spacing w:after="0"/>
        <w:ind w:left="0"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F4938">
        <w:rPr>
          <w:rFonts w:ascii="Times New Roman" w:hAnsi="Times New Roman"/>
          <w:b/>
          <w:sz w:val="28"/>
          <w:szCs w:val="28"/>
        </w:rPr>
        <w:t>Содержание дисциплины:</w:t>
      </w:r>
      <w:r w:rsidRPr="002F4938">
        <w:rPr>
          <w:rFonts w:ascii="Times New Roman" w:hAnsi="Times New Roman"/>
          <w:sz w:val="28"/>
          <w:szCs w:val="28"/>
        </w:rPr>
        <w:t xml:space="preserve"> </w:t>
      </w:r>
      <w:r w:rsidRPr="002F4938">
        <w:rPr>
          <w:rStyle w:val="longtext"/>
          <w:rFonts w:ascii="Times New Roman" w:hAnsi="Times New Roman"/>
          <w:sz w:val="28"/>
          <w:szCs w:val="28"/>
        </w:rPr>
        <w:t xml:space="preserve">Основные термины и определения техногенных чрезвычайных ситуаций. Опасные факторы производственных аварий, их влияние на безопасность жизни, здоровья сельскохозяйственных животных и состояние окружающей среды. Характеристика </w:t>
      </w:r>
      <w:r w:rsidRPr="002F4938">
        <w:rPr>
          <w:rFonts w:ascii="Times New Roman" w:hAnsi="Times New Roman"/>
          <w:sz w:val="28"/>
          <w:szCs w:val="28"/>
        </w:rPr>
        <w:t xml:space="preserve">неблагоприятных факторов окружающей среды, ведущих к накоплению в воздухе, почве и кормах потенциально опасных веществ, которые  поступая в организм сельскохозяйственных животных, вызывают различные патологии. Воздействие основных </w:t>
      </w:r>
      <w:r w:rsidRPr="002F4938">
        <w:rPr>
          <w:rFonts w:ascii="Times New Roman" w:hAnsi="Times New Roman"/>
          <w:sz w:val="28"/>
          <w:szCs w:val="28"/>
          <w:shd w:val="clear" w:color="auto" w:fill="FFFFFF"/>
        </w:rPr>
        <w:t xml:space="preserve">токсических элементов и их соединений </w:t>
      </w:r>
      <w:r w:rsidRPr="002F4938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на организм сельскохозяйственных животных. Р</w:t>
      </w:r>
      <w:r w:rsidRPr="002F493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азработка эффективных экономически обоснованных комплексных мер защиты от неблагоприятных техногенных воздействий на сельскохозяйственных животных.</w:t>
      </w:r>
    </w:p>
    <w:p w:rsidR="003B733A" w:rsidRDefault="003B733A" w:rsidP="00976868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567EA4" w:rsidRDefault="003B733A" w:rsidP="00976868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567EA4">
        <w:rPr>
          <w:rFonts w:ascii="Times New Roman" w:hAnsi="Times New Roman" w:cs="Times New Roman"/>
          <w:b/>
          <w:bCs/>
          <w:sz w:val="28"/>
          <w:szCs w:val="28"/>
        </w:rPr>
        <w:t xml:space="preserve">УЧЕБНАЯ ПРАКТИКА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9B4D30" w:rsidRDefault="003B733A" w:rsidP="00361FA4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>Микробиология и вирусология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научить студентов методам микробиологического исследования.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6 семестре.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Техника безопасности при работе в микро- и вирусобиологической лаборатории. Правила проведения различных типов диагностики. Общие правила взятия проб, их консервирование и пересылка. Взятие крови для серологических исследований. Оформление сопроводительных документов. Взятие и пересылка патологического материала от больных и павших животных при отдельных инфекционных заболеваниях. Выделение чистых культур микроорганизмов.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Студенты изучают культуральные свойства выросших культур микроорганизмов, готовят препараты для микроскопии, окрашивают по Граму, на наличие спор, капсул и кислотоустойчивость, микроскопируют, результаты зарисовывают и записывают в тетрадь. Оформление дневников и сдача зачета. </w:t>
      </w:r>
    </w:p>
    <w:p w:rsidR="003B733A" w:rsidRPr="00361FA4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024F41" w:rsidRDefault="003B733A" w:rsidP="00361FA4">
      <w:pPr>
        <w:spacing w:line="240" w:lineRule="auto"/>
        <w:ind w:left="517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024F41">
        <w:rPr>
          <w:rFonts w:ascii="Times New Roman" w:hAnsi="Times New Roman"/>
          <w:b/>
          <w:sz w:val="28"/>
          <w:szCs w:val="28"/>
          <w:u w:val="single"/>
          <w:lang w:eastAsia="en-US"/>
        </w:rPr>
        <w:t>Фармакология и токсикология</w:t>
      </w:r>
    </w:p>
    <w:p w:rsidR="003B733A" w:rsidRDefault="003B733A" w:rsidP="00361FA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A4">
        <w:rPr>
          <w:rFonts w:ascii="Times New Roman" w:hAnsi="Times New Roman"/>
          <w:b/>
          <w:sz w:val="28"/>
          <w:szCs w:val="28"/>
          <w:u w:val="single"/>
        </w:rPr>
        <w:t>Цель практики:</w:t>
      </w:r>
      <w:r w:rsidRPr="00361FA4">
        <w:rPr>
          <w:rFonts w:ascii="Times New Roman" w:hAnsi="Times New Roman"/>
          <w:sz w:val="28"/>
          <w:szCs w:val="28"/>
        </w:rPr>
        <w:t xml:space="preserve"> ознакомиться с ветаптекой хозяйства, наличием фармакологических средств на предприятиях (райветстанции по борьбе с болезнями животных). Обратить внимание на технологию учета, хранения и списывания лекарственных средств (особенно относящихся к списку А и Б).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6 семестре. </w:t>
      </w:r>
    </w:p>
    <w:p w:rsidR="003B733A" w:rsidRPr="00361FA4" w:rsidRDefault="003B733A" w:rsidP="00024F4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FA4">
        <w:rPr>
          <w:rFonts w:ascii="Times New Roman" w:hAnsi="Times New Roman"/>
          <w:b/>
          <w:sz w:val="28"/>
          <w:szCs w:val="28"/>
          <w:u w:val="single"/>
        </w:rPr>
        <w:t xml:space="preserve">Содержание практики: </w:t>
      </w:r>
      <w:r w:rsidRPr="00361FA4">
        <w:rPr>
          <w:rFonts w:ascii="Times New Roman" w:hAnsi="Times New Roman"/>
          <w:sz w:val="28"/>
          <w:szCs w:val="28"/>
        </w:rPr>
        <w:t xml:space="preserve"> правильно выписывать рецепты, изготавливать лекарственные формы препаратов и правильно применять их животным. Особое внимание обратить при выписывании лекарственных средств, на дозу и форму выпуска (изготовление), сигнатуру, которая должна быть исчерпывающей (путь введения, количество, и как часто); изучить фармакодинамику и фармакокинетику лекарственных средств, показания и противопоказания. При пользовании новых препаратов описать их действие, дозировку, форму выпуска, производитель (этикетку с наставлением); по возможности работать с разными видами животных с тем, чтобы ознакомиться с особенностями применения и дозировки лекарственных препаратов (форм) и их разнообразием; ознакомиться с инструкциями, наставлениями по применению ядохимикатов, используемых в качестве средств химической защиты растений; подробно проанализировать все случаи отравления животных; освоить правила и способы взятия проб, правила упаковки и отправки проб кормов и патологического материала в лабораторию, а также оформления сопроводительных документов для проведения химико-токсикологического анализа; диагностировать различные виды токсикозов по клиническим симптомам; составлять протоколы вскрытий отравленных животных; рекомендовать хозяйствам неспецифическое и специфическое лечение при отравлении; принимать участие в работе химико-токсикологического отдела ветеринарной лаборатории, провести анализ проб на наличие количества натрия хлорида, солей тяжелых металлов, ФОП, антикоагулянтных зооцидов, изучить порядок, правила составления и выдачи актов на проведение экспертизы;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1FA4">
        <w:rPr>
          <w:rFonts w:ascii="Times New Roman" w:hAnsi="Times New Roman"/>
          <w:sz w:val="28"/>
          <w:szCs w:val="28"/>
        </w:rPr>
        <w:t>составить план профилактики отравлений животных.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9B4D30" w:rsidRDefault="003B733A" w:rsidP="00361FA4">
      <w:pPr>
        <w:pStyle w:val="Default"/>
        <w:jc w:val="both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Ветеринарная п</w:t>
      </w: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ропедевтика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закрепить знания по технике клинических исследований животных, лабораторных исследований мочи и крови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6 семестре.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Регистрация. Анамнез. Общее исследование животных. Исследование системы организма общими и специальными методами. Лабораторные исследования крови. Лабораторные исследования мочи и кала. Инструментальные методы диагностики. Проведение диспансерного обследования животных.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9B4D30" w:rsidRDefault="003B733A" w:rsidP="00361FA4">
      <w:pPr>
        <w:pStyle w:val="Default"/>
        <w:jc w:val="both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Ветеринарная х</w:t>
      </w: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ирургия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освоить методы диагностики и лечения хирургических болезней животных;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практики в учебной плане:</w:t>
      </w:r>
      <w:r>
        <w:rPr>
          <w:rFonts w:ascii="Times New Roman" w:hAnsi="Times New Roman" w:cs="Times New Roman"/>
          <w:sz w:val="28"/>
          <w:szCs w:val="28"/>
        </w:rPr>
        <w:t xml:space="preserve"> учебная практика осваивается в 6 семестре. </w:t>
      </w:r>
    </w:p>
    <w:p w:rsidR="003B733A" w:rsidRDefault="003B733A" w:rsidP="00361FA4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Анализ планов и отчетов по профилактическим мероприятиям и лечебной работе при общих хирургических патологиях. Виды травматизма. Лечение ран у животных. Проведение оперативных вмешательств с диагностической целью (пункции, биопсии, проколы, руме-нотомия, лапароцентез и др.). Общие и специальные методы лечения и про-филактики, открытых и закрытых повреждений. Хирургическое лечение грыж, экстравазатов, язв и др. патологий. Техника проведения новокаиновых блокад. </w:t>
      </w:r>
    </w:p>
    <w:p w:rsidR="003B733A" w:rsidRPr="00024F41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024F41" w:rsidRDefault="003B733A" w:rsidP="00024F41">
      <w:pPr>
        <w:spacing w:line="240" w:lineRule="auto"/>
        <w:ind w:left="517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024F41">
        <w:rPr>
          <w:rFonts w:ascii="Times New Roman" w:hAnsi="Times New Roman"/>
          <w:b/>
          <w:sz w:val="28"/>
          <w:szCs w:val="28"/>
          <w:u w:val="single"/>
          <w:lang w:eastAsia="en-US"/>
        </w:rPr>
        <w:t>Зоогигиена</w:t>
      </w:r>
    </w:p>
    <w:p w:rsidR="003B733A" w:rsidRDefault="003B733A" w:rsidP="00024F41">
      <w:pPr>
        <w:spacing w:line="240" w:lineRule="auto"/>
        <w:ind w:firstLine="517"/>
        <w:jc w:val="both"/>
        <w:rPr>
          <w:rFonts w:ascii="Times New Roman" w:hAnsi="Times New Roman"/>
          <w:sz w:val="28"/>
          <w:szCs w:val="28"/>
        </w:rPr>
      </w:pPr>
      <w:r w:rsidRPr="00024F41">
        <w:rPr>
          <w:rFonts w:ascii="Times New Roman" w:hAnsi="Times New Roman"/>
          <w:b/>
          <w:sz w:val="28"/>
        </w:rPr>
        <w:t>Цель практики:</w:t>
      </w:r>
      <w:r w:rsidRPr="00024F41">
        <w:rPr>
          <w:rFonts w:ascii="Times New Roman" w:eastAsia="Batang" w:hAnsi="Times New Roman"/>
          <w:sz w:val="28"/>
          <w:szCs w:val="28"/>
        </w:rPr>
        <w:t xml:space="preserve"> начертить генплан</w:t>
      </w:r>
      <w:r w:rsidRPr="00024F41">
        <w:rPr>
          <w:rFonts w:ascii="Times New Roman" w:hAnsi="Times New Roman"/>
          <w:sz w:val="28"/>
          <w:szCs w:val="28"/>
        </w:rPr>
        <w:t xml:space="preserve"> (схему) фермы и дать зоогигиеническую оценку последовательности размещение основных и подсобных помещений на нем, описать рельеф участка ориентации благоустройства (наличие ограждений, твёрдых покрытий, зелёных насаждений, зонирование тип</w:t>
      </w:r>
      <w:r w:rsidRPr="00024F41">
        <w:rPr>
          <w:rFonts w:ascii="Times New Roman" w:hAnsi="Times New Roman"/>
          <w:sz w:val="28"/>
          <w:szCs w:val="28"/>
        </w:rPr>
        <w:t>о</w:t>
      </w:r>
      <w:r w:rsidRPr="00024F41">
        <w:rPr>
          <w:rFonts w:ascii="Times New Roman" w:hAnsi="Times New Roman"/>
          <w:sz w:val="28"/>
          <w:szCs w:val="28"/>
        </w:rPr>
        <w:t>вых навозохранилищ, биотермических ям, выгульных площадок для животных, ветеринарно – санитарных объектов: санпропускников, де</w:t>
      </w:r>
      <w:r w:rsidRPr="00024F41">
        <w:rPr>
          <w:rFonts w:ascii="Times New Roman" w:hAnsi="Times New Roman"/>
          <w:sz w:val="28"/>
          <w:szCs w:val="28"/>
        </w:rPr>
        <w:t>з</w:t>
      </w:r>
      <w:r w:rsidRPr="00024F41">
        <w:rPr>
          <w:rFonts w:ascii="Times New Roman" w:hAnsi="Times New Roman"/>
          <w:sz w:val="28"/>
          <w:szCs w:val="28"/>
        </w:rPr>
        <w:t>барьеров, карантинного помещения, изолятора, убойного пункта или площадки).</w:t>
      </w:r>
    </w:p>
    <w:p w:rsidR="003B733A" w:rsidRPr="00024F41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4F41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024F41"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6 семестре. </w:t>
      </w:r>
    </w:p>
    <w:p w:rsidR="003B733A" w:rsidRPr="00024F41" w:rsidRDefault="003B733A" w:rsidP="00024F41">
      <w:pPr>
        <w:pStyle w:val="ListParagraph"/>
        <w:spacing w:after="0" w:line="240" w:lineRule="auto"/>
        <w:ind w:left="0" w:firstLine="517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024F41">
        <w:rPr>
          <w:rFonts w:ascii="Times New Roman" w:hAnsi="Times New Roman"/>
          <w:b/>
          <w:sz w:val="28"/>
          <w:szCs w:val="28"/>
        </w:rPr>
        <w:t xml:space="preserve">Содержание практики: </w:t>
      </w:r>
      <w:r w:rsidRPr="00024F41">
        <w:rPr>
          <w:rFonts w:ascii="Times New Roman" w:hAnsi="Times New Roman"/>
          <w:sz w:val="28"/>
          <w:szCs w:val="28"/>
        </w:rPr>
        <w:t>конструктивные и планировочные особенности одного из ж</w:t>
      </w:r>
      <w:r w:rsidRPr="00024F41">
        <w:rPr>
          <w:rFonts w:ascii="Times New Roman" w:hAnsi="Times New Roman"/>
          <w:sz w:val="28"/>
          <w:szCs w:val="28"/>
        </w:rPr>
        <w:t>и</w:t>
      </w:r>
      <w:r w:rsidRPr="00024F41">
        <w:rPr>
          <w:rFonts w:ascii="Times New Roman" w:hAnsi="Times New Roman"/>
          <w:sz w:val="28"/>
          <w:szCs w:val="28"/>
        </w:rPr>
        <w:t>вотноводческих помещений, его вентиляции и навозоуборное оборудование, санитарное состояние; системы и способы, режимы содержания животных, соответс</w:t>
      </w:r>
      <w:r w:rsidRPr="00024F41">
        <w:rPr>
          <w:rFonts w:ascii="Times New Roman" w:hAnsi="Times New Roman"/>
          <w:sz w:val="28"/>
          <w:szCs w:val="28"/>
        </w:rPr>
        <w:t>т</w:t>
      </w:r>
      <w:r w:rsidRPr="00024F41">
        <w:rPr>
          <w:rFonts w:ascii="Times New Roman" w:hAnsi="Times New Roman"/>
          <w:sz w:val="28"/>
          <w:szCs w:val="28"/>
        </w:rPr>
        <w:t>вие их гигиеническим и технологическим требованиям; способы хранения, обеззараживания навоза и утилизации тр</w:t>
      </w:r>
      <w:r w:rsidRPr="00024F41">
        <w:rPr>
          <w:rFonts w:ascii="Times New Roman" w:hAnsi="Times New Roman"/>
          <w:sz w:val="28"/>
          <w:szCs w:val="28"/>
        </w:rPr>
        <w:t>у</w:t>
      </w:r>
      <w:r w:rsidRPr="00024F41">
        <w:rPr>
          <w:rFonts w:ascii="Times New Roman" w:hAnsi="Times New Roman"/>
          <w:sz w:val="28"/>
          <w:szCs w:val="28"/>
        </w:rPr>
        <w:t>пов; методы ухода за животными (чистка, мойка, стрижка, моцион); кормление (набор и качество кормов по данным лабораторных анализов и личной органолептической оценки качества отдел</w:t>
      </w:r>
      <w:r w:rsidRPr="00024F41">
        <w:rPr>
          <w:rFonts w:ascii="Times New Roman" w:hAnsi="Times New Roman"/>
          <w:sz w:val="28"/>
          <w:szCs w:val="28"/>
        </w:rPr>
        <w:t>ь</w:t>
      </w:r>
      <w:r w:rsidRPr="00024F41">
        <w:rPr>
          <w:rFonts w:ascii="Times New Roman" w:hAnsi="Times New Roman"/>
          <w:sz w:val="28"/>
          <w:szCs w:val="28"/>
        </w:rPr>
        <w:t>ных кормов, условия их хранения, методы их приготовления, способы и кратность раздачи);  поение (система водоснабжения, водопойное оборудование, водоисточник, методы очистки, обеззараживания и улучшения в</w:t>
      </w:r>
      <w:r w:rsidRPr="00024F41">
        <w:rPr>
          <w:rFonts w:ascii="Times New Roman" w:hAnsi="Times New Roman"/>
          <w:sz w:val="28"/>
          <w:szCs w:val="28"/>
        </w:rPr>
        <w:t>о</w:t>
      </w:r>
      <w:r w:rsidRPr="00024F41">
        <w:rPr>
          <w:rFonts w:ascii="Times New Roman" w:hAnsi="Times New Roman"/>
          <w:sz w:val="28"/>
          <w:szCs w:val="28"/>
        </w:rPr>
        <w:t>ды); условия получения и выращивания молодняка,  а также летнего содержания животных.Схему размещения на территории фермы помещений приложить к отчету с нумерацией и обозначением на ней объектов: заполнить таблицы «Санитарно-защитные и зоогигиенические разрывы» и «Нормы размещения животных»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DE195D" w:rsidRDefault="003B733A" w:rsidP="00024F41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Ветеринарное а</w:t>
      </w: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кушерство </w:t>
      </w:r>
      <w:r>
        <w:rPr>
          <w:rFonts w:ascii="Times New Roman" w:hAnsi="Times New Roman" w:cs="Times New Roman"/>
          <w:b/>
          <w:bCs/>
          <w:sz w:val="28"/>
          <w:szCs w:val="28"/>
        </w:rPr>
        <w:t>и гинекология</w:t>
      </w:r>
    </w:p>
    <w:p w:rsidR="003B733A" w:rsidRPr="00DE195D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DE195D"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акушерско-гинекологических болезней животных; </w:t>
      </w:r>
    </w:p>
    <w:p w:rsidR="003B733A" w:rsidRPr="00DE195D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DE195D">
        <w:rPr>
          <w:rFonts w:ascii="Times New Roman" w:hAnsi="Times New Roman" w:cs="Times New Roman"/>
          <w:sz w:val="28"/>
          <w:szCs w:val="28"/>
        </w:rPr>
        <w:t>учебная практика осваивается в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Pr="00DE195D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DE195D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DE195D">
        <w:rPr>
          <w:rFonts w:ascii="Times New Roman" w:hAnsi="Times New Roman" w:cs="Times New Roman"/>
          <w:sz w:val="28"/>
          <w:szCs w:val="28"/>
        </w:rPr>
        <w:t xml:space="preserve">Акушерская диспансеризация на ферме. Определение сроков беременности самок животных. Акушерская помощь при патологических родах. Диагностика, лечение и профилактика маститов и других патологий молочной железы. </w:t>
      </w:r>
    </w:p>
    <w:p w:rsidR="003B733A" w:rsidRPr="00024F41" w:rsidRDefault="003B733A" w:rsidP="00024F41">
      <w:pPr>
        <w:pStyle w:val="Default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B733A" w:rsidRPr="00024F41" w:rsidRDefault="003B733A" w:rsidP="00024F41">
      <w:pPr>
        <w:spacing w:line="240" w:lineRule="auto"/>
        <w:ind w:left="-57" w:firstLine="765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024F41">
        <w:rPr>
          <w:rFonts w:ascii="Times New Roman" w:hAnsi="Times New Roman"/>
          <w:b/>
          <w:sz w:val="28"/>
          <w:szCs w:val="28"/>
          <w:u w:val="single"/>
          <w:lang w:eastAsia="en-US"/>
        </w:rPr>
        <w:t>Эпизоотология и инф</w:t>
      </w:r>
      <w:r>
        <w:rPr>
          <w:rFonts w:ascii="Times New Roman" w:hAnsi="Times New Roman"/>
          <w:b/>
          <w:sz w:val="28"/>
          <w:szCs w:val="28"/>
          <w:u w:val="single"/>
          <w:lang w:eastAsia="en-US"/>
        </w:rPr>
        <w:t xml:space="preserve">екционные </w:t>
      </w:r>
      <w:r w:rsidRPr="00024F41">
        <w:rPr>
          <w:rFonts w:ascii="Times New Roman" w:hAnsi="Times New Roman"/>
          <w:b/>
          <w:sz w:val="28"/>
          <w:szCs w:val="28"/>
          <w:u w:val="single"/>
          <w:lang w:eastAsia="en-US"/>
        </w:rPr>
        <w:t>болезни</w:t>
      </w:r>
    </w:p>
    <w:p w:rsidR="003B733A" w:rsidRPr="00024F41" w:rsidRDefault="003B733A" w:rsidP="00024F41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024F41">
        <w:rPr>
          <w:szCs w:val="28"/>
        </w:rPr>
        <w:tab/>
      </w:r>
      <w:r w:rsidRPr="00024F41">
        <w:rPr>
          <w:rFonts w:ascii="Times New Roman" w:hAnsi="Times New Roman"/>
          <w:b/>
          <w:sz w:val="28"/>
          <w:szCs w:val="28"/>
        </w:rPr>
        <w:t>Цель практики:</w:t>
      </w:r>
      <w:r w:rsidRPr="00024F41">
        <w:rPr>
          <w:rFonts w:ascii="Times New Roman" w:hAnsi="Times New Roman"/>
          <w:sz w:val="28"/>
          <w:szCs w:val="28"/>
        </w:rPr>
        <w:t xml:space="preserve"> закрепить теоретические знания и приобрести практические навыки по диагностике, лечению, профилактике инфекционных болезней животных и оздоровлению неблагополучных хозяйств.</w:t>
      </w:r>
    </w:p>
    <w:p w:rsidR="003B733A" w:rsidRPr="00024F41" w:rsidRDefault="003B733A" w:rsidP="00024F41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</w:r>
      <w:r w:rsidRPr="00024F41">
        <w:rPr>
          <w:rFonts w:ascii="Times New Roman" w:hAnsi="Times New Roman"/>
          <w:b/>
          <w:bCs/>
          <w:sz w:val="28"/>
          <w:szCs w:val="28"/>
        </w:rPr>
        <w:t xml:space="preserve">Место практики в учебном плане: </w:t>
      </w:r>
      <w:r w:rsidRPr="00024F41">
        <w:rPr>
          <w:rFonts w:ascii="Times New Roman" w:hAnsi="Times New Roman"/>
          <w:sz w:val="28"/>
          <w:szCs w:val="28"/>
        </w:rPr>
        <w:t xml:space="preserve">учебная практика осваивается в 8 семестре. </w:t>
      </w:r>
    </w:p>
    <w:p w:rsidR="003B733A" w:rsidRDefault="003B733A" w:rsidP="00024F41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024F41">
        <w:rPr>
          <w:rFonts w:ascii="Times New Roman" w:hAnsi="Times New Roman"/>
          <w:b/>
          <w:sz w:val="28"/>
          <w:szCs w:val="28"/>
        </w:rPr>
        <w:t>Содержание практики: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41">
        <w:rPr>
          <w:rFonts w:ascii="Times New Roman" w:hAnsi="Times New Roman"/>
          <w:sz w:val="28"/>
          <w:szCs w:val="28"/>
        </w:rPr>
        <w:t>провести эпизоотологическое обследование предприятия на месте прохождения практики с последующим составлением акта обследования;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41">
        <w:rPr>
          <w:rFonts w:ascii="Times New Roman" w:hAnsi="Times New Roman"/>
          <w:sz w:val="28"/>
          <w:szCs w:val="28"/>
        </w:rPr>
        <w:t>провести дезинфекцию помещений, обосновать применение выбранного дезинфектанта, привести расчет необходимого его количества, определить качество проведенной дезинфекции.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024F41">
        <w:rPr>
          <w:rFonts w:ascii="Times New Roman" w:hAnsi="Times New Roman"/>
          <w:sz w:val="28"/>
          <w:szCs w:val="28"/>
        </w:rPr>
        <w:t>ровести дератизацию и дезинсекцию объектов;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41">
        <w:rPr>
          <w:rFonts w:ascii="Times New Roman" w:hAnsi="Times New Roman"/>
          <w:sz w:val="28"/>
          <w:szCs w:val="28"/>
        </w:rPr>
        <w:t>произвести отбор патологического материала от павших и убитых животных для лабораторных исследований;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41">
        <w:rPr>
          <w:rFonts w:ascii="Times New Roman" w:hAnsi="Times New Roman"/>
          <w:sz w:val="28"/>
          <w:szCs w:val="28"/>
        </w:rPr>
        <w:t>разработать комплексный план мероприятий по профилактике или ликвидации инфекционной болезни;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41">
        <w:rPr>
          <w:rFonts w:ascii="Times New Roman" w:hAnsi="Times New Roman"/>
          <w:sz w:val="28"/>
          <w:szCs w:val="28"/>
        </w:rPr>
        <w:t>провести аллергическое исследование животных на инфекционные болезни;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4F41">
        <w:rPr>
          <w:rFonts w:ascii="Times New Roman" w:hAnsi="Times New Roman"/>
          <w:sz w:val="28"/>
          <w:szCs w:val="28"/>
        </w:rPr>
        <w:t>осуществить вакцинацию животных против инфекционных болезней животных.</w:t>
      </w:r>
    </w:p>
    <w:p w:rsidR="003B733A" w:rsidRPr="00024F41" w:rsidRDefault="003B733A" w:rsidP="00024F41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3B733A" w:rsidRPr="009B4D30" w:rsidRDefault="003B733A" w:rsidP="00024F41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>Паразитология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и инвазионные болезни</w:t>
      </w: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освоить методы диагностики и лечения инвазионных болезней животных;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8 семестре.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Диагностические исследования на гельминтозы. Лечение и противоэпизоотические мероприятия при гельминтозных заболеваниях животных. Курация животного, больного паразитарным заболеванием, и оформление истории болезни (курсовой работы по паразитологии). Инсектоакарицидная обработка животных. Исследование фекалий животных на кокцидиоз, криптоспоридиоз и другие протозоозы. Взятие крови, приготовление мазков и исследование крови на пираплазмоз, анаплазмоз и другие кро-вопаразитарные протозоозы. Диагностика эктопаразитарных болезней – арахнозов и энтомозов. Обследование животных на наличие клещей, личинок овода и т.д.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9B4D30" w:rsidRDefault="003B733A" w:rsidP="00361FA4">
      <w:pPr>
        <w:pStyle w:val="Default"/>
        <w:jc w:val="both"/>
        <w:rPr>
          <w:sz w:val="28"/>
          <w:szCs w:val="28"/>
          <w:u w:val="single"/>
        </w:rPr>
      </w:pP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>Внутренние болезни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животных</w:t>
      </w:r>
      <w:r w:rsidRPr="009B4D3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привить студентам практические навыки по проведению вскрытия трупов различных видов животных, анализу секционных находок и оформлению протокола вскрытия;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освоить методы диагностики и лечения внутренних незаразных болезней животных.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8 семестре. </w:t>
      </w:r>
    </w:p>
    <w:p w:rsidR="003B733A" w:rsidRDefault="003B733A" w:rsidP="00024F41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 xml:space="preserve">Изучение патологоанатомических изменений в органах и тканях при различных болезнях животных. Анализ совпадения клинического анализа с патологоанатомическим. Знакомство со вскрывоч-ными помещениями и их оснащением, техника вскрытия и протоколирование процесса. Отбор патологического материала, для гистологических исследо-ваний, его консервирование, упаковка и отправка в лабораторию.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Техника введения лекарственных веществ. Техника постановки и проведения очистительных и опорожнительных клизм, зондирование рубца (желудка), кровопускание, металлоиндикация, введение магнитных зондов и др. Физиотерапия. Оказание лечебной помощи животным при патологиях орга-нов дыхания. Оказание лечебной помощи животным при болезнях пищева-рения.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36047D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6047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Ветеринарная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х</w:t>
      </w:r>
      <w:r w:rsidRPr="0036047D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ирургия </w:t>
      </w:r>
    </w:p>
    <w:p w:rsidR="003B733A" w:rsidRPr="00DE195D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>Цель практики</w:t>
      </w:r>
      <w:r w:rsidRPr="00DE195D">
        <w:rPr>
          <w:rFonts w:ascii="Times New Roman" w:hAnsi="Times New Roman" w:cs="Times New Roman"/>
          <w:sz w:val="28"/>
          <w:szCs w:val="28"/>
        </w:rPr>
        <w:t xml:space="preserve">: освоить методы </w:t>
      </w:r>
      <w:r>
        <w:rPr>
          <w:rFonts w:ascii="Times New Roman" w:hAnsi="Times New Roman" w:cs="Times New Roman"/>
          <w:sz w:val="28"/>
          <w:szCs w:val="28"/>
        </w:rPr>
        <w:t>диагностики и лечения хирургиче</w:t>
      </w:r>
      <w:r w:rsidRPr="00DE195D">
        <w:rPr>
          <w:rFonts w:ascii="Times New Roman" w:hAnsi="Times New Roman" w:cs="Times New Roman"/>
          <w:sz w:val="28"/>
          <w:szCs w:val="28"/>
        </w:rPr>
        <w:t xml:space="preserve">ских болезней животных; </w:t>
      </w:r>
    </w:p>
    <w:p w:rsidR="003B733A" w:rsidRPr="00DE195D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практики в учебном</w:t>
      </w: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 плане: </w:t>
      </w:r>
      <w:r w:rsidRPr="00DE195D">
        <w:rPr>
          <w:rFonts w:ascii="Times New Roman" w:hAnsi="Times New Roman" w:cs="Times New Roman"/>
          <w:sz w:val="28"/>
          <w:szCs w:val="28"/>
        </w:rPr>
        <w:t>учебная пра</w:t>
      </w:r>
      <w:r>
        <w:rPr>
          <w:rFonts w:ascii="Times New Roman" w:hAnsi="Times New Roman" w:cs="Times New Roman"/>
          <w:sz w:val="28"/>
          <w:szCs w:val="28"/>
        </w:rPr>
        <w:t>ктика осваивается в 8</w:t>
      </w:r>
      <w:r w:rsidRPr="00DE195D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DE195D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DE195D">
        <w:rPr>
          <w:rFonts w:ascii="Times New Roman" w:hAnsi="Times New Roman" w:cs="Times New Roman"/>
          <w:sz w:val="28"/>
          <w:szCs w:val="28"/>
        </w:rPr>
        <w:t>Анализ п</w:t>
      </w:r>
      <w:r>
        <w:rPr>
          <w:rFonts w:ascii="Times New Roman" w:hAnsi="Times New Roman" w:cs="Times New Roman"/>
          <w:sz w:val="28"/>
          <w:szCs w:val="28"/>
        </w:rPr>
        <w:t>ланов и отчетов по профилактиче</w:t>
      </w:r>
      <w:r w:rsidRPr="00DE195D">
        <w:rPr>
          <w:rFonts w:ascii="Times New Roman" w:hAnsi="Times New Roman" w:cs="Times New Roman"/>
          <w:sz w:val="28"/>
          <w:szCs w:val="28"/>
        </w:rPr>
        <w:t>ским мероприятиям и лечебной работе при общих хирургических патологиях. Виды травматизма. Лечение ран у животных. Проведение оперативных вмешательств с диагностической целью (</w:t>
      </w:r>
      <w:r>
        <w:rPr>
          <w:rFonts w:ascii="Times New Roman" w:hAnsi="Times New Roman" w:cs="Times New Roman"/>
          <w:sz w:val="28"/>
          <w:szCs w:val="28"/>
        </w:rPr>
        <w:t>пункции, биопсии, проколы, руме</w:t>
      </w:r>
      <w:r w:rsidRPr="00DE195D">
        <w:rPr>
          <w:rFonts w:ascii="Times New Roman" w:hAnsi="Times New Roman" w:cs="Times New Roman"/>
          <w:sz w:val="28"/>
          <w:szCs w:val="28"/>
        </w:rPr>
        <w:t xml:space="preserve">нотомия, лапароцентез и др.). Общие и специальные методы лечения и профилактики, открытых и закрытых повреждений. Хирургическое лечение грыж, экстравазатов, язв и др. патологий. Техника проведения новокаиновых блокад. </w:t>
      </w: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Default="003B733A" w:rsidP="00361FA4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36047D" w:rsidRDefault="003B733A" w:rsidP="0036047D">
      <w:pPr>
        <w:spacing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36047D">
        <w:rPr>
          <w:rFonts w:ascii="Times New Roman" w:hAnsi="Times New Roman"/>
          <w:b/>
          <w:sz w:val="28"/>
          <w:szCs w:val="28"/>
          <w:u w:val="single"/>
          <w:lang w:eastAsia="en-US"/>
        </w:rPr>
        <w:t>Патологическая анатомия</w:t>
      </w:r>
    </w:p>
    <w:p w:rsidR="003B733A" w:rsidRDefault="003B733A" w:rsidP="0036047D">
      <w:pPr>
        <w:spacing w:line="240" w:lineRule="auto"/>
        <w:jc w:val="both"/>
        <w:rPr>
          <w:rFonts w:ascii="Times New Roman" w:hAnsi="Times New Roman"/>
          <w:sz w:val="28"/>
        </w:rPr>
      </w:pPr>
      <w:r w:rsidRPr="0036047D">
        <w:rPr>
          <w:rFonts w:ascii="Times New Roman" w:hAnsi="Times New Roman"/>
          <w:b/>
          <w:i/>
          <w:sz w:val="28"/>
        </w:rPr>
        <w:t xml:space="preserve">     </w:t>
      </w:r>
      <w:r w:rsidRPr="0036047D">
        <w:rPr>
          <w:rFonts w:ascii="Times New Roman" w:hAnsi="Times New Roman"/>
          <w:b/>
          <w:i/>
          <w:sz w:val="28"/>
        </w:rPr>
        <w:tab/>
      </w:r>
      <w:r w:rsidRPr="0036047D">
        <w:rPr>
          <w:rFonts w:ascii="Times New Roman" w:hAnsi="Times New Roman"/>
          <w:b/>
          <w:sz w:val="28"/>
        </w:rPr>
        <w:t>Цель практики:</w:t>
      </w:r>
      <w:r w:rsidRPr="0036047D">
        <w:rPr>
          <w:rFonts w:ascii="Times New Roman" w:hAnsi="Times New Roman"/>
          <w:sz w:val="28"/>
        </w:rPr>
        <w:t xml:space="preserve"> закрепить теоретические знания, ознакомиться с организацией секционного дела в хозяйстве, условиями работы ветеринарных врачей по патологоанатомической диагностике болезней сельскохозяйственных животных, освоить технические приемы наружного осмотра, определение трупных явлений, овладеть практическими навыками выявления патологических процессов в органах и тканях и дифференциации от посмертных явлений.</w:t>
      </w:r>
    </w:p>
    <w:p w:rsidR="003B733A" w:rsidRPr="0036047D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практики в учебном</w:t>
      </w:r>
      <w:r w:rsidRPr="0036047D">
        <w:rPr>
          <w:rFonts w:ascii="Times New Roman" w:hAnsi="Times New Roman" w:cs="Times New Roman"/>
          <w:b/>
          <w:bCs/>
          <w:sz w:val="28"/>
          <w:szCs w:val="28"/>
        </w:rPr>
        <w:t xml:space="preserve"> плане: </w:t>
      </w:r>
      <w:r w:rsidRPr="0036047D"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8 семестре. </w:t>
      </w:r>
    </w:p>
    <w:p w:rsidR="003B733A" w:rsidRDefault="003B733A" w:rsidP="0036047D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  <w:r w:rsidRPr="0036047D">
        <w:rPr>
          <w:rFonts w:ascii="Times New Roman" w:hAnsi="Times New Roman"/>
          <w:b/>
          <w:sz w:val="28"/>
        </w:rPr>
        <w:t>Содержание практики:</w:t>
      </w:r>
      <w:r>
        <w:rPr>
          <w:rFonts w:ascii="Times New Roman" w:hAnsi="Times New Roman"/>
          <w:sz w:val="28"/>
        </w:rPr>
        <w:t xml:space="preserve"> </w:t>
      </w:r>
      <w:r w:rsidRPr="0036047D">
        <w:rPr>
          <w:rFonts w:ascii="Times New Roman" w:hAnsi="Times New Roman"/>
          <w:sz w:val="28"/>
        </w:rPr>
        <w:t>изучить документацию по учету падежа животных, выяснить наличие помещения для вскрытия трупов и имеющегося оборудования, инструментария и спецодежды для вскрытия;</w:t>
      </w:r>
      <w:r>
        <w:rPr>
          <w:rFonts w:ascii="Times New Roman" w:hAnsi="Times New Roman"/>
          <w:sz w:val="28"/>
        </w:rPr>
        <w:t xml:space="preserve"> </w:t>
      </w:r>
      <w:r w:rsidRPr="0036047D">
        <w:rPr>
          <w:rFonts w:ascii="Times New Roman" w:hAnsi="Times New Roman"/>
          <w:sz w:val="28"/>
        </w:rPr>
        <w:t>ознакомиться с порядком уборки, утилизации и уничтожения трупов после вскрытия дезинфекции места вскрытия, с мерами личной профилактики и сделать анализ деятельности ветеринарной службы по патологоанатомической диагностике болезней сельскохозяйственных животных;</w:t>
      </w:r>
      <w:r>
        <w:rPr>
          <w:rFonts w:ascii="Times New Roman" w:hAnsi="Times New Roman"/>
          <w:sz w:val="28"/>
        </w:rPr>
        <w:t xml:space="preserve"> </w:t>
      </w:r>
      <w:r w:rsidRPr="0036047D">
        <w:rPr>
          <w:rFonts w:ascii="Times New Roman" w:hAnsi="Times New Roman"/>
          <w:sz w:val="28"/>
        </w:rPr>
        <w:t>освоить технику вскрытия трупов разных видов животных, взятия патологического материала для бактериологического, вирусологического, паразитологического,  химического и гистологического исследований, способов фиксации и отправки  в лабораторию, научиться оформлять протокол вскрытия и сопроводительные документы;</w:t>
      </w:r>
      <w:r>
        <w:rPr>
          <w:rFonts w:ascii="Times New Roman" w:hAnsi="Times New Roman"/>
          <w:sz w:val="28"/>
        </w:rPr>
        <w:t xml:space="preserve"> </w:t>
      </w:r>
      <w:r w:rsidRPr="0036047D">
        <w:rPr>
          <w:rFonts w:ascii="Times New Roman" w:hAnsi="Times New Roman"/>
          <w:sz w:val="28"/>
        </w:rPr>
        <w:t>осуществлять вскрытие животных;</w:t>
      </w:r>
      <w:r>
        <w:rPr>
          <w:rFonts w:ascii="Times New Roman" w:hAnsi="Times New Roman"/>
          <w:sz w:val="28"/>
        </w:rPr>
        <w:t xml:space="preserve"> </w:t>
      </w:r>
      <w:r w:rsidRPr="0036047D">
        <w:rPr>
          <w:rFonts w:ascii="Times New Roman" w:hAnsi="Times New Roman"/>
          <w:sz w:val="28"/>
        </w:rPr>
        <w:t>по результатам клинического осмотра больных животных, сбора анамнестических данных и вскрытий трупов, дать анализ правильности прижизненного  диагноза и эффективности проведенных санитарно- профилактических мероприятий за период прохождения практики.</w:t>
      </w:r>
    </w:p>
    <w:p w:rsidR="003B733A" w:rsidRDefault="003B733A" w:rsidP="0036047D">
      <w:pPr>
        <w:spacing w:line="240" w:lineRule="auto"/>
        <w:ind w:firstLine="708"/>
        <w:jc w:val="both"/>
        <w:rPr>
          <w:rFonts w:ascii="Times New Roman" w:hAnsi="Times New Roman"/>
          <w:sz w:val="28"/>
        </w:rPr>
      </w:pPr>
    </w:p>
    <w:p w:rsidR="003B733A" w:rsidRPr="0036047D" w:rsidRDefault="003B733A" w:rsidP="0036047D">
      <w:pPr>
        <w:spacing w:line="240" w:lineRule="auto"/>
        <w:ind w:firstLine="708"/>
        <w:jc w:val="both"/>
        <w:rPr>
          <w:rFonts w:ascii="Times New Roman" w:hAnsi="Times New Roman"/>
          <w:b/>
          <w:sz w:val="28"/>
          <w:u w:val="single"/>
        </w:rPr>
      </w:pPr>
      <w:r w:rsidRPr="0036047D">
        <w:rPr>
          <w:rFonts w:ascii="Times New Roman" w:hAnsi="Times New Roman"/>
          <w:b/>
          <w:sz w:val="28"/>
          <w:u w:val="single"/>
        </w:rPr>
        <w:t>Экономика, организация и отраслевое управление</w:t>
      </w:r>
    </w:p>
    <w:p w:rsidR="003B733A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bCs/>
          <w:sz w:val="28"/>
          <w:szCs w:val="28"/>
        </w:rPr>
        <w:t>приобрести и закрепить практические навыки по экономическому анализу деятельности ветеринарных служб в условиях предприятий перерабатывающей промышленности, организации ветеринарных и ветеринарно-санитарных мероприятий, отраслевому управлению ветеринарным обслуживанием объектов в сфере ветеринарно-санитарной экспертизы продуктов животного и растительного происхождения.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33A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6 семестре. </w:t>
      </w:r>
    </w:p>
    <w:p w:rsidR="003B733A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36047D">
        <w:rPr>
          <w:rFonts w:ascii="Times New Roman" w:hAnsi="Times New Roman" w:cs="Times New Roman"/>
          <w:bCs/>
          <w:sz w:val="28"/>
          <w:szCs w:val="28"/>
        </w:rPr>
        <w:t>ознакомление с работой гос. веет. службы района, города</w:t>
      </w:r>
      <w:r>
        <w:rPr>
          <w:rFonts w:ascii="Times New Roman" w:hAnsi="Times New Roman" w:cs="Times New Roman"/>
          <w:bCs/>
          <w:sz w:val="28"/>
          <w:szCs w:val="28"/>
        </w:rPr>
        <w:t>; изучить организацию ветеринарного обслуживания предприятия; освоить методику расчета экономического ущерба, причиненного болезнями животных; освоить методы управления государственной ветеринарной службой и наемными ветеринарными специалистами перерабатывающих предприятий.</w:t>
      </w:r>
    </w:p>
    <w:p w:rsidR="003B733A" w:rsidRDefault="003B733A" w:rsidP="0036047D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B733A" w:rsidRPr="00DE195D" w:rsidRDefault="003B733A" w:rsidP="00DE195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3B733A" w:rsidRPr="00DE195D" w:rsidRDefault="003B733A" w:rsidP="00DE195D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B733A" w:rsidRPr="00DE195D" w:rsidRDefault="003B733A" w:rsidP="00DE195D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Производственная практика </w:t>
      </w:r>
    </w:p>
    <w:p w:rsidR="003B733A" w:rsidRPr="00DE195D" w:rsidRDefault="003B733A" w:rsidP="00DE195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 w:rsidRPr="00DE195D">
        <w:rPr>
          <w:rFonts w:ascii="Times New Roman" w:hAnsi="Times New Roman" w:cs="Times New Roman"/>
          <w:sz w:val="28"/>
          <w:szCs w:val="28"/>
        </w:rPr>
        <w:t>закрепить знания по специальным дисциплинам, получить умения и навыки работы по специальности, овладеть методиками и методами научных исследований, са</w:t>
      </w:r>
      <w:r>
        <w:rPr>
          <w:rFonts w:ascii="Times New Roman" w:hAnsi="Times New Roman" w:cs="Times New Roman"/>
          <w:sz w:val="28"/>
          <w:szCs w:val="28"/>
        </w:rPr>
        <w:t>нитарно-микробиологического кон</w:t>
      </w:r>
      <w:r w:rsidRPr="00DE195D">
        <w:rPr>
          <w:rFonts w:ascii="Times New Roman" w:hAnsi="Times New Roman" w:cs="Times New Roman"/>
          <w:sz w:val="28"/>
          <w:szCs w:val="28"/>
        </w:rPr>
        <w:t xml:space="preserve">троля, лабораторной диагностики заболеваний и приобрести опыт научно-исследовательской работы по специальности. </w:t>
      </w:r>
    </w:p>
    <w:p w:rsidR="003B733A" w:rsidRPr="00DE195D" w:rsidRDefault="003B733A" w:rsidP="00DE195D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95D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учебной плане: </w:t>
      </w:r>
      <w:r w:rsidRPr="00DE195D">
        <w:rPr>
          <w:rFonts w:ascii="Times New Roman" w:hAnsi="Times New Roman" w:cs="Times New Roman"/>
          <w:sz w:val="28"/>
          <w:szCs w:val="28"/>
        </w:rPr>
        <w:t xml:space="preserve">цикл У, производственная практика осваивается в 10 семестре. </w:t>
      </w:r>
    </w:p>
    <w:p w:rsidR="003B733A" w:rsidRDefault="003B733A" w:rsidP="00FC261A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61A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 w:rsidRPr="00FC261A">
        <w:rPr>
          <w:rFonts w:ascii="Times New Roman" w:hAnsi="Times New Roman" w:cs="Times New Roman"/>
          <w:sz w:val="28"/>
          <w:szCs w:val="28"/>
        </w:rPr>
        <w:t xml:space="preserve">Транспортировка животных на боенские предприятия. Предубойный режим содержания животных. Боенские предприятия по переработке животных. Основы технологии и гигиена переработки животных. Организация и методика осмотра туш и внутренних органов. Ветеринарно-санитарная экспертиза продуктов убоя животных при обнаружении инфекционных болезней. Ветеринарно-санитарная экспертиза продуктов убоя животных при обнаружении инвазионных болезней. Ветеринарно-санитарная экспертиза продуктов убоя животных при незаразных болезнях и отравлениях, лечении их антибиотиками </w:t>
      </w:r>
      <w:r>
        <w:rPr>
          <w:rFonts w:ascii="Times New Roman" w:hAnsi="Times New Roman" w:cs="Times New Roman"/>
          <w:sz w:val="28"/>
          <w:szCs w:val="28"/>
        </w:rPr>
        <w:t>и радиоактивном поражении. Вете</w:t>
      </w:r>
      <w:r w:rsidRPr="00FC261A">
        <w:rPr>
          <w:rFonts w:ascii="Times New Roman" w:hAnsi="Times New Roman" w:cs="Times New Roman"/>
          <w:sz w:val="28"/>
          <w:szCs w:val="28"/>
        </w:rPr>
        <w:t>ринарно-санитарная экспертиза туш и органов вынужденно убитых животных. Пищевые токсикоинфекции и токсикозы и их профилактика по линии ветеринарной службы. Изменение мяса при нарушении режимов хранения. Основы технологии и гигиены при консервировании мяса и мясных продуктов, способы консервирования. Основы технологии, гигиена производства и ветеринарно-санитарная экспертиза колбас и ветчинно-штучных изделии. Транспортировка скоропортящихся продуктов. Основы технологии и ветеринарно-санитарная экспертиза субпродуктов и кожевенно-мехового сырья Основы технологии и ветеринарно-санитарная экспертиза субпродуктов и кожевенно-мехового сырья. Основы технологии и гигиены переработ</w:t>
      </w:r>
      <w:r>
        <w:rPr>
          <w:rFonts w:ascii="Times New Roman" w:hAnsi="Times New Roman" w:cs="Times New Roman"/>
          <w:sz w:val="28"/>
          <w:szCs w:val="28"/>
        </w:rPr>
        <w:t>ки сельско</w:t>
      </w:r>
      <w:r w:rsidRPr="00FC261A">
        <w:rPr>
          <w:rFonts w:ascii="Times New Roman" w:hAnsi="Times New Roman" w:cs="Times New Roman"/>
          <w:sz w:val="28"/>
          <w:szCs w:val="28"/>
        </w:rPr>
        <w:t>хозяйственной птицы и методика осмотра тушек и внутренних органов. Ветеринарно-санитарная оценка мяса птицы. Ветеринарно-санитарная оценка яиц, пищевое значение яиц. Ветеринарно-санитарная оценка мяса кроликов. Ветеринарно-санитарная экспертиза мяса диких промысловых животных и пернатой дичи. Ветеринарно-санитарная экспертиза рыбы, раков и мяса морских млекопитающих и беспозвоночных животных. Ветеринарно-санитарная экспертиза молока и молочных продуктов. Ветеринарно-санитарная экспертиза пищевых продуктов на продовольственных рынках.</w:t>
      </w:r>
    </w:p>
    <w:p w:rsidR="003B733A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B97F6E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B97F6E" w:rsidRDefault="003B733A" w:rsidP="00B97F6E">
      <w:pPr>
        <w:spacing w:line="240" w:lineRule="auto"/>
        <w:ind w:left="574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B97F6E">
        <w:rPr>
          <w:rFonts w:ascii="Times New Roman" w:hAnsi="Times New Roman"/>
          <w:b/>
          <w:sz w:val="28"/>
          <w:szCs w:val="28"/>
          <w:u w:val="single"/>
          <w:lang w:eastAsia="en-US"/>
        </w:rPr>
        <w:t>Санитарная микробиология</w:t>
      </w:r>
    </w:p>
    <w:p w:rsidR="003B733A" w:rsidRDefault="003B733A" w:rsidP="00B97F6E">
      <w:pPr>
        <w:spacing w:line="240" w:lineRule="auto"/>
        <w:ind w:firstLine="574"/>
        <w:jc w:val="both"/>
        <w:rPr>
          <w:rFonts w:ascii="Times New Roman" w:hAnsi="Times New Roman"/>
          <w:sz w:val="28"/>
          <w:szCs w:val="28"/>
        </w:rPr>
      </w:pPr>
      <w:r w:rsidRPr="00B97F6E">
        <w:rPr>
          <w:rFonts w:ascii="Times New Roman" w:hAnsi="Times New Roman"/>
          <w:b/>
          <w:sz w:val="28"/>
          <w:szCs w:val="28"/>
        </w:rPr>
        <w:t>Цель учебной практики:</w:t>
      </w:r>
      <w:r w:rsidRPr="00B97F6E">
        <w:rPr>
          <w:rFonts w:ascii="Times New Roman" w:hAnsi="Times New Roman"/>
          <w:i/>
          <w:sz w:val="28"/>
          <w:szCs w:val="28"/>
        </w:rPr>
        <w:t xml:space="preserve"> </w:t>
      </w:r>
      <w:r w:rsidRPr="00B97F6E">
        <w:rPr>
          <w:rFonts w:ascii="Times New Roman" w:hAnsi="Times New Roman"/>
          <w:sz w:val="28"/>
          <w:szCs w:val="28"/>
        </w:rPr>
        <w:t>закрепить теоретические и практические знания, полученные в период обучения; для распознавания ранней прижизненной диагностики инфекционных болезней; умению квалифицированно организовать противоэпизоотические и лечебно-профилактические мероприятия, организовать первую помощь животным при хирургических и акушерско-гинекологических заболеваниях; приобретению опыта для анализа патологоанатомических изменений органов, трупов животных для установления патологоанатомического диагноза и заключения о причинах падежа.</w:t>
      </w:r>
    </w:p>
    <w:p w:rsidR="003B733A" w:rsidRPr="00B97F6E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F6E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B97F6E"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</w:t>
      </w:r>
      <w:r>
        <w:rPr>
          <w:rFonts w:ascii="Times New Roman" w:hAnsi="Times New Roman" w:cs="Times New Roman"/>
          <w:sz w:val="28"/>
          <w:szCs w:val="28"/>
        </w:rPr>
        <w:t xml:space="preserve">в 10 </w:t>
      </w:r>
      <w:r w:rsidRPr="00B97F6E">
        <w:rPr>
          <w:rFonts w:ascii="Times New Roman" w:hAnsi="Times New Roman" w:cs="Times New Roman"/>
          <w:sz w:val="28"/>
          <w:szCs w:val="28"/>
        </w:rPr>
        <w:t xml:space="preserve">семестре. </w:t>
      </w:r>
    </w:p>
    <w:p w:rsidR="003B733A" w:rsidRPr="00B97F6E" w:rsidRDefault="003B733A" w:rsidP="00B97F6E">
      <w:pPr>
        <w:spacing w:line="240" w:lineRule="auto"/>
        <w:ind w:firstLine="574"/>
        <w:jc w:val="both"/>
        <w:rPr>
          <w:rFonts w:ascii="Times New Roman" w:hAnsi="Times New Roman"/>
          <w:sz w:val="28"/>
          <w:szCs w:val="28"/>
        </w:rPr>
      </w:pPr>
      <w:r w:rsidRPr="00B97F6E">
        <w:rPr>
          <w:rFonts w:ascii="Times New Roman" w:hAnsi="Times New Roman"/>
          <w:b/>
          <w:sz w:val="28"/>
          <w:szCs w:val="28"/>
        </w:rPr>
        <w:t xml:space="preserve">Содержание практики: </w:t>
      </w:r>
      <w:r w:rsidRPr="00B97F6E">
        <w:rPr>
          <w:rFonts w:ascii="Times New Roman" w:hAnsi="Times New Roman"/>
          <w:sz w:val="28"/>
          <w:szCs w:val="28"/>
        </w:rPr>
        <w:t>посещать бактериологические лаборатории мясо- и молокоперерабатывающих предприятий; участвовать в проведении дезинфекций, дезинсекций и дератизаций на перерабатывающих сельскохозяйственное сырье предприятиях; использовать физические и химические методы стерилизации тары, использующейся при консервации сырья и продуктов животного и растительного происхождения; освоить правила отбора образцов материала и крови для проведения микробиологических исследований; ознакомиться с правилами проведения идентификации и микробиологической экспертизы сырья и готовой продукции (мяса, рыбы, молока, меда, грибов и др.); провести микробиологические исследования для постановки диагноза на токсикоинфекцию, возникающую у людей от недоброкачественного  сырья мясного, молочного происхождения, а также яиц при их употреблении; провести предубойную диагностику инфекционных болезней и птиц; провести послеубойную диагностику инфекционных болезней и птиц; провести ветеринарно-санитарную оценку туши и других продуктов при инфекционных болезнях животных и птиц; организовать ветеринарно-санитарные мероприятия при инфекционных болезнях.</w:t>
      </w:r>
    </w:p>
    <w:p w:rsidR="003B733A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:rsidR="003B733A" w:rsidRPr="00B97F6E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B97F6E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Ветеринарно-санитарная экспертиза</w:t>
      </w:r>
    </w:p>
    <w:p w:rsidR="003B733A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 практики: </w:t>
      </w:r>
      <w:r>
        <w:rPr>
          <w:rFonts w:ascii="Times New Roman" w:hAnsi="Times New Roman" w:cs="Times New Roman"/>
          <w:sz w:val="28"/>
          <w:szCs w:val="28"/>
        </w:rPr>
        <w:t xml:space="preserve">обучить студентов правилам техники безопасности при работе на фермах и мясокомбинатах, при обращении с животными и препаровки убойного и трупного материала. </w:t>
      </w:r>
    </w:p>
    <w:p w:rsidR="003B733A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6 семестре. </w:t>
      </w:r>
    </w:p>
    <w:p w:rsidR="003B733A" w:rsidRDefault="003B733A" w:rsidP="00B97F6E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практики: </w:t>
      </w:r>
      <w:r>
        <w:rPr>
          <w:rFonts w:ascii="Times New Roman" w:hAnsi="Times New Roman" w:cs="Times New Roman"/>
          <w:sz w:val="28"/>
          <w:szCs w:val="28"/>
        </w:rPr>
        <w:t>Изучение структуры боенских и мясоперерабатывающих предприятий, их санитарного состояния и организации ветслужбы по ветеринарно-санитарной экспертизе сырья и готовой продукции. Методы предубойного осмотра животных. Методы послеубойного исследования туш и продуктов убоя. Ветеринарно-санитарная оценка продуктов животного и растительного происхождения.</w:t>
      </w:r>
    </w:p>
    <w:p w:rsidR="003B733A" w:rsidRPr="00B97F6E" w:rsidRDefault="003B733A" w:rsidP="00B97F6E">
      <w:pPr>
        <w:spacing w:line="240" w:lineRule="auto"/>
        <w:ind w:left="574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B97F6E">
        <w:rPr>
          <w:rFonts w:ascii="Times New Roman" w:hAnsi="Times New Roman"/>
          <w:b/>
          <w:sz w:val="28"/>
          <w:szCs w:val="28"/>
          <w:u w:val="single"/>
          <w:lang w:eastAsia="en-US"/>
        </w:rPr>
        <w:t>Ветеринарная санитария</w:t>
      </w:r>
    </w:p>
    <w:p w:rsidR="003B733A" w:rsidRDefault="003B733A" w:rsidP="00B97F6E">
      <w:pPr>
        <w:spacing w:line="240" w:lineRule="auto"/>
        <w:ind w:firstLine="574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B97F6E">
        <w:rPr>
          <w:rFonts w:ascii="Times New Roman" w:hAnsi="Times New Roman"/>
          <w:b/>
          <w:sz w:val="28"/>
          <w:szCs w:val="28"/>
        </w:rPr>
        <w:t>Цель практики</w:t>
      </w:r>
      <w:r w:rsidRPr="00B97F6E">
        <w:rPr>
          <w:rFonts w:ascii="Times New Roman" w:hAnsi="Times New Roman"/>
          <w:i/>
          <w:sz w:val="28"/>
          <w:szCs w:val="28"/>
        </w:rPr>
        <w:t>:</w:t>
      </w:r>
      <w:r w:rsidRPr="00B97F6E">
        <w:rPr>
          <w:rFonts w:ascii="Times New Roman" w:hAnsi="Times New Roman"/>
          <w:sz w:val="28"/>
        </w:rPr>
        <w:t xml:space="preserve"> закрепить теоретические знания и приобрести практические навыки </w:t>
      </w:r>
      <w:r w:rsidRPr="00B97F6E">
        <w:rPr>
          <w:rStyle w:val="apple-style-span"/>
          <w:rFonts w:ascii="Times New Roman" w:hAnsi="Times New Roman"/>
          <w:color w:val="000000"/>
          <w:sz w:val="28"/>
          <w:szCs w:val="28"/>
        </w:rPr>
        <w:t>по предупреждению и ликвидации болезней животных и охране людей от возбудителей инфекций и инвазий, общих для человека и животных.</w:t>
      </w:r>
    </w:p>
    <w:p w:rsidR="003B733A" w:rsidRPr="00B97F6E" w:rsidRDefault="003B733A" w:rsidP="00B97F6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7F6E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B97F6E"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97F6E">
        <w:rPr>
          <w:rFonts w:ascii="Times New Roman" w:hAnsi="Times New Roman" w:cs="Times New Roman"/>
          <w:sz w:val="28"/>
          <w:szCs w:val="28"/>
        </w:rPr>
        <w:t xml:space="preserve"> семестре. </w:t>
      </w:r>
    </w:p>
    <w:p w:rsidR="003B733A" w:rsidRPr="00B97F6E" w:rsidRDefault="003B733A" w:rsidP="00B97F6E">
      <w:pPr>
        <w:spacing w:line="240" w:lineRule="auto"/>
        <w:ind w:firstLine="574"/>
        <w:jc w:val="both"/>
        <w:rPr>
          <w:rFonts w:ascii="Times New Roman" w:hAnsi="Times New Roman"/>
          <w:sz w:val="28"/>
          <w:szCs w:val="28"/>
        </w:rPr>
      </w:pPr>
      <w:r w:rsidRPr="00B97F6E">
        <w:rPr>
          <w:rFonts w:ascii="Times New Roman" w:hAnsi="Times New Roman"/>
          <w:b/>
          <w:sz w:val="28"/>
          <w:szCs w:val="28"/>
        </w:rPr>
        <w:t>Содержание практики: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97F6E">
        <w:rPr>
          <w:rFonts w:ascii="Times New Roman" w:hAnsi="Times New Roman"/>
          <w:sz w:val="28"/>
          <w:szCs w:val="28"/>
        </w:rPr>
        <w:t>провести санитарное обследование предприятия, на котором проходит практика; выбрать и обосновать эффективность применения дезинфицирующего средства для дезинфекции помещения, оборудования, транспортных средств. провести отбор смывов для определения эффективности проведенной дезинфекции, составить сопроводительный документ в лабораторию.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F6E">
        <w:rPr>
          <w:rFonts w:ascii="Times New Roman" w:hAnsi="Times New Roman"/>
          <w:sz w:val="28"/>
          <w:szCs w:val="28"/>
        </w:rPr>
        <w:t>определить эффективность проведенной дезинфекции, используя различные способы в зависимости от цели, вида возбудителя, использованного средства.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F6E">
        <w:rPr>
          <w:rFonts w:ascii="Times New Roman" w:hAnsi="Times New Roman"/>
          <w:sz w:val="28"/>
          <w:szCs w:val="28"/>
        </w:rPr>
        <w:t>проанализировать проводимые на предприятии санитарно-гигиенические мероприятия (степень выполнения, эффективность, контроль).изучить процесс обеззараживания сточных вод на предприятии.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F6E">
        <w:rPr>
          <w:rFonts w:ascii="Times New Roman" w:hAnsi="Times New Roman"/>
          <w:sz w:val="28"/>
          <w:szCs w:val="28"/>
        </w:rPr>
        <w:t>провести оценку выполнения графика профилактической дезинфекции помещений и оборудования на предприятии.</w:t>
      </w:r>
    </w:p>
    <w:p w:rsidR="003B733A" w:rsidRDefault="003B733A" w:rsidP="00B97F6E">
      <w:pPr>
        <w:pStyle w:val="Default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3B733A" w:rsidRPr="00B97F6E" w:rsidRDefault="003B733A" w:rsidP="00B97F6E">
      <w:pPr>
        <w:ind w:left="574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B97F6E">
        <w:rPr>
          <w:rFonts w:ascii="Times New Roman" w:hAnsi="Times New Roman"/>
          <w:b/>
          <w:sz w:val="28"/>
          <w:szCs w:val="28"/>
          <w:u w:val="single"/>
          <w:lang w:eastAsia="en-US"/>
        </w:rPr>
        <w:t>Производственный ветсанконтроль</w:t>
      </w:r>
    </w:p>
    <w:p w:rsidR="003B733A" w:rsidRDefault="003B733A" w:rsidP="00B97F6E">
      <w:pPr>
        <w:pStyle w:val="a"/>
        <w:spacing w:line="240" w:lineRule="auto"/>
        <w:ind w:left="0" w:firstLine="574"/>
        <w:jc w:val="both"/>
        <w:rPr>
          <w:szCs w:val="28"/>
        </w:rPr>
      </w:pPr>
      <w:r>
        <w:rPr>
          <w:b/>
          <w:szCs w:val="28"/>
        </w:rPr>
        <w:t>Цель</w:t>
      </w:r>
      <w:r w:rsidRPr="00B97F6E">
        <w:rPr>
          <w:b/>
          <w:szCs w:val="28"/>
        </w:rPr>
        <w:t xml:space="preserve"> практики:</w:t>
      </w:r>
      <w:r>
        <w:rPr>
          <w:szCs w:val="28"/>
        </w:rPr>
        <w:t xml:space="preserve"> о</w:t>
      </w:r>
      <w:r w:rsidRPr="001A4EDE">
        <w:rPr>
          <w:szCs w:val="28"/>
        </w:rPr>
        <w:t>знакомиться с организацией ветеринарно-санитарного контроля на пищевых предприятиях.</w:t>
      </w:r>
    </w:p>
    <w:p w:rsidR="003B733A" w:rsidRPr="00151585" w:rsidRDefault="003B733A" w:rsidP="00151585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585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151585"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10 семестре. </w:t>
      </w:r>
    </w:p>
    <w:p w:rsidR="003B733A" w:rsidRDefault="003B733A" w:rsidP="00B97F6E">
      <w:pPr>
        <w:pStyle w:val="a"/>
        <w:spacing w:line="240" w:lineRule="auto"/>
        <w:ind w:left="-57" w:firstLine="631"/>
        <w:jc w:val="both"/>
      </w:pPr>
      <w:r w:rsidRPr="00B97F6E">
        <w:rPr>
          <w:b/>
        </w:rPr>
        <w:t>Содержание практики:</w:t>
      </w:r>
      <w:r>
        <w:rPr>
          <w:b/>
        </w:rPr>
        <w:t xml:space="preserve"> </w:t>
      </w:r>
      <w:r>
        <w:t>в</w:t>
      </w:r>
      <w:r w:rsidRPr="001A4EDE">
        <w:t>етеринарно-санитарные требования к транспорти</w:t>
      </w:r>
      <w:r>
        <w:t>ровке, приемке и хранению сырья; с</w:t>
      </w:r>
      <w:r w:rsidRPr="001A4EDE">
        <w:t>анитарно-гигиенические требования первичной обработки основных продуктов: мясо, молоко, субпродукты, птица, рыба, яйца, различные виды овощей, сыпучие продукты и т.д.</w:t>
      </w:r>
      <w:r>
        <w:t>; о</w:t>
      </w:r>
      <w:r w:rsidRPr="001A4EDE">
        <w:t>собенности санитарных требований к размораживанию продуктов, к изготовлению мясного и рыбного фарша</w:t>
      </w:r>
      <w:r>
        <w:t>; з</w:t>
      </w:r>
      <w:r w:rsidRPr="001A4EDE">
        <w:t>начение тепловой обр</w:t>
      </w:r>
      <w:r>
        <w:t xml:space="preserve">аботки для сохранения пищевой и </w:t>
      </w:r>
      <w:r w:rsidRPr="001A4EDE">
        <w:t>биологической ценн</w:t>
      </w:r>
      <w:r>
        <w:t xml:space="preserve">ости продуктов и обеспечения их </w:t>
      </w:r>
      <w:r w:rsidRPr="001A4EDE">
        <w:t>эпидиомиологической безопасности</w:t>
      </w:r>
      <w:r>
        <w:t>; с</w:t>
      </w:r>
      <w:r w:rsidRPr="001A4EDE">
        <w:t>анитарно-гигиеническая оценка различных видов тепловой обработки</w:t>
      </w:r>
      <w:r>
        <w:t>; в</w:t>
      </w:r>
      <w:r w:rsidRPr="001A4EDE">
        <w:t>етеринарно-санитарные требования к качеству, условиям хранения, транспортировки и реализации готовой продукции</w:t>
      </w:r>
      <w:r>
        <w:t>; в</w:t>
      </w:r>
      <w:r w:rsidRPr="001A4EDE">
        <w:t>етеринарно-санитарный контроль оборудования, инвентаря и тары в производственных цехах и подсобных помещениях</w:t>
      </w:r>
      <w:r>
        <w:t>; экспресс</w:t>
      </w:r>
      <w:r w:rsidRPr="001A4EDE">
        <w:t>-методы определения качественных показателей сырья и готовой продукции, применяемые в лаборатории предприятий</w:t>
      </w:r>
      <w:r>
        <w:t>; о</w:t>
      </w:r>
      <w:r w:rsidRPr="001A4EDE">
        <w:t xml:space="preserve">сновные виды документации: сопроводительной на сырье и готовую продукцию и  оформляемой в процессе переработке продукции на предприятии. </w:t>
      </w:r>
    </w:p>
    <w:p w:rsidR="003B733A" w:rsidRPr="00151585" w:rsidRDefault="003B733A" w:rsidP="00151585">
      <w:pPr>
        <w:spacing w:line="240" w:lineRule="auto"/>
        <w:ind w:firstLine="574"/>
        <w:rPr>
          <w:rStyle w:val="apple-style-span"/>
          <w:rFonts w:ascii="Times New Roman" w:hAnsi="Times New Roman"/>
          <w:b/>
          <w:sz w:val="28"/>
          <w:szCs w:val="28"/>
          <w:u w:val="single"/>
          <w:lang w:eastAsia="en-US"/>
        </w:rPr>
      </w:pPr>
      <w:r w:rsidRPr="00151585">
        <w:rPr>
          <w:rFonts w:ascii="Times New Roman" w:hAnsi="Times New Roman"/>
          <w:b/>
          <w:sz w:val="28"/>
          <w:szCs w:val="28"/>
          <w:u w:val="single"/>
          <w:lang w:eastAsia="en-US"/>
        </w:rPr>
        <w:t>Организация госветнадзора</w:t>
      </w:r>
    </w:p>
    <w:p w:rsidR="003B733A" w:rsidRDefault="003B733A" w:rsidP="00151585">
      <w:pPr>
        <w:pStyle w:val="NormalWeb"/>
        <w:spacing w:before="0" w:beforeAutospacing="0" w:after="0" w:afterAutospacing="0"/>
        <w:ind w:firstLine="574"/>
        <w:contextualSpacing/>
        <w:jc w:val="both"/>
        <w:rPr>
          <w:color w:val="000000"/>
          <w:sz w:val="28"/>
          <w:szCs w:val="28"/>
        </w:rPr>
      </w:pPr>
      <w:r w:rsidRPr="00151585">
        <w:rPr>
          <w:rStyle w:val="apple-style-span"/>
          <w:b/>
          <w:color w:val="000000"/>
          <w:sz w:val="28"/>
          <w:szCs w:val="28"/>
        </w:rPr>
        <w:t>Цель практики:</w:t>
      </w:r>
      <w:r w:rsidRPr="00151585">
        <w:rPr>
          <w:color w:val="000000"/>
          <w:sz w:val="28"/>
          <w:szCs w:val="28"/>
        </w:rPr>
        <w:t xml:space="preserve"> ознакомиться с системой госветнадзора, изучить нормативно-правовую основу и определить возможности совершенствования госветнадзора за качеством и безопасностью продуктов животного происхождения.</w:t>
      </w:r>
    </w:p>
    <w:p w:rsidR="003B733A" w:rsidRPr="00151585" w:rsidRDefault="003B733A" w:rsidP="00151585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585">
        <w:rPr>
          <w:rFonts w:ascii="Times New Roman" w:hAnsi="Times New Roman" w:cs="Times New Roman"/>
          <w:b/>
          <w:bCs/>
          <w:sz w:val="28"/>
          <w:szCs w:val="28"/>
        </w:rPr>
        <w:t xml:space="preserve">Место практики в учебном плане: </w:t>
      </w:r>
      <w:r w:rsidRPr="00151585">
        <w:rPr>
          <w:rFonts w:ascii="Times New Roman" w:hAnsi="Times New Roman" w:cs="Times New Roman"/>
          <w:sz w:val="28"/>
          <w:szCs w:val="28"/>
        </w:rPr>
        <w:t xml:space="preserve">учебная практика осваивается в 10 семестре. </w:t>
      </w:r>
    </w:p>
    <w:p w:rsidR="003B733A" w:rsidRPr="00151585" w:rsidRDefault="003B733A" w:rsidP="00151585">
      <w:pPr>
        <w:spacing w:line="240" w:lineRule="auto"/>
        <w:ind w:firstLine="574"/>
        <w:contextualSpacing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151585">
        <w:rPr>
          <w:rStyle w:val="apple-style-span"/>
          <w:rFonts w:ascii="Times New Roman" w:hAnsi="Times New Roman"/>
          <w:b/>
          <w:color w:val="000000"/>
          <w:sz w:val="28"/>
          <w:szCs w:val="28"/>
        </w:rPr>
        <w:t>Содержание практики: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ветеринарное обслуживание сельских и городских территорий РФ в условиях экономических и социальных преобразований;организация госветнадзора за качеством и безопасностью продуктов животного происхождения 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>–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Госветнадзор за безопасностью продуктов животного происхождения;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>эпизоотологический надзор в региональной сырьевой зоне продовольственного рынка;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>пределы компетенции ветеринарного надзора за качеством и безопасностью продуктов животного происхождения; состояние государственного ветеринарного надзора в местах торговли продуктами животного происхождения в условиях капитализации продовольственного рынка и необходимость его совершенствования;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>госветнадзор за состоянием здоровья продуктивных животных; ветеринарный надзор за качеством и безопасностью продуктов животного происхождения в условиях крупного промышленного центра;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>роль и место лаборатории ветсанэкспертизы на рынках в системе продовольственного обеспечения субъекта федерации; методы оценки безопасности продуктов животного происхождения в местах торговли; госветконтроль за радиационной безопасностью продуктов животного и растительного происхождения;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>совершенствование системы изъятия и обезвреживания недоброкачественных продуктов животного происхождения;</w:t>
      </w:r>
      <w:r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Pr="00151585">
        <w:rPr>
          <w:rStyle w:val="apple-style-span"/>
          <w:rFonts w:ascii="Times New Roman" w:hAnsi="Times New Roman"/>
          <w:color w:val="000000"/>
          <w:sz w:val="28"/>
          <w:szCs w:val="28"/>
        </w:rPr>
        <w:t>система госветнадзора при производстве, оптовой и розничной торговли продуктами животного происхождения.</w:t>
      </w:r>
    </w:p>
    <w:sectPr w:rsidR="003B733A" w:rsidRPr="00151585" w:rsidSect="009E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BFAF"/>
    <w:multiLevelType w:val="hybridMultilevel"/>
    <w:tmpl w:val="D3FC112B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2C877936"/>
    <w:multiLevelType w:val="hybridMultilevel"/>
    <w:tmpl w:val="AC583622"/>
    <w:lvl w:ilvl="0" w:tplc="A60EE8A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6868"/>
    <w:rsid w:val="00017FBD"/>
    <w:rsid w:val="00024F41"/>
    <w:rsid w:val="00037A9F"/>
    <w:rsid w:val="00073453"/>
    <w:rsid w:val="000741F8"/>
    <w:rsid w:val="000A218E"/>
    <w:rsid w:val="001026D7"/>
    <w:rsid w:val="00151585"/>
    <w:rsid w:val="00182DE9"/>
    <w:rsid w:val="001A4EDE"/>
    <w:rsid w:val="001A5CC4"/>
    <w:rsid w:val="001D1D41"/>
    <w:rsid w:val="00237BCD"/>
    <w:rsid w:val="00242B77"/>
    <w:rsid w:val="002B5DB0"/>
    <w:rsid w:val="002F3222"/>
    <w:rsid w:val="002F4938"/>
    <w:rsid w:val="00341E44"/>
    <w:rsid w:val="0034207E"/>
    <w:rsid w:val="00344864"/>
    <w:rsid w:val="0036047D"/>
    <w:rsid w:val="00361FA4"/>
    <w:rsid w:val="00397CDA"/>
    <w:rsid w:val="003B3DF4"/>
    <w:rsid w:val="003B733A"/>
    <w:rsid w:val="003D2153"/>
    <w:rsid w:val="00410C4A"/>
    <w:rsid w:val="004A4832"/>
    <w:rsid w:val="004F4AE7"/>
    <w:rsid w:val="00536621"/>
    <w:rsid w:val="00551FB3"/>
    <w:rsid w:val="00566837"/>
    <w:rsid w:val="00567EA4"/>
    <w:rsid w:val="005F1557"/>
    <w:rsid w:val="00614521"/>
    <w:rsid w:val="00657FCE"/>
    <w:rsid w:val="006904C3"/>
    <w:rsid w:val="007E62A1"/>
    <w:rsid w:val="008453A8"/>
    <w:rsid w:val="00850AA8"/>
    <w:rsid w:val="009206A7"/>
    <w:rsid w:val="0092542E"/>
    <w:rsid w:val="0093447A"/>
    <w:rsid w:val="009471CC"/>
    <w:rsid w:val="00976868"/>
    <w:rsid w:val="009B2E2D"/>
    <w:rsid w:val="009B4D30"/>
    <w:rsid w:val="009E6387"/>
    <w:rsid w:val="00AD66C9"/>
    <w:rsid w:val="00B318C8"/>
    <w:rsid w:val="00B800F9"/>
    <w:rsid w:val="00B97F6E"/>
    <w:rsid w:val="00BC4E5C"/>
    <w:rsid w:val="00C03396"/>
    <w:rsid w:val="00C03504"/>
    <w:rsid w:val="00D3181F"/>
    <w:rsid w:val="00DB5652"/>
    <w:rsid w:val="00DC75BF"/>
    <w:rsid w:val="00DE195D"/>
    <w:rsid w:val="00E05568"/>
    <w:rsid w:val="00E478B3"/>
    <w:rsid w:val="00E65341"/>
    <w:rsid w:val="00E70CAD"/>
    <w:rsid w:val="00E73486"/>
    <w:rsid w:val="00E748FE"/>
    <w:rsid w:val="00FC261A"/>
    <w:rsid w:val="00FC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8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9768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93447A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93447A"/>
    <w:rPr>
      <w:rFonts w:cs="Times New Roman"/>
    </w:rPr>
  </w:style>
  <w:style w:type="paragraph" w:styleId="ListParagraph">
    <w:name w:val="List Paragraph"/>
    <w:basedOn w:val="Normal"/>
    <w:uiPriority w:val="99"/>
    <w:qFormat/>
    <w:rsid w:val="0093447A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024F41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D54AE"/>
  </w:style>
  <w:style w:type="paragraph" w:customStyle="1" w:styleId="a">
    <w:name w:val="Абзац списка"/>
    <w:basedOn w:val="Normal"/>
    <w:uiPriority w:val="99"/>
    <w:rsid w:val="00B97F6E"/>
    <w:pPr>
      <w:ind w:left="720"/>
      <w:contextualSpacing/>
    </w:pPr>
    <w:rPr>
      <w:rFonts w:ascii="Times New Roman" w:hAnsi="Times New Roman"/>
      <w:sz w:val="28"/>
      <w:lang w:eastAsia="en-US"/>
    </w:rPr>
  </w:style>
  <w:style w:type="character" w:customStyle="1" w:styleId="apple-style-span">
    <w:name w:val="apple-style-span"/>
    <w:basedOn w:val="DefaultParagraphFont"/>
    <w:uiPriority w:val="99"/>
    <w:rsid w:val="00B97F6E"/>
    <w:rPr>
      <w:rFonts w:cs="Times New Roman"/>
    </w:rPr>
  </w:style>
  <w:style w:type="paragraph" w:styleId="NormalWeb">
    <w:name w:val="Normal (Web)"/>
    <w:basedOn w:val="Normal"/>
    <w:uiPriority w:val="99"/>
    <w:semiHidden/>
    <w:rsid w:val="001515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381</TotalTime>
  <Pages>46</Pages>
  <Words>16274</Words>
  <Characters>-32766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987</dc:creator>
  <cp:keywords/>
  <dc:description/>
  <cp:lastModifiedBy>Admin</cp:lastModifiedBy>
  <cp:revision>12</cp:revision>
  <dcterms:created xsi:type="dcterms:W3CDTF">2014-10-17T08:11:00Z</dcterms:created>
  <dcterms:modified xsi:type="dcterms:W3CDTF">2014-10-24T07:03:00Z</dcterms:modified>
</cp:coreProperties>
</file>